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8C078F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W w:w="14538" w:type="dxa"/>
        <w:tblInd w:w="108" w:type="dxa"/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33473E" w:rsidTr="005D4225">
        <w:tc>
          <w:tcPr>
            <w:tcW w:w="10326" w:type="dxa"/>
          </w:tcPr>
          <w:p w:rsidR="00190FF9" w:rsidRPr="00033090" w:rsidRDefault="00033090" w:rsidP="00791540">
            <w:pPr>
              <w:widowControl w:val="0"/>
              <w:spacing w:line="223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4212" w:type="dxa"/>
          </w:tcPr>
          <w:p w:rsidR="00190FF9" w:rsidRPr="0033473E" w:rsidRDefault="00190FF9" w:rsidP="00791540">
            <w:pPr>
              <w:spacing w:after="120" w:line="223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73E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C01239" w:rsidRPr="0033473E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9F13FD" w:rsidRPr="0033473E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850E45" w:rsidRPr="0033473E" w:rsidRDefault="001B1394" w:rsidP="00791540">
            <w:pPr>
              <w:spacing w:after="120" w:line="223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73E">
              <w:rPr>
                <w:rFonts w:ascii="Times New Roman" w:hAnsi="Times New Roman"/>
                <w:sz w:val="28"/>
                <w:szCs w:val="28"/>
              </w:rPr>
              <w:t>к постановлению Правительства Рязанской области</w:t>
            </w:r>
            <w:r w:rsidR="000A2721" w:rsidRPr="0033473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D4225" w:rsidRPr="0033473E" w:rsidRDefault="00364E2F" w:rsidP="00791540">
            <w:pPr>
              <w:spacing w:after="120" w:line="223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4B86">
              <w:rPr>
                <w:rFonts w:ascii="Times New Roman" w:hAnsi="Times New Roman"/>
                <w:color w:val="1D1B11"/>
                <w:sz w:val="28"/>
                <w:szCs w:val="28"/>
              </w:rPr>
              <w:t>о</w:t>
            </w:r>
            <w:r w:rsidRPr="00314B86">
              <w:rPr>
                <w:rFonts w:ascii="Times New Roman" w:hAnsi="Times New Roman"/>
                <w:color w:val="0D0D0D"/>
                <w:sz w:val="28"/>
                <w:szCs w:val="28"/>
              </w:rPr>
              <w:t>т 02.03.2021 № 24</w:t>
            </w:r>
            <w:bookmarkStart w:id="0" w:name="_GoBack"/>
            <w:bookmarkEnd w:id="0"/>
          </w:p>
        </w:tc>
      </w:tr>
    </w:tbl>
    <w:p w:rsidR="00FC54A3" w:rsidRPr="0033473E" w:rsidRDefault="007003F0" w:rsidP="00791540">
      <w:pPr>
        <w:autoSpaceDE w:val="0"/>
        <w:autoSpaceDN w:val="0"/>
        <w:adjustRightInd w:val="0"/>
        <w:spacing w:line="223" w:lineRule="auto"/>
        <w:ind w:left="-142" w:right="-35"/>
        <w:jc w:val="center"/>
        <w:outlineLvl w:val="0"/>
        <w:rPr>
          <w:rFonts w:ascii="Times New Roman" w:hAnsi="Times New Roman"/>
          <w:sz w:val="28"/>
          <w:szCs w:val="28"/>
        </w:rPr>
      </w:pPr>
      <w:r w:rsidRPr="0033473E">
        <w:rPr>
          <w:rFonts w:ascii="Times New Roman" w:hAnsi="Times New Roman"/>
          <w:sz w:val="28"/>
          <w:szCs w:val="28"/>
        </w:rPr>
        <w:t>«5</w:t>
      </w:r>
      <w:r w:rsidR="00FC54A3" w:rsidRPr="0033473E">
        <w:rPr>
          <w:rFonts w:ascii="Times New Roman" w:hAnsi="Times New Roman"/>
          <w:sz w:val="28"/>
          <w:szCs w:val="28"/>
        </w:rPr>
        <w:t>. Система программных мероприятий</w:t>
      </w:r>
    </w:p>
    <w:p w:rsidR="00240AF8" w:rsidRPr="00456E8A" w:rsidRDefault="00240AF8" w:rsidP="00791540">
      <w:pPr>
        <w:autoSpaceDE w:val="0"/>
        <w:autoSpaceDN w:val="0"/>
        <w:adjustRightInd w:val="0"/>
        <w:spacing w:line="223" w:lineRule="auto"/>
        <w:ind w:left="-142" w:right="-35"/>
        <w:jc w:val="center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14685" w:type="dxa"/>
        <w:tblInd w:w="-2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473"/>
        <w:gridCol w:w="3159"/>
        <w:gridCol w:w="978"/>
        <w:gridCol w:w="1008"/>
        <w:gridCol w:w="863"/>
        <w:gridCol w:w="405"/>
        <w:gridCol w:w="449"/>
        <w:gridCol w:w="426"/>
        <w:gridCol w:w="424"/>
        <w:gridCol w:w="425"/>
        <w:gridCol w:w="434"/>
        <w:gridCol w:w="424"/>
        <w:gridCol w:w="425"/>
        <w:gridCol w:w="434"/>
        <w:gridCol w:w="419"/>
        <w:gridCol w:w="433"/>
        <w:gridCol w:w="422"/>
        <w:gridCol w:w="404"/>
        <w:gridCol w:w="2680"/>
      </w:tblGrid>
      <w:tr w:rsidR="00FC54A3" w:rsidRPr="0033473E" w:rsidTr="00034759">
        <w:trPr>
          <w:cantSplit/>
          <w:trHeight w:val="240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54A3" w:rsidRPr="0033473E" w:rsidRDefault="00FC54A3" w:rsidP="0033473E">
            <w:pPr>
              <w:autoSpaceDE w:val="0"/>
              <w:autoSpaceDN w:val="0"/>
              <w:adjustRightInd w:val="0"/>
              <w:spacing w:line="223" w:lineRule="auto"/>
              <w:ind w:left="-6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473E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  <w:p w:rsidR="00FC54A3" w:rsidRPr="0033473E" w:rsidRDefault="00FC54A3" w:rsidP="0033473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33473E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="00AC0450" w:rsidRPr="0033473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33473E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</w:p>
        </w:tc>
        <w:tc>
          <w:tcPr>
            <w:tcW w:w="31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54A3" w:rsidRPr="0033473E" w:rsidRDefault="00FC54A3" w:rsidP="0033473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473E">
              <w:rPr>
                <w:rFonts w:ascii="Times New Roman" w:hAnsi="Times New Roman"/>
                <w:color w:val="000000"/>
                <w:sz w:val="24"/>
                <w:szCs w:val="24"/>
              </w:rPr>
              <w:t>Программные мероприятия, обеспечивающие выполнение задачи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54A3" w:rsidRPr="0033473E" w:rsidRDefault="00FC54A3" w:rsidP="0033473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473E">
              <w:rPr>
                <w:rFonts w:ascii="Times New Roman" w:hAnsi="Times New Roman"/>
                <w:color w:val="000000"/>
                <w:sz w:val="24"/>
                <w:szCs w:val="24"/>
              </w:rPr>
              <w:t>Глав-</w:t>
            </w:r>
            <w:proofErr w:type="spellStart"/>
            <w:r w:rsidRPr="0033473E">
              <w:rPr>
                <w:rFonts w:ascii="Times New Roman" w:hAnsi="Times New Roman"/>
                <w:color w:val="000000"/>
                <w:sz w:val="24"/>
                <w:szCs w:val="24"/>
              </w:rPr>
              <w:t>ные</w:t>
            </w:r>
            <w:proofErr w:type="spellEnd"/>
            <w:r w:rsidRPr="003347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473E">
              <w:rPr>
                <w:rFonts w:ascii="Times New Roman" w:hAnsi="Times New Roman"/>
                <w:color w:val="000000"/>
                <w:sz w:val="24"/>
                <w:szCs w:val="24"/>
              </w:rPr>
              <w:t>распо</w:t>
            </w:r>
            <w:proofErr w:type="spellEnd"/>
            <w:r w:rsidRPr="0033473E">
              <w:rPr>
                <w:rFonts w:ascii="Times New Roman" w:hAnsi="Times New Roman"/>
                <w:color w:val="000000"/>
                <w:sz w:val="24"/>
                <w:szCs w:val="24"/>
              </w:rPr>
              <w:t>-ряди-</w:t>
            </w:r>
            <w:proofErr w:type="spellStart"/>
            <w:r w:rsidRPr="0033473E">
              <w:rPr>
                <w:rFonts w:ascii="Times New Roman" w:hAnsi="Times New Roman"/>
                <w:color w:val="000000"/>
                <w:sz w:val="24"/>
                <w:szCs w:val="24"/>
              </w:rPr>
              <w:t>тели</w:t>
            </w:r>
            <w:proofErr w:type="spellEnd"/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54A3" w:rsidRPr="0033473E" w:rsidRDefault="00FC54A3" w:rsidP="0033473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3473E">
              <w:rPr>
                <w:rFonts w:ascii="Times New Roman" w:hAnsi="Times New Roman"/>
                <w:color w:val="000000"/>
                <w:sz w:val="24"/>
                <w:szCs w:val="24"/>
              </w:rPr>
              <w:t>Испол-нители</w:t>
            </w:r>
            <w:proofErr w:type="spellEnd"/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54A3" w:rsidRPr="0033473E" w:rsidRDefault="00FC54A3" w:rsidP="0033473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3473E">
              <w:rPr>
                <w:rFonts w:ascii="Times New Roman" w:hAnsi="Times New Roman"/>
                <w:color w:val="000000"/>
                <w:sz w:val="24"/>
                <w:szCs w:val="24"/>
              </w:rPr>
              <w:t>Источ</w:t>
            </w:r>
            <w:proofErr w:type="spellEnd"/>
            <w:r w:rsidRPr="003347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-ник </w:t>
            </w:r>
            <w:proofErr w:type="spellStart"/>
            <w:r w:rsidRPr="0033473E">
              <w:rPr>
                <w:rFonts w:ascii="Times New Roman" w:hAnsi="Times New Roman"/>
                <w:color w:val="000000"/>
                <w:sz w:val="24"/>
                <w:szCs w:val="24"/>
              </w:rPr>
              <w:t>финан</w:t>
            </w:r>
            <w:proofErr w:type="spellEnd"/>
            <w:r w:rsidRPr="0033473E">
              <w:rPr>
                <w:rFonts w:ascii="Times New Roman" w:hAnsi="Times New Roman"/>
                <w:color w:val="000000"/>
                <w:sz w:val="24"/>
                <w:szCs w:val="24"/>
              </w:rPr>
              <w:t>-сиро-</w:t>
            </w:r>
            <w:proofErr w:type="spellStart"/>
            <w:r w:rsidRPr="0033473E">
              <w:rPr>
                <w:rFonts w:ascii="Times New Roman" w:hAnsi="Times New Roman"/>
                <w:color w:val="000000"/>
                <w:sz w:val="24"/>
                <w:szCs w:val="24"/>
              </w:rPr>
              <w:t>вания</w:t>
            </w:r>
            <w:proofErr w:type="spellEnd"/>
          </w:p>
        </w:tc>
        <w:tc>
          <w:tcPr>
            <w:tcW w:w="55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A3" w:rsidRPr="0033473E" w:rsidRDefault="00FC54A3" w:rsidP="0033473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473E">
              <w:rPr>
                <w:rFonts w:ascii="Times New Roman" w:hAnsi="Times New Roman"/>
                <w:color w:val="000000"/>
                <w:sz w:val="24"/>
                <w:szCs w:val="24"/>
              </w:rPr>
              <w:t>Объем финансирования (тыс. руб.)</w:t>
            </w:r>
          </w:p>
        </w:tc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54A3" w:rsidRPr="0033473E" w:rsidRDefault="00FC54A3" w:rsidP="0033473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473E">
              <w:rPr>
                <w:rFonts w:ascii="Times New Roman" w:hAnsi="Times New Roman"/>
                <w:color w:val="000000"/>
                <w:sz w:val="24"/>
                <w:szCs w:val="24"/>
              </w:rPr>
              <w:t>Ожидаемый результат</w:t>
            </w:r>
          </w:p>
        </w:tc>
      </w:tr>
      <w:tr w:rsidR="00FC54A3" w:rsidRPr="0033473E" w:rsidTr="00034759">
        <w:trPr>
          <w:trHeight w:val="276"/>
        </w:trPr>
        <w:tc>
          <w:tcPr>
            <w:tcW w:w="47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4A3" w:rsidRPr="0033473E" w:rsidRDefault="00FC54A3" w:rsidP="0033473E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4A3" w:rsidRPr="0033473E" w:rsidRDefault="00FC54A3" w:rsidP="0033473E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4A3" w:rsidRPr="0033473E" w:rsidRDefault="00FC54A3" w:rsidP="0033473E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4A3" w:rsidRPr="0033473E" w:rsidRDefault="00FC54A3" w:rsidP="0033473E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4A3" w:rsidRPr="0033473E" w:rsidRDefault="00FC54A3" w:rsidP="0033473E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54A3" w:rsidRPr="0033473E" w:rsidRDefault="00FC54A3" w:rsidP="0033473E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473E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51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A3" w:rsidRPr="0033473E" w:rsidRDefault="00FC54A3" w:rsidP="0033473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473E">
              <w:rPr>
                <w:rFonts w:ascii="Times New Roman" w:hAnsi="Times New Roman"/>
                <w:color w:val="000000"/>
                <w:sz w:val="24"/>
                <w:szCs w:val="24"/>
              </w:rPr>
              <w:t>в том числе по годам</w:t>
            </w: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4A3" w:rsidRPr="0033473E" w:rsidRDefault="00FC54A3" w:rsidP="0033473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34759" w:rsidRPr="0033473E" w:rsidTr="00034759">
        <w:trPr>
          <w:cantSplit/>
          <w:trHeight w:val="766"/>
        </w:trPr>
        <w:tc>
          <w:tcPr>
            <w:tcW w:w="47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4A3" w:rsidRPr="0033473E" w:rsidRDefault="00FC54A3" w:rsidP="0033473E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4A3" w:rsidRPr="0033473E" w:rsidRDefault="00FC54A3" w:rsidP="0033473E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4A3" w:rsidRPr="0033473E" w:rsidRDefault="00FC54A3" w:rsidP="0033473E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4A3" w:rsidRPr="0033473E" w:rsidRDefault="00FC54A3" w:rsidP="0033473E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4A3" w:rsidRPr="0033473E" w:rsidRDefault="00FC54A3" w:rsidP="0033473E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FC54A3" w:rsidRPr="0033473E" w:rsidRDefault="00FC54A3" w:rsidP="0033473E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FC54A3" w:rsidRPr="0033473E" w:rsidRDefault="00FC54A3" w:rsidP="0033473E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473E">
              <w:rPr>
                <w:rFonts w:ascii="Times New Roman" w:hAnsi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FC54A3" w:rsidRPr="0033473E" w:rsidRDefault="00FC54A3" w:rsidP="0033473E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473E">
              <w:rPr>
                <w:rFonts w:ascii="Times New Roman" w:hAnsi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FC54A3" w:rsidRPr="0033473E" w:rsidRDefault="00FC54A3" w:rsidP="0033473E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473E">
              <w:rPr>
                <w:rFonts w:ascii="Times New Roman" w:hAnsi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FC54A3" w:rsidRPr="0033473E" w:rsidRDefault="00FC54A3" w:rsidP="0033473E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473E">
              <w:rPr>
                <w:rFonts w:ascii="Times New Roman" w:hAnsi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FC54A3" w:rsidRPr="0033473E" w:rsidRDefault="00FC54A3" w:rsidP="0033473E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473E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FC54A3" w:rsidRPr="0033473E" w:rsidRDefault="00FC54A3" w:rsidP="0033473E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473E"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FC54A3" w:rsidRPr="0033473E" w:rsidRDefault="00FC54A3" w:rsidP="0033473E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473E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FC54A3" w:rsidRPr="0033473E" w:rsidRDefault="00FC54A3" w:rsidP="0033473E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473E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FC54A3" w:rsidRPr="0033473E" w:rsidRDefault="00FC54A3" w:rsidP="0033473E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473E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FC54A3" w:rsidRPr="0033473E" w:rsidRDefault="00FC54A3" w:rsidP="0033473E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473E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FC54A3" w:rsidRPr="0033473E" w:rsidRDefault="00FC54A3" w:rsidP="0033473E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473E"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FC54A3" w:rsidRPr="0033473E" w:rsidRDefault="00FC54A3" w:rsidP="0033473E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473E">
              <w:rPr>
                <w:rFonts w:ascii="Times New Roman" w:hAnsi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4A3" w:rsidRPr="0033473E" w:rsidRDefault="00FC54A3" w:rsidP="0033473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34759" w:rsidRPr="00034759" w:rsidRDefault="00034759">
      <w:pPr>
        <w:rPr>
          <w:rFonts w:ascii="Times New Roman" w:hAnsi="Times New Roman"/>
          <w:sz w:val="2"/>
          <w:szCs w:val="2"/>
        </w:rPr>
      </w:pPr>
    </w:p>
    <w:tbl>
      <w:tblPr>
        <w:tblW w:w="14685" w:type="dxa"/>
        <w:tblInd w:w="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3"/>
        <w:gridCol w:w="3159"/>
        <w:gridCol w:w="991"/>
        <w:gridCol w:w="995"/>
        <w:gridCol w:w="851"/>
        <w:gridCol w:w="12"/>
        <w:gridCol w:w="417"/>
        <w:gridCol w:w="425"/>
        <w:gridCol w:w="12"/>
        <w:gridCol w:w="414"/>
        <w:gridCol w:w="12"/>
        <w:gridCol w:w="424"/>
        <w:gridCol w:w="425"/>
        <w:gridCol w:w="426"/>
        <w:gridCol w:w="8"/>
        <w:gridCol w:w="424"/>
        <w:gridCol w:w="425"/>
        <w:gridCol w:w="425"/>
        <w:gridCol w:w="9"/>
        <w:gridCol w:w="419"/>
        <w:gridCol w:w="6"/>
        <w:gridCol w:w="434"/>
        <w:gridCol w:w="415"/>
        <w:gridCol w:w="404"/>
        <w:gridCol w:w="2680"/>
      </w:tblGrid>
      <w:tr w:rsidR="00034759" w:rsidRPr="000D1F2F" w:rsidTr="00034759">
        <w:trPr>
          <w:trHeight w:val="28"/>
          <w:tblHeader/>
        </w:trPr>
        <w:tc>
          <w:tcPr>
            <w:tcW w:w="473" w:type="dxa"/>
            <w:shd w:val="clear" w:color="auto" w:fill="auto"/>
          </w:tcPr>
          <w:p w:rsidR="00FC54A3" w:rsidRPr="000D1F2F" w:rsidRDefault="00742BF3" w:rsidP="00F13601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473E">
              <w:rPr>
                <w:rFonts w:ascii="Times New Roman" w:hAnsi="Times New Roman"/>
              </w:rPr>
              <w:tab/>
            </w:r>
            <w:r w:rsidR="00FC54A3"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</w:tcPr>
          <w:p w:rsidR="00FC54A3" w:rsidRPr="000D1F2F" w:rsidRDefault="00FC54A3" w:rsidP="0003475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1" w:type="dxa"/>
            <w:shd w:val="clear" w:color="auto" w:fill="auto"/>
          </w:tcPr>
          <w:p w:rsidR="00FC54A3" w:rsidRPr="000D1F2F" w:rsidRDefault="00FC54A3" w:rsidP="0003475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5" w:type="dxa"/>
            <w:shd w:val="clear" w:color="auto" w:fill="auto"/>
          </w:tcPr>
          <w:p w:rsidR="00FC54A3" w:rsidRPr="000D1F2F" w:rsidRDefault="00FC54A3" w:rsidP="00034759">
            <w:pPr>
              <w:autoSpaceDE w:val="0"/>
              <w:autoSpaceDN w:val="0"/>
              <w:adjustRightInd w:val="0"/>
              <w:spacing w:line="228" w:lineRule="auto"/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63" w:type="dxa"/>
            <w:gridSpan w:val="2"/>
            <w:shd w:val="clear" w:color="auto" w:fill="auto"/>
          </w:tcPr>
          <w:p w:rsidR="00FC54A3" w:rsidRPr="000D1F2F" w:rsidRDefault="00FC54A3" w:rsidP="0003475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7" w:type="dxa"/>
            <w:shd w:val="clear" w:color="auto" w:fill="auto"/>
          </w:tcPr>
          <w:p w:rsidR="00FC54A3" w:rsidRPr="000D1F2F" w:rsidRDefault="00FC54A3" w:rsidP="0003475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7" w:type="dxa"/>
            <w:gridSpan w:val="2"/>
            <w:shd w:val="clear" w:color="auto" w:fill="auto"/>
          </w:tcPr>
          <w:p w:rsidR="00FC54A3" w:rsidRPr="000D1F2F" w:rsidRDefault="00FC54A3" w:rsidP="0003475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FC54A3" w:rsidRPr="000D1F2F" w:rsidRDefault="00FC54A3" w:rsidP="0003475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4" w:type="dxa"/>
            <w:shd w:val="clear" w:color="auto" w:fill="auto"/>
          </w:tcPr>
          <w:p w:rsidR="00FC54A3" w:rsidRPr="000D1F2F" w:rsidRDefault="00FC54A3" w:rsidP="0003475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5" w:type="dxa"/>
            <w:shd w:val="clear" w:color="auto" w:fill="auto"/>
          </w:tcPr>
          <w:p w:rsidR="00FC54A3" w:rsidRPr="000D1F2F" w:rsidRDefault="00FC54A3" w:rsidP="00034759">
            <w:pPr>
              <w:autoSpaceDE w:val="0"/>
              <w:autoSpaceDN w:val="0"/>
              <w:adjustRightInd w:val="0"/>
              <w:spacing w:line="228" w:lineRule="auto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4" w:type="dxa"/>
            <w:gridSpan w:val="2"/>
            <w:shd w:val="clear" w:color="auto" w:fill="auto"/>
          </w:tcPr>
          <w:p w:rsidR="00FC54A3" w:rsidRPr="000D1F2F" w:rsidRDefault="00FC54A3" w:rsidP="00034759">
            <w:pPr>
              <w:autoSpaceDE w:val="0"/>
              <w:autoSpaceDN w:val="0"/>
              <w:adjustRightInd w:val="0"/>
              <w:spacing w:line="228" w:lineRule="auto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4" w:type="dxa"/>
            <w:shd w:val="clear" w:color="auto" w:fill="auto"/>
          </w:tcPr>
          <w:p w:rsidR="00FC54A3" w:rsidRPr="000D1F2F" w:rsidRDefault="00FC54A3" w:rsidP="00034759">
            <w:pPr>
              <w:autoSpaceDE w:val="0"/>
              <w:autoSpaceDN w:val="0"/>
              <w:adjustRightInd w:val="0"/>
              <w:spacing w:line="228" w:lineRule="auto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5" w:type="dxa"/>
            <w:shd w:val="clear" w:color="auto" w:fill="auto"/>
          </w:tcPr>
          <w:p w:rsidR="00FC54A3" w:rsidRPr="000D1F2F" w:rsidRDefault="00FC54A3" w:rsidP="00034759">
            <w:pPr>
              <w:autoSpaceDE w:val="0"/>
              <w:autoSpaceDN w:val="0"/>
              <w:adjustRightInd w:val="0"/>
              <w:spacing w:line="228" w:lineRule="auto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4" w:type="dxa"/>
            <w:gridSpan w:val="2"/>
            <w:shd w:val="clear" w:color="auto" w:fill="auto"/>
          </w:tcPr>
          <w:p w:rsidR="00FC54A3" w:rsidRPr="000D1F2F" w:rsidRDefault="00FC54A3" w:rsidP="00034759">
            <w:pPr>
              <w:autoSpaceDE w:val="0"/>
              <w:autoSpaceDN w:val="0"/>
              <w:adjustRightInd w:val="0"/>
              <w:spacing w:line="228" w:lineRule="auto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FC54A3" w:rsidRPr="000D1F2F" w:rsidRDefault="00FC54A3" w:rsidP="00034759">
            <w:pPr>
              <w:autoSpaceDE w:val="0"/>
              <w:autoSpaceDN w:val="0"/>
              <w:adjustRightInd w:val="0"/>
              <w:spacing w:line="228" w:lineRule="auto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4" w:type="dxa"/>
            <w:shd w:val="clear" w:color="auto" w:fill="auto"/>
          </w:tcPr>
          <w:p w:rsidR="00FC54A3" w:rsidRPr="000D1F2F" w:rsidRDefault="00FC54A3" w:rsidP="00034759">
            <w:pPr>
              <w:autoSpaceDE w:val="0"/>
              <w:autoSpaceDN w:val="0"/>
              <w:adjustRightInd w:val="0"/>
              <w:spacing w:line="228" w:lineRule="auto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15" w:type="dxa"/>
            <w:shd w:val="clear" w:color="auto" w:fill="auto"/>
          </w:tcPr>
          <w:p w:rsidR="00FC54A3" w:rsidRPr="000D1F2F" w:rsidRDefault="00FC54A3" w:rsidP="00034759">
            <w:pPr>
              <w:autoSpaceDE w:val="0"/>
              <w:autoSpaceDN w:val="0"/>
              <w:adjustRightInd w:val="0"/>
              <w:spacing w:line="228" w:lineRule="auto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04" w:type="dxa"/>
            <w:shd w:val="clear" w:color="auto" w:fill="auto"/>
          </w:tcPr>
          <w:p w:rsidR="00FC54A3" w:rsidRPr="000D1F2F" w:rsidRDefault="00FC54A3" w:rsidP="00034759">
            <w:pPr>
              <w:autoSpaceDE w:val="0"/>
              <w:autoSpaceDN w:val="0"/>
              <w:adjustRightInd w:val="0"/>
              <w:spacing w:line="228" w:lineRule="auto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680" w:type="dxa"/>
            <w:shd w:val="clear" w:color="auto" w:fill="auto"/>
          </w:tcPr>
          <w:p w:rsidR="00FC54A3" w:rsidRPr="000D1F2F" w:rsidRDefault="00FC54A3" w:rsidP="0003475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</w:tr>
      <w:tr w:rsidR="00034759" w:rsidRPr="000D1F2F" w:rsidTr="00034759">
        <w:trPr>
          <w:cantSplit/>
          <w:trHeight w:val="2046"/>
        </w:trPr>
        <w:tc>
          <w:tcPr>
            <w:tcW w:w="473" w:type="dxa"/>
            <w:vMerge w:val="restart"/>
            <w:shd w:val="clear" w:color="auto" w:fill="auto"/>
          </w:tcPr>
          <w:p w:rsidR="009C22F9" w:rsidRPr="000D1F2F" w:rsidRDefault="009C22F9" w:rsidP="00F13601">
            <w:pPr>
              <w:autoSpaceDE w:val="0"/>
              <w:autoSpaceDN w:val="0"/>
              <w:adjustRightInd w:val="0"/>
              <w:spacing w:line="228" w:lineRule="auto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59" w:type="dxa"/>
            <w:vMerge w:val="restart"/>
            <w:shd w:val="clear" w:color="auto" w:fill="auto"/>
          </w:tcPr>
          <w:p w:rsidR="009C22F9" w:rsidRPr="000D1F2F" w:rsidRDefault="000A336B" w:rsidP="00034759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Задача 1.</w:t>
            </w:r>
            <w:r w:rsidR="009C22F9"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Формирование эффективной территориально-отраслевой организа</w:t>
            </w:r>
            <w:r w:rsidR="00467F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ции, </w:t>
            </w:r>
            <w:r w:rsidR="009C22F9"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ресурсов сети профессиональных образовательных организаций, ориентированной на потребности перспективных региональных рынков труда и всех</w:t>
            </w:r>
            <w:r w:rsidR="007920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категорий граждан, в том числе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C22F9" w:rsidRPr="000D1F2F" w:rsidRDefault="009C22F9" w:rsidP="0003475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Мин-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обра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-зова-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ние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Рязан-ской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облас-ти</w:t>
            </w:r>
            <w:proofErr w:type="spellEnd"/>
          </w:p>
        </w:tc>
        <w:tc>
          <w:tcPr>
            <w:tcW w:w="995" w:type="dxa"/>
            <w:vMerge w:val="restart"/>
            <w:shd w:val="clear" w:color="auto" w:fill="auto"/>
          </w:tcPr>
          <w:p w:rsidR="009C22F9" w:rsidRPr="000D1F2F" w:rsidRDefault="009C22F9" w:rsidP="00034759">
            <w:pPr>
              <w:autoSpaceDE w:val="0"/>
              <w:autoSpaceDN w:val="0"/>
              <w:adjustRightInd w:val="0"/>
              <w:spacing w:line="228" w:lineRule="auto"/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госу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-дар-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ствен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ные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образо-ватель-ные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органи-зации</w:t>
            </w:r>
            <w:proofErr w:type="spellEnd"/>
          </w:p>
        </w:tc>
        <w:tc>
          <w:tcPr>
            <w:tcW w:w="863" w:type="dxa"/>
            <w:gridSpan w:val="2"/>
            <w:shd w:val="clear" w:color="auto" w:fill="auto"/>
          </w:tcPr>
          <w:p w:rsidR="009C22F9" w:rsidRPr="000D1F2F" w:rsidRDefault="009C22F9" w:rsidP="0003475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об-ласт-ной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бюд-жет</w:t>
            </w:r>
            <w:proofErr w:type="spellEnd"/>
          </w:p>
        </w:tc>
        <w:tc>
          <w:tcPr>
            <w:tcW w:w="417" w:type="dxa"/>
            <w:shd w:val="clear" w:color="auto" w:fill="auto"/>
            <w:textDirection w:val="btLr"/>
          </w:tcPr>
          <w:p w:rsidR="009C22F9" w:rsidRPr="008376A1" w:rsidRDefault="00A10918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15858903,95386</w:t>
            </w:r>
          </w:p>
        </w:tc>
        <w:tc>
          <w:tcPr>
            <w:tcW w:w="437" w:type="dxa"/>
            <w:gridSpan w:val="2"/>
            <w:shd w:val="clear" w:color="auto" w:fill="auto"/>
            <w:textDirection w:val="btLr"/>
          </w:tcPr>
          <w:p w:rsidR="009C22F9" w:rsidRPr="008376A1" w:rsidRDefault="009C22F9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1070212,24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</w:tcPr>
          <w:p w:rsidR="009C22F9" w:rsidRPr="008376A1" w:rsidRDefault="009C22F9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1040152,98978</w:t>
            </w:r>
          </w:p>
        </w:tc>
        <w:tc>
          <w:tcPr>
            <w:tcW w:w="424" w:type="dxa"/>
            <w:shd w:val="clear" w:color="auto" w:fill="auto"/>
            <w:textDirection w:val="btLr"/>
          </w:tcPr>
          <w:p w:rsidR="009C22F9" w:rsidRPr="008376A1" w:rsidRDefault="009C22F9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1050322,47545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9C22F9" w:rsidRPr="008376A1" w:rsidRDefault="009C22F9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1107010,98685</w:t>
            </w:r>
          </w:p>
        </w:tc>
        <w:tc>
          <w:tcPr>
            <w:tcW w:w="434" w:type="dxa"/>
            <w:gridSpan w:val="2"/>
            <w:shd w:val="clear" w:color="auto" w:fill="auto"/>
            <w:textDirection w:val="btLr"/>
          </w:tcPr>
          <w:p w:rsidR="009C22F9" w:rsidRPr="008376A1" w:rsidRDefault="009C22F9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sz w:val="24"/>
                <w:szCs w:val="24"/>
              </w:rPr>
              <w:t>1174997,32675</w:t>
            </w:r>
          </w:p>
        </w:tc>
        <w:tc>
          <w:tcPr>
            <w:tcW w:w="424" w:type="dxa"/>
            <w:shd w:val="clear" w:color="auto" w:fill="auto"/>
            <w:textDirection w:val="btLr"/>
          </w:tcPr>
          <w:p w:rsidR="009C22F9" w:rsidRPr="008376A1" w:rsidRDefault="009C22F9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1278871,17739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9C22F9" w:rsidRPr="008376A1" w:rsidRDefault="00FC3651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sz w:val="24"/>
                <w:szCs w:val="24"/>
              </w:rPr>
              <w:t>1369598,81744</w:t>
            </w:r>
          </w:p>
        </w:tc>
        <w:tc>
          <w:tcPr>
            <w:tcW w:w="434" w:type="dxa"/>
            <w:gridSpan w:val="2"/>
            <w:shd w:val="clear" w:color="auto" w:fill="auto"/>
            <w:textDirection w:val="btLr"/>
          </w:tcPr>
          <w:p w:rsidR="009C22F9" w:rsidRPr="008376A1" w:rsidRDefault="009C22F9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sz w:val="24"/>
                <w:szCs w:val="24"/>
              </w:rPr>
              <w:t>1416659,44629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</w:tcPr>
          <w:p w:rsidR="009C22F9" w:rsidRPr="008376A1" w:rsidRDefault="009C22F9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sz w:val="24"/>
                <w:szCs w:val="24"/>
              </w:rPr>
              <w:t>1111650,71632</w:t>
            </w:r>
          </w:p>
        </w:tc>
        <w:tc>
          <w:tcPr>
            <w:tcW w:w="434" w:type="dxa"/>
            <w:shd w:val="clear" w:color="auto" w:fill="auto"/>
            <w:textDirection w:val="btLr"/>
          </w:tcPr>
          <w:p w:rsidR="009C22F9" w:rsidRPr="008376A1" w:rsidRDefault="009C22F9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sz w:val="24"/>
                <w:szCs w:val="24"/>
              </w:rPr>
              <w:t>1231704,37759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:rsidR="009C22F9" w:rsidRPr="000D1F2F" w:rsidRDefault="009C22F9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2003861,7</w:t>
            </w:r>
          </w:p>
        </w:tc>
        <w:tc>
          <w:tcPr>
            <w:tcW w:w="404" w:type="dxa"/>
            <w:shd w:val="clear" w:color="auto" w:fill="auto"/>
            <w:textDirection w:val="btLr"/>
          </w:tcPr>
          <w:p w:rsidR="009C22F9" w:rsidRPr="000D1F2F" w:rsidRDefault="009C22F9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2003861,7</w:t>
            </w:r>
          </w:p>
        </w:tc>
        <w:tc>
          <w:tcPr>
            <w:tcW w:w="2680" w:type="dxa"/>
            <w:vMerge w:val="restart"/>
            <w:shd w:val="clear" w:color="auto" w:fill="auto"/>
          </w:tcPr>
          <w:p w:rsidR="009C22F9" w:rsidRPr="000D1F2F" w:rsidRDefault="009C22F9" w:rsidP="00034759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увеличение количества многофункциональных центров прикладных квалификаций до 5; увеличение доли учреждений профессионального образования, внедривших новые программы и модели профессионального образования, разработанные в рамках федеральной целевой </w:t>
            </w:r>
            <w:hyperlink r:id="rId12" w:history="1">
              <w:r w:rsidRPr="000D1F2F">
                <w:rPr>
                  <w:rFonts w:ascii="Times New Roman" w:hAnsi="Times New Roman"/>
                  <w:color w:val="000000"/>
                  <w:sz w:val="24"/>
                  <w:szCs w:val="24"/>
                </w:rPr>
                <w:t>программы</w:t>
              </w:r>
            </w:hyperlink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развития образования </w:t>
            </w:r>
          </w:p>
          <w:p w:rsidR="009C22F9" w:rsidRPr="000D1F2F" w:rsidRDefault="009C22F9" w:rsidP="00034759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на 2011-2015 годы,</w:t>
            </w:r>
          </w:p>
          <w:p w:rsidR="009C22F9" w:rsidRPr="000D1F2F" w:rsidRDefault="009C22F9" w:rsidP="00034759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общем количестве учреждений профессионального образования в Рязанской области до </w:t>
            </w: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60%;</w:t>
            </w:r>
          </w:p>
          <w:p w:rsidR="009C22F9" w:rsidRPr="000D1F2F" w:rsidRDefault="009C22F9" w:rsidP="00034759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доли разработанных, апробированных и прошедших экспертизу с привлечением работодателей образовательных программ, направленных на освоение и (или) совершенствование профессиональной квалификации, включая оценочные, методические и учебные материалы, до 18,5%;</w:t>
            </w:r>
          </w:p>
          <w:p w:rsidR="009C22F9" w:rsidRPr="000D1F2F" w:rsidRDefault="009C22F9" w:rsidP="00034759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доли педагогических</w:t>
            </w:r>
          </w:p>
          <w:p w:rsidR="009C22F9" w:rsidRPr="000D1F2F" w:rsidRDefault="009C22F9" w:rsidP="00034759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работников, прошедших повышение квалификации и (или) стажировку на высокотехнологичных предприятиях отраслей, обеспечивающих модернизацию и техническое развитие страны и региона, до 25%;</w:t>
            </w:r>
          </w:p>
          <w:p w:rsidR="009C22F9" w:rsidRPr="000D1F2F" w:rsidRDefault="009C22F9" w:rsidP="00034759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сохранение доли обучающихся, успешно освоивших образовательные </w:t>
            </w: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программы среднего профессионального образования в государственных профессиональных образовательных организациях, ежегодно на уровне не менее 90%;</w:t>
            </w:r>
          </w:p>
          <w:p w:rsidR="009C22F9" w:rsidRPr="000D1F2F" w:rsidRDefault="009C22F9" w:rsidP="00034759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доведение доли инвалидов, принятых на обучение по программам среднего профессионального образования (по отношению к предыдущему году), до 103%;</w:t>
            </w:r>
          </w:p>
          <w:p w:rsidR="009C22F9" w:rsidRPr="000D1F2F" w:rsidRDefault="009C22F9" w:rsidP="00034759">
            <w:pPr>
              <w:spacing w:line="22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доведение доли студентов из числа инвалидов, обучающихся по программам среднего профессионального образования, выбывших по причине академической неуспеваемости, до 7%;</w:t>
            </w:r>
          </w:p>
          <w:p w:rsidR="009C22F9" w:rsidRPr="000D1F2F" w:rsidRDefault="009C22F9" w:rsidP="00034759">
            <w:pPr>
              <w:spacing w:line="22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доведение доли профессиональных образовательных организаций, в которых осуществляется подготовка кадров по </w:t>
            </w: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50 наиболее перспективным и востребованным на рынке труда профессиям и специальностям, требующим среднего профессионального образования, в общем количестве профессиональных образовательных организаций до 30%;</w:t>
            </w:r>
          </w:p>
          <w:p w:rsidR="009C22F9" w:rsidRPr="000D1F2F" w:rsidRDefault="009C22F9" w:rsidP="00034759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доведение доли образовательных организаций среднего профессионального образования, в которых обеспечены условия для получения среднего профессионального образования инвалидами и лицами с ограниченными возможностями здоровья, в том числе с использованием дистанционных образовательных технологий, в общем количестве таких организаций до 27%;</w:t>
            </w:r>
          </w:p>
          <w:p w:rsidR="009C22F9" w:rsidRPr="000D1F2F" w:rsidRDefault="009C22F9" w:rsidP="00034759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доведение доли студентов профессиональных</w:t>
            </w:r>
          </w:p>
          <w:p w:rsidR="009C22F9" w:rsidRPr="000D1F2F" w:rsidRDefault="009C22F9" w:rsidP="00034759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образовательных организаций, обучающихся по образовательным программам, в реализации которых участвуют работодатели (включая организацию учебной и производственной практики, предоставление оборудования и материалов, участие в разработке образовательных программ и оценке результатов их освоения, проведении учебных занятий), в общей численности студентов профессиональных образовательных организаций до 92%</w:t>
            </w:r>
          </w:p>
        </w:tc>
      </w:tr>
      <w:tr w:rsidR="00034759" w:rsidRPr="000D1F2F" w:rsidTr="00791540">
        <w:trPr>
          <w:trHeight w:val="1492"/>
        </w:trPr>
        <w:tc>
          <w:tcPr>
            <w:tcW w:w="473" w:type="dxa"/>
            <w:vMerge/>
            <w:shd w:val="clear" w:color="auto" w:fill="auto"/>
          </w:tcPr>
          <w:p w:rsidR="00A210CA" w:rsidRPr="000D1F2F" w:rsidRDefault="00A210CA" w:rsidP="00F13601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59" w:type="dxa"/>
            <w:vMerge/>
            <w:shd w:val="clear" w:color="auto" w:fill="auto"/>
          </w:tcPr>
          <w:p w:rsidR="00A210CA" w:rsidRPr="000D1F2F" w:rsidRDefault="00A210CA" w:rsidP="00034759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A210CA" w:rsidRPr="000D1F2F" w:rsidRDefault="00A210CA" w:rsidP="00034759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vMerge/>
            <w:shd w:val="clear" w:color="auto" w:fill="auto"/>
          </w:tcPr>
          <w:p w:rsidR="00A210CA" w:rsidRPr="000D1F2F" w:rsidRDefault="00A210CA" w:rsidP="00034759">
            <w:pPr>
              <w:autoSpaceDE w:val="0"/>
              <w:autoSpaceDN w:val="0"/>
              <w:adjustRightInd w:val="0"/>
              <w:spacing w:line="228" w:lineRule="auto"/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shd w:val="clear" w:color="auto" w:fill="auto"/>
          </w:tcPr>
          <w:p w:rsidR="00A210CA" w:rsidRPr="000D1F2F" w:rsidRDefault="00A210CA" w:rsidP="0003475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феде-раль-ный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бюд-жет</w:t>
            </w:r>
            <w:proofErr w:type="spellEnd"/>
          </w:p>
        </w:tc>
        <w:tc>
          <w:tcPr>
            <w:tcW w:w="417" w:type="dxa"/>
            <w:shd w:val="clear" w:color="auto" w:fill="auto"/>
            <w:textDirection w:val="btLr"/>
          </w:tcPr>
          <w:p w:rsidR="00A210CA" w:rsidRPr="008376A1" w:rsidRDefault="00A10918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99357,7</w:t>
            </w:r>
          </w:p>
        </w:tc>
        <w:tc>
          <w:tcPr>
            <w:tcW w:w="437" w:type="dxa"/>
            <w:gridSpan w:val="2"/>
            <w:shd w:val="clear" w:color="auto" w:fill="auto"/>
            <w:textDirection w:val="btLr"/>
          </w:tcPr>
          <w:p w:rsidR="00A210CA" w:rsidRPr="008376A1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23241,7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</w:tcPr>
          <w:p w:rsidR="00A210CA" w:rsidRPr="008376A1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38200,5</w:t>
            </w:r>
          </w:p>
        </w:tc>
        <w:tc>
          <w:tcPr>
            <w:tcW w:w="424" w:type="dxa"/>
            <w:shd w:val="clear" w:color="auto" w:fill="auto"/>
            <w:textDirection w:val="btLr"/>
          </w:tcPr>
          <w:p w:rsidR="00A210CA" w:rsidRPr="008376A1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8905,2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A210CA" w:rsidRPr="008376A1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2266,7</w:t>
            </w:r>
          </w:p>
        </w:tc>
        <w:tc>
          <w:tcPr>
            <w:tcW w:w="434" w:type="dxa"/>
            <w:gridSpan w:val="2"/>
            <w:shd w:val="clear" w:color="auto" w:fill="auto"/>
            <w:textDirection w:val="btLr"/>
          </w:tcPr>
          <w:p w:rsidR="00A210CA" w:rsidRPr="008376A1" w:rsidRDefault="003750F5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23272,7</w:t>
            </w:r>
          </w:p>
        </w:tc>
        <w:tc>
          <w:tcPr>
            <w:tcW w:w="424" w:type="dxa"/>
            <w:shd w:val="clear" w:color="auto" w:fill="auto"/>
            <w:textDirection w:val="btLr"/>
          </w:tcPr>
          <w:p w:rsidR="00A210CA" w:rsidRPr="008376A1" w:rsidRDefault="00B25729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3470,9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A210CA" w:rsidRPr="008376A1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34" w:type="dxa"/>
            <w:gridSpan w:val="2"/>
            <w:shd w:val="clear" w:color="auto" w:fill="auto"/>
            <w:textDirection w:val="btLr"/>
          </w:tcPr>
          <w:p w:rsidR="00A210CA" w:rsidRPr="008376A1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</w:tcPr>
          <w:p w:rsidR="00A210CA" w:rsidRPr="008376A1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34" w:type="dxa"/>
            <w:shd w:val="clear" w:color="auto" w:fill="auto"/>
            <w:textDirection w:val="btLr"/>
          </w:tcPr>
          <w:p w:rsidR="00A210CA" w:rsidRPr="008376A1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:rsidR="00A210CA" w:rsidRPr="000D1F2F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04" w:type="dxa"/>
            <w:shd w:val="clear" w:color="auto" w:fill="auto"/>
            <w:textDirection w:val="btLr"/>
          </w:tcPr>
          <w:p w:rsidR="00A210CA" w:rsidRPr="000D1F2F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80" w:type="dxa"/>
            <w:vMerge/>
            <w:shd w:val="clear" w:color="auto" w:fill="auto"/>
          </w:tcPr>
          <w:p w:rsidR="00A210CA" w:rsidRPr="000D1F2F" w:rsidRDefault="00A210CA" w:rsidP="00034759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34759" w:rsidRPr="000D1F2F" w:rsidTr="00034759">
        <w:trPr>
          <w:trHeight w:val="551"/>
        </w:trPr>
        <w:tc>
          <w:tcPr>
            <w:tcW w:w="473" w:type="dxa"/>
            <w:vMerge w:val="restart"/>
            <w:shd w:val="clear" w:color="auto" w:fill="auto"/>
          </w:tcPr>
          <w:p w:rsidR="00A210CA" w:rsidRPr="000D1F2F" w:rsidRDefault="00A210CA" w:rsidP="00F13601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3159" w:type="dxa"/>
            <w:vMerge w:val="restart"/>
            <w:shd w:val="clear" w:color="auto" w:fill="auto"/>
          </w:tcPr>
          <w:p w:rsidR="00A210CA" w:rsidRPr="000D1F2F" w:rsidRDefault="00A210CA" w:rsidP="00034759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sz w:val="24"/>
                <w:szCs w:val="24"/>
              </w:rPr>
              <w:t xml:space="preserve">Субсидии государственным профессиональным образовательным организациям на иные цели на модернизацию учебного комплекса под </w:t>
            </w:r>
            <w:r w:rsidRPr="000D1F2F">
              <w:rPr>
                <w:rFonts w:ascii="Times New Roman" w:hAnsi="Times New Roman"/>
                <w:spacing w:val="-4"/>
                <w:sz w:val="24"/>
                <w:szCs w:val="24"/>
              </w:rPr>
              <w:t>создание многофункциональных</w:t>
            </w:r>
            <w:r w:rsidRPr="000D1F2F">
              <w:rPr>
                <w:rFonts w:ascii="Times New Roman" w:hAnsi="Times New Roman"/>
                <w:sz w:val="24"/>
                <w:szCs w:val="24"/>
              </w:rPr>
              <w:t xml:space="preserve"> центров прикладных квалификаций/учебных </w:t>
            </w:r>
            <w:r w:rsidRPr="000D1F2F">
              <w:rPr>
                <w:rFonts w:ascii="Times New Roman" w:hAnsi="Times New Roman"/>
                <w:sz w:val="24"/>
                <w:szCs w:val="24"/>
              </w:rPr>
              <w:lastRenderedPageBreak/>
              <w:t>центров профессиональных квалификаций, специализированных центров компетенций (приобретение оборудования, сооружений и программного обеспечения, ремонт зданий и помещений), развитие учебно-методической и материально-технической базы подготовки кадров с прикладными квалификациями в целях внедрения новых программ и моделей профессионального образования</w:t>
            </w:r>
          </w:p>
        </w:tc>
        <w:tc>
          <w:tcPr>
            <w:tcW w:w="991" w:type="dxa"/>
            <w:shd w:val="clear" w:color="auto" w:fill="auto"/>
          </w:tcPr>
          <w:p w:rsidR="00A210CA" w:rsidRPr="000D1F2F" w:rsidRDefault="00A210CA" w:rsidP="00034759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Мин-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обра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-зова-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ние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Рязан-ской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облас-ти</w:t>
            </w:r>
            <w:proofErr w:type="spellEnd"/>
          </w:p>
        </w:tc>
        <w:tc>
          <w:tcPr>
            <w:tcW w:w="995" w:type="dxa"/>
            <w:shd w:val="clear" w:color="auto" w:fill="auto"/>
          </w:tcPr>
          <w:p w:rsidR="00A210CA" w:rsidRPr="000D1F2F" w:rsidRDefault="00A210CA" w:rsidP="00034759">
            <w:pPr>
              <w:spacing w:line="228" w:lineRule="auto"/>
              <w:ind w:left="-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госу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-дар-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ствен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ные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образо-ватель-ные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органи-зации</w:t>
            </w:r>
            <w:proofErr w:type="spellEnd"/>
          </w:p>
        </w:tc>
        <w:tc>
          <w:tcPr>
            <w:tcW w:w="863" w:type="dxa"/>
            <w:gridSpan w:val="2"/>
            <w:shd w:val="clear" w:color="auto" w:fill="auto"/>
          </w:tcPr>
          <w:p w:rsidR="00A210CA" w:rsidRPr="000D1F2F" w:rsidRDefault="00A210CA" w:rsidP="0003475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об-ласт-ной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бюд-жет</w:t>
            </w:r>
            <w:proofErr w:type="spellEnd"/>
          </w:p>
        </w:tc>
        <w:tc>
          <w:tcPr>
            <w:tcW w:w="417" w:type="dxa"/>
            <w:shd w:val="clear" w:color="auto" w:fill="auto"/>
            <w:textDirection w:val="btLr"/>
          </w:tcPr>
          <w:p w:rsidR="00A210CA" w:rsidRPr="008376A1" w:rsidRDefault="00A10918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105236,8138</w:t>
            </w:r>
          </w:p>
        </w:tc>
        <w:tc>
          <w:tcPr>
            <w:tcW w:w="437" w:type="dxa"/>
            <w:gridSpan w:val="2"/>
            <w:shd w:val="clear" w:color="auto" w:fill="auto"/>
            <w:textDirection w:val="btLr"/>
          </w:tcPr>
          <w:p w:rsidR="00A210CA" w:rsidRPr="008376A1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12112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</w:tcPr>
          <w:p w:rsidR="00A210CA" w:rsidRPr="008376A1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18700</w:t>
            </w:r>
          </w:p>
        </w:tc>
        <w:tc>
          <w:tcPr>
            <w:tcW w:w="424" w:type="dxa"/>
            <w:shd w:val="clear" w:color="auto" w:fill="auto"/>
            <w:textDirection w:val="btLr"/>
          </w:tcPr>
          <w:p w:rsidR="00A210CA" w:rsidRPr="008376A1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4840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A210CA" w:rsidRPr="008376A1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7440</w:t>
            </w:r>
          </w:p>
        </w:tc>
        <w:tc>
          <w:tcPr>
            <w:tcW w:w="434" w:type="dxa"/>
            <w:gridSpan w:val="2"/>
            <w:shd w:val="clear" w:color="auto" w:fill="auto"/>
            <w:textDirection w:val="btLr"/>
          </w:tcPr>
          <w:p w:rsidR="00A210CA" w:rsidRPr="008376A1" w:rsidRDefault="003750F5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sz w:val="24"/>
                <w:szCs w:val="24"/>
              </w:rPr>
              <w:t>15959,478</w:t>
            </w:r>
          </w:p>
        </w:tc>
        <w:tc>
          <w:tcPr>
            <w:tcW w:w="424" w:type="dxa"/>
            <w:shd w:val="clear" w:color="auto" w:fill="auto"/>
            <w:textDirection w:val="btLr"/>
          </w:tcPr>
          <w:p w:rsidR="00A210CA" w:rsidRPr="008376A1" w:rsidRDefault="00B25729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14419,22274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A210CA" w:rsidRPr="008376A1" w:rsidRDefault="00FC3651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sz w:val="24"/>
                <w:szCs w:val="24"/>
              </w:rPr>
              <w:t>12037,11306</w:t>
            </w:r>
          </w:p>
        </w:tc>
        <w:tc>
          <w:tcPr>
            <w:tcW w:w="434" w:type="dxa"/>
            <w:gridSpan w:val="2"/>
            <w:shd w:val="clear" w:color="auto" w:fill="auto"/>
            <w:textDirection w:val="btLr"/>
          </w:tcPr>
          <w:p w:rsidR="00A210CA" w:rsidRPr="008376A1" w:rsidRDefault="00530976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3729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</w:tcPr>
          <w:p w:rsidR="00A210CA" w:rsidRPr="008376A1" w:rsidRDefault="009C22F9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34" w:type="dxa"/>
            <w:shd w:val="clear" w:color="auto" w:fill="auto"/>
            <w:textDirection w:val="btLr"/>
          </w:tcPr>
          <w:p w:rsidR="00A210CA" w:rsidRPr="008376A1" w:rsidRDefault="009C22F9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:rsidR="00A210CA" w:rsidRPr="000D1F2F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8000</w:t>
            </w:r>
          </w:p>
        </w:tc>
        <w:tc>
          <w:tcPr>
            <w:tcW w:w="404" w:type="dxa"/>
            <w:shd w:val="clear" w:color="auto" w:fill="auto"/>
            <w:textDirection w:val="btLr"/>
          </w:tcPr>
          <w:p w:rsidR="00A210CA" w:rsidRPr="000D1F2F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8000</w:t>
            </w:r>
          </w:p>
        </w:tc>
        <w:tc>
          <w:tcPr>
            <w:tcW w:w="2680" w:type="dxa"/>
            <w:vMerge/>
            <w:shd w:val="clear" w:color="auto" w:fill="auto"/>
          </w:tcPr>
          <w:p w:rsidR="00A210CA" w:rsidRPr="000D1F2F" w:rsidRDefault="00A210CA" w:rsidP="00034759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34759" w:rsidRPr="000D1F2F" w:rsidTr="00034759">
        <w:trPr>
          <w:trHeight w:val="1134"/>
        </w:trPr>
        <w:tc>
          <w:tcPr>
            <w:tcW w:w="473" w:type="dxa"/>
            <w:vMerge/>
            <w:shd w:val="clear" w:color="auto" w:fill="auto"/>
          </w:tcPr>
          <w:p w:rsidR="00A210CA" w:rsidRPr="000D1F2F" w:rsidRDefault="00A210CA" w:rsidP="00F13601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59" w:type="dxa"/>
            <w:vMerge/>
            <w:shd w:val="clear" w:color="auto" w:fill="auto"/>
          </w:tcPr>
          <w:p w:rsidR="00A210CA" w:rsidRPr="000D1F2F" w:rsidRDefault="00A210CA" w:rsidP="00034759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A210CA" w:rsidRPr="000D1F2F" w:rsidRDefault="00A210CA" w:rsidP="00034759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Мин-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обра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-зова-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ние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Рязан-ской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облас-ти</w:t>
            </w:r>
            <w:proofErr w:type="spellEnd"/>
          </w:p>
        </w:tc>
        <w:tc>
          <w:tcPr>
            <w:tcW w:w="995" w:type="dxa"/>
            <w:shd w:val="clear" w:color="auto" w:fill="auto"/>
          </w:tcPr>
          <w:p w:rsidR="00A210CA" w:rsidRPr="000D1F2F" w:rsidRDefault="00A210CA" w:rsidP="00034759">
            <w:pPr>
              <w:spacing w:line="228" w:lineRule="auto"/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госу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-дар-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ствен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ные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образо-ватель-ные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органи-зации</w:t>
            </w:r>
            <w:proofErr w:type="spellEnd"/>
          </w:p>
        </w:tc>
        <w:tc>
          <w:tcPr>
            <w:tcW w:w="863" w:type="dxa"/>
            <w:gridSpan w:val="2"/>
            <w:shd w:val="clear" w:color="auto" w:fill="auto"/>
          </w:tcPr>
          <w:p w:rsidR="00A210CA" w:rsidRPr="000D1F2F" w:rsidRDefault="00A210CA" w:rsidP="0003475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феде-раль-ный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бюд-жет</w:t>
            </w:r>
            <w:proofErr w:type="spellEnd"/>
          </w:p>
        </w:tc>
        <w:tc>
          <w:tcPr>
            <w:tcW w:w="417" w:type="dxa"/>
            <w:shd w:val="clear" w:color="auto" w:fill="auto"/>
            <w:textDirection w:val="btLr"/>
          </w:tcPr>
          <w:p w:rsidR="00A210CA" w:rsidRPr="000D1F2F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61174,2</w:t>
            </w:r>
          </w:p>
        </w:tc>
        <w:tc>
          <w:tcPr>
            <w:tcW w:w="437" w:type="dxa"/>
            <w:gridSpan w:val="2"/>
            <w:shd w:val="clear" w:color="auto" w:fill="auto"/>
            <w:textDirection w:val="btLr"/>
          </w:tcPr>
          <w:p w:rsidR="00A210CA" w:rsidRPr="000D1F2F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23241,7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</w:tcPr>
          <w:p w:rsidR="00A210CA" w:rsidRPr="000D1F2F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37932,5</w:t>
            </w:r>
          </w:p>
        </w:tc>
        <w:tc>
          <w:tcPr>
            <w:tcW w:w="424" w:type="dxa"/>
            <w:shd w:val="clear" w:color="auto" w:fill="auto"/>
            <w:textDirection w:val="btLr"/>
          </w:tcPr>
          <w:p w:rsidR="00A210CA" w:rsidRPr="000D1F2F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tbRl"/>
          </w:tcPr>
          <w:p w:rsidR="00A210CA" w:rsidRPr="000D1F2F" w:rsidRDefault="00A210CA" w:rsidP="00034759">
            <w:pPr>
              <w:spacing w:line="228" w:lineRule="auto"/>
              <w:ind w:left="113" w:right="11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34" w:type="dxa"/>
            <w:gridSpan w:val="2"/>
            <w:shd w:val="clear" w:color="auto" w:fill="auto"/>
            <w:textDirection w:val="btLr"/>
          </w:tcPr>
          <w:p w:rsidR="00A210CA" w:rsidRPr="000D1F2F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4" w:type="dxa"/>
            <w:shd w:val="clear" w:color="auto" w:fill="auto"/>
            <w:textDirection w:val="tbRl"/>
          </w:tcPr>
          <w:p w:rsidR="00A210CA" w:rsidRPr="000D1F2F" w:rsidRDefault="00B25729" w:rsidP="00034759">
            <w:pPr>
              <w:spacing w:line="228" w:lineRule="auto"/>
              <w:ind w:left="113" w:right="11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tbRl"/>
          </w:tcPr>
          <w:p w:rsidR="00A210CA" w:rsidRPr="000D1F2F" w:rsidRDefault="00A210CA" w:rsidP="00034759">
            <w:pPr>
              <w:spacing w:line="228" w:lineRule="auto"/>
              <w:ind w:left="113" w:right="11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34" w:type="dxa"/>
            <w:gridSpan w:val="2"/>
            <w:shd w:val="clear" w:color="auto" w:fill="auto"/>
            <w:textDirection w:val="tbRl"/>
          </w:tcPr>
          <w:p w:rsidR="00A210CA" w:rsidRPr="000D1F2F" w:rsidRDefault="00A210CA" w:rsidP="00034759">
            <w:pPr>
              <w:spacing w:line="228" w:lineRule="auto"/>
              <w:ind w:left="113" w:right="11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gridSpan w:val="2"/>
            <w:shd w:val="clear" w:color="auto" w:fill="auto"/>
            <w:textDirection w:val="tbRl"/>
          </w:tcPr>
          <w:p w:rsidR="00A210CA" w:rsidRPr="000D1F2F" w:rsidRDefault="00A210CA" w:rsidP="00034759">
            <w:pPr>
              <w:spacing w:line="228" w:lineRule="auto"/>
              <w:ind w:left="113" w:right="11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34" w:type="dxa"/>
            <w:shd w:val="clear" w:color="auto" w:fill="auto"/>
            <w:textDirection w:val="tbRl"/>
          </w:tcPr>
          <w:p w:rsidR="00A210CA" w:rsidRPr="000D1F2F" w:rsidRDefault="00A210CA" w:rsidP="00034759">
            <w:pPr>
              <w:spacing w:line="228" w:lineRule="auto"/>
              <w:ind w:left="113" w:right="11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15" w:type="dxa"/>
            <w:shd w:val="clear" w:color="auto" w:fill="auto"/>
            <w:textDirection w:val="tbRl"/>
          </w:tcPr>
          <w:p w:rsidR="00A210CA" w:rsidRPr="000D1F2F" w:rsidRDefault="00A210CA" w:rsidP="00034759">
            <w:pPr>
              <w:spacing w:line="228" w:lineRule="auto"/>
              <w:ind w:left="113" w:right="11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04" w:type="dxa"/>
            <w:shd w:val="clear" w:color="auto" w:fill="auto"/>
            <w:textDirection w:val="tbRl"/>
          </w:tcPr>
          <w:p w:rsidR="00A210CA" w:rsidRPr="000D1F2F" w:rsidRDefault="00A210CA" w:rsidP="00034759">
            <w:pPr>
              <w:spacing w:line="228" w:lineRule="auto"/>
              <w:ind w:left="113" w:right="11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80" w:type="dxa"/>
            <w:vMerge/>
            <w:shd w:val="clear" w:color="auto" w:fill="auto"/>
          </w:tcPr>
          <w:p w:rsidR="00A210CA" w:rsidRPr="000D1F2F" w:rsidRDefault="00A210CA" w:rsidP="00034759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34759" w:rsidRPr="000D1F2F" w:rsidTr="00034759">
        <w:trPr>
          <w:trHeight w:val="2265"/>
        </w:trPr>
        <w:tc>
          <w:tcPr>
            <w:tcW w:w="473" w:type="dxa"/>
            <w:vMerge w:val="restart"/>
            <w:shd w:val="clear" w:color="auto" w:fill="auto"/>
          </w:tcPr>
          <w:p w:rsidR="00A210CA" w:rsidRPr="000D1F2F" w:rsidRDefault="00A210CA" w:rsidP="00F13601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3159" w:type="dxa"/>
            <w:vMerge w:val="restart"/>
            <w:shd w:val="clear" w:color="auto" w:fill="auto"/>
          </w:tcPr>
          <w:p w:rsidR="00A210CA" w:rsidRPr="000D1F2F" w:rsidRDefault="00A210CA" w:rsidP="00034759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государственным профессиональным образовательным организациям на иные цели на создание условий, способствующих повышению профессионального и личностного потенциала работников государственных профессиональных образовательных организаций, включая повышение квалификации и (или) стажировку на высокотехнологичных </w:t>
            </w: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предприятиях и связанные с этим затраты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A210CA" w:rsidRPr="000D1F2F" w:rsidRDefault="00A210CA" w:rsidP="00034759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Мин-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обра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-зова-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ние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Рязан-ской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облас-ти</w:t>
            </w:r>
            <w:proofErr w:type="spellEnd"/>
          </w:p>
        </w:tc>
        <w:tc>
          <w:tcPr>
            <w:tcW w:w="995" w:type="dxa"/>
            <w:vMerge w:val="restart"/>
            <w:shd w:val="clear" w:color="auto" w:fill="auto"/>
          </w:tcPr>
          <w:p w:rsidR="00A210CA" w:rsidRPr="000D1F2F" w:rsidRDefault="00A210CA" w:rsidP="00034759">
            <w:pPr>
              <w:autoSpaceDE w:val="0"/>
              <w:autoSpaceDN w:val="0"/>
              <w:adjustRightInd w:val="0"/>
              <w:spacing w:line="228" w:lineRule="auto"/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госу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-дар-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ствен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ные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образо-ватель-ные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органи-зации</w:t>
            </w:r>
            <w:proofErr w:type="spellEnd"/>
          </w:p>
        </w:tc>
        <w:tc>
          <w:tcPr>
            <w:tcW w:w="863" w:type="dxa"/>
            <w:gridSpan w:val="2"/>
            <w:shd w:val="clear" w:color="auto" w:fill="auto"/>
          </w:tcPr>
          <w:p w:rsidR="00A210CA" w:rsidRPr="000D1F2F" w:rsidRDefault="00A210CA" w:rsidP="0003475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об-ласт-ной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бюд-жет</w:t>
            </w:r>
            <w:proofErr w:type="spellEnd"/>
          </w:p>
        </w:tc>
        <w:tc>
          <w:tcPr>
            <w:tcW w:w="417" w:type="dxa"/>
            <w:shd w:val="clear" w:color="auto" w:fill="auto"/>
            <w:textDirection w:val="btLr"/>
          </w:tcPr>
          <w:p w:rsidR="00A210CA" w:rsidRPr="008376A1" w:rsidRDefault="00B37A94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  <w:r w:rsidR="00006A1C"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437" w:type="dxa"/>
            <w:gridSpan w:val="2"/>
            <w:shd w:val="clear" w:color="auto" w:fill="auto"/>
            <w:textDirection w:val="btLr"/>
          </w:tcPr>
          <w:p w:rsidR="00A210CA" w:rsidRPr="008376A1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</w:tcPr>
          <w:p w:rsidR="00A210CA" w:rsidRPr="008376A1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4" w:type="dxa"/>
            <w:shd w:val="clear" w:color="auto" w:fill="auto"/>
            <w:textDirection w:val="btLr"/>
          </w:tcPr>
          <w:p w:rsidR="00A210CA" w:rsidRPr="008376A1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A210CA" w:rsidRPr="008376A1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34" w:type="dxa"/>
            <w:gridSpan w:val="2"/>
            <w:shd w:val="clear" w:color="auto" w:fill="auto"/>
            <w:textDirection w:val="btLr"/>
          </w:tcPr>
          <w:p w:rsidR="00A210CA" w:rsidRPr="008376A1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4" w:type="dxa"/>
            <w:shd w:val="clear" w:color="auto" w:fill="auto"/>
            <w:textDirection w:val="btLr"/>
          </w:tcPr>
          <w:p w:rsidR="00A210CA" w:rsidRPr="008376A1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A210CA" w:rsidRPr="008376A1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34" w:type="dxa"/>
            <w:gridSpan w:val="2"/>
            <w:shd w:val="clear" w:color="auto" w:fill="auto"/>
            <w:textDirection w:val="btLr"/>
          </w:tcPr>
          <w:p w:rsidR="00A210CA" w:rsidRPr="008376A1" w:rsidRDefault="00530976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</w:tcPr>
          <w:p w:rsidR="00A210CA" w:rsidRPr="008376A1" w:rsidRDefault="00530976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34" w:type="dxa"/>
            <w:shd w:val="clear" w:color="auto" w:fill="auto"/>
            <w:textDirection w:val="btLr"/>
          </w:tcPr>
          <w:p w:rsidR="00A210CA" w:rsidRPr="008376A1" w:rsidRDefault="004F096D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:rsidR="00A210CA" w:rsidRPr="008376A1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404" w:type="dxa"/>
            <w:shd w:val="clear" w:color="auto" w:fill="auto"/>
            <w:textDirection w:val="btLr"/>
          </w:tcPr>
          <w:p w:rsidR="00A210CA" w:rsidRPr="008376A1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680" w:type="dxa"/>
            <w:vMerge/>
            <w:shd w:val="clear" w:color="auto" w:fill="auto"/>
          </w:tcPr>
          <w:p w:rsidR="00A210CA" w:rsidRPr="000D1F2F" w:rsidRDefault="00A210CA" w:rsidP="00034759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34759" w:rsidRPr="000D1F2F" w:rsidTr="00034759">
        <w:trPr>
          <w:trHeight w:val="1134"/>
        </w:trPr>
        <w:tc>
          <w:tcPr>
            <w:tcW w:w="473" w:type="dxa"/>
            <w:vMerge/>
            <w:shd w:val="clear" w:color="auto" w:fill="auto"/>
          </w:tcPr>
          <w:p w:rsidR="00A210CA" w:rsidRPr="000D1F2F" w:rsidRDefault="00A210CA" w:rsidP="00F13601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59" w:type="dxa"/>
            <w:vMerge/>
            <w:shd w:val="clear" w:color="auto" w:fill="auto"/>
          </w:tcPr>
          <w:p w:rsidR="00A210CA" w:rsidRPr="000D1F2F" w:rsidRDefault="00A210CA" w:rsidP="00034759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A210CA" w:rsidRPr="000D1F2F" w:rsidRDefault="00A210CA" w:rsidP="00034759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vMerge/>
            <w:shd w:val="clear" w:color="auto" w:fill="auto"/>
          </w:tcPr>
          <w:p w:rsidR="00A210CA" w:rsidRPr="000D1F2F" w:rsidRDefault="00A210CA" w:rsidP="00034759">
            <w:pPr>
              <w:autoSpaceDE w:val="0"/>
              <w:autoSpaceDN w:val="0"/>
              <w:adjustRightInd w:val="0"/>
              <w:spacing w:line="228" w:lineRule="auto"/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shd w:val="clear" w:color="auto" w:fill="auto"/>
          </w:tcPr>
          <w:p w:rsidR="00A210CA" w:rsidRPr="000D1F2F" w:rsidRDefault="00A210CA" w:rsidP="0003475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феде-раль-ный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бюд-жет</w:t>
            </w:r>
            <w:proofErr w:type="spellEnd"/>
          </w:p>
        </w:tc>
        <w:tc>
          <w:tcPr>
            <w:tcW w:w="417" w:type="dxa"/>
            <w:shd w:val="clear" w:color="auto" w:fill="auto"/>
            <w:textDirection w:val="btLr"/>
          </w:tcPr>
          <w:p w:rsidR="00A210CA" w:rsidRPr="008376A1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268</w:t>
            </w:r>
          </w:p>
        </w:tc>
        <w:tc>
          <w:tcPr>
            <w:tcW w:w="437" w:type="dxa"/>
            <w:gridSpan w:val="2"/>
            <w:shd w:val="clear" w:color="auto" w:fill="auto"/>
            <w:textDirection w:val="btLr"/>
          </w:tcPr>
          <w:p w:rsidR="00A210CA" w:rsidRPr="008376A1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</w:tcPr>
          <w:p w:rsidR="00A210CA" w:rsidRPr="008376A1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268</w:t>
            </w:r>
          </w:p>
        </w:tc>
        <w:tc>
          <w:tcPr>
            <w:tcW w:w="424" w:type="dxa"/>
            <w:shd w:val="clear" w:color="auto" w:fill="auto"/>
            <w:textDirection w:val="btLr"/>
          </w:tcPr>
          <w:p w:rsidR="00A210CA" w:rsidRPr="008376A1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A210CA" w:rsidRPr="008376A1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34" w:type="dxa"/>
            <w:gridSpan w:val="2"/>
            <w:shd w:val="clear" w:color="auto" w:fill="auto"/>
            <w:textDirection w:val="btLr"/>
          </w:tcPr>
          <w:p w:rsidR="00A210CA" w:rsidRPr="008376A1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4" w:type="dxa"/>
            <w:shd w:val="clear" w:color="auto" w:fill="auto"/>
            <w:textDirection w:val="btLr"/>
          </w:tcPr>
          <w:p w:rsidR="00A210CA" w:rsidRPr="008376A1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A210CA" w:rsidRPr="008376A1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34" w:type="dxa"/>
            <w:gridSpan w:val="2"/>
            <w:shd w:val="clear" w:color="auto" w:fill="auto"/>
            <w:textDirection w:val="btLr"/>
          </w:tcPr>
          <w:p w:rsidR="00A210CA" w:rsidRPr="008376A1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</w:tcPr>
          <w:p w:rsidR="00A210CA" w:rsidRPr="008376A1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34" w:type="dxa"/>
            <w:shd w:val="clear" w:color="auto" w:fill="auto"/>
            <w:textDirection w:val="btLr"/>
          </w:tcPr>
          <w:p w:rsidR="00A210CA" w:rsidRPr="008376A1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:rsidR="00A210CA" w:rsidRPr="008376A1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04" w:type="dxa"/>
            <w:shd w:val="clear" w:color="auto" w:fill="auto"/>
            <w:textDirection w:val="btLr"/>
          </w:tcPr>
          <w:p w:rsidR="00A210CA" w:rsidRPr="008376A1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80" w:type="dxa"/>
            <w:vMerge/>
            <w:shd w:val="clear" w:color="auto" w:fill="auto"/>
          </w:tcPr>
          <w:p w:rsidR="00A210CA" w:rsidRPr="000D1F2F" w:rsidRDefault="00A210CA" w:rsidP="0003475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34759" w:rsidRPr="000D1F2F" w:rsidTr="00034759">
        <w:trPr>
          <w:cantSplit/>
          <w:trHeight w:val="1134"/>
        </w:trPr>
        <w:tc>
          <w:tcPr>
            <w:tcW w:w="473" w:type="dxa"/>
            <w:shd w:val="clear" w:color="auto" w:fill="auto"/>
          </w:tcPr>
          <w:p w:rsidR="004F096D" w:rsidRPr="000D1F2F" w:rsidRDefault="004F096D" w:rsidP="00F13601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3159" w:type="dxa"/>
            <w:shd w:val="clear" w:color="auto" w:fill="auto"/>
          </w:tcPr>
          <w:p w:rsidR="004F096D" w:rsidRPr="000D1F2F" w:rsidRDefault="004F096D" w:rsidP="00034759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основных профессиональных образовательных программ среднего профессионального образования и основных программ профессионального обучения (государственные профессиональные образовательные организации)</w:t>
            </w:r>
          </w:p>
        </w:tc>
        <w:tc>
          <w:tcPr>
            <w:tcW w:w="991" w:type="dxa"/>
            <w:shd w:val="clear" w:color="auto" w:fill="auto"/>
          </w:tcPr>
          <w:p w:rsidR="004F096D" w:rsidRPr="000D1F2F" w:rsidRDefault="004F096D" w:rsidP="00034759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Мин-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обра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-зова-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ние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Рязан-ской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облас-ти</w:t>
            </w:r>
            <w:proofErr w:type="spellEnd"/>
          </w:p>
        </w:tc>
        <w:tc>
          <w:tcPr>
            <w:tcW w:w="995" w:type="dxa"/>
            <w:shd w:val="clear" w:color="auto" w:fill="auto"/>
          </w:tcPr>
          <w:p w:rsidR="004F096D" w:rsidRPr="000D1F2F" w:rsidRDefault="004F096D" w:rsidP="00034759">
            <w:pPr>
              <w:spacing w:line="228" w:lineRule="auto"/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госу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-дар-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ствен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ные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образо-ватель-ные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органи-зации</w:t>
            </w:r>
            <w:proofErr w:type="spellEnd"/>
          </w:p>
        </w:tc>
        <w:tc>
          <w:tcPr>
            <w:tcW w:w="863" w:type="dxa"/>
            <w:gridSpan w:val="2"/>
            <w:shd w:val="clear" w:color="auto" w:fill="auto"/>
          </w:tcPr>
          <w:p w:rsidR="004F096D" w:rsidRPr="000D1F2F" w:rsidRDefault="004F096D" w:rsidP="0003475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об-ласт-ной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бюд-жет</w:t>
            </w:r>
            <w:proofErr w:type="spellEnd"/>
          </w:p>
        </w:tc>
        <w:tc>
          <w:tcPr>
            <w:tcW w:w="417" w:type="dxa"/>
            <w:shd w:val="clear" w:color="auto" w:fill="auto"/>
            <w:textDirection w:val="btLr"/>
          </w:tcPr>
          <w:p w:rsidR="004F096D" w:rsidRPr="008376A1" w:rsidRDefault="00A10918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15718355,14125</w:t>
            </w:r>
          </w:p>
        </w:tc>
        <w:tc>
          <w:tcPr>
            <w:tcW w:w="437" w:type="dxa"/>
            <w:gridSpan w:val="2"/>
            <w:shd w:val="clear" w:color="auto" w:fill="auto"/>
            <w:textDirection w:val="btLr"/>
          </w:tcPr>
          <w:p w:rsidR="004F096D" w:rsidRPr="008376A1" w:rsidRDefault="004F096D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1030007,7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</w:tcPr>
          <w:p w:rsidR="004F096D" w:rsidRPr="008376A1" w:rsidRDefault="004F096D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1021452,98978</w:t>
            </w:r>
          </w:p>
        </w:tc>
        <w:tc>
          <w:tcPr>
            <w:tcW w:w="424" w:type="dxa"/>
            <w:shd w:val="clear" w:color="auto" w:fill="auto"/>
            <w:textDirection w:val="btLr"/>
          </w:tcPr>
          <w:p w:rsidR="004F096D" w:rsidRPr="008376A1" w:rsidRDefault="004F096D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1044982,47545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4F096D" w:rsidRPr="008376A1" w:rsidRDefault="004F096D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1098170,98685</w:t>
            </w:r>
          </w:p>
        </w:tc>
        <w:tc>
          <w:tcPr>
            <w:tcW w:w="434" w:type="dxa"/>
            <w:gridSpan w:val="2"/>
            <w:shd w:val="clear" w:color="auto" w:fill="auto"/>
            <w:textDirection w:val="btLr"/>
          </w:tcPr>
          <w:p w:rsidR="004F096D" w:rsidRPr="008376A1" w:rsidRDefault="004F096D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sz w:val="24"/>
                <w:szCs w:val="24"/>
              </w:rPr>
              <w:t>1154930,9017</w:t>
            </w:r>
          </w:p>
        </w:tc>
        <w:tc>
          <w:tcPr>
            <w:tcW w:w="424" w:type="dxa"/>
            <w:shd w:val="clear" w:color="auto" w:fill="auto"/>
            <w:textDirection w:val="btLr"/>
          </w:tcPr>
          <w:p w:rsidR="004F096D" w:rsidRPr="008376A1" w:rsidRDefault="004F096D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1263839,44289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4F096D" w:rsidRPr="008376A1" w:rsidRDefault="00FC3651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376A1">
              <w:rPr>
                <w:rFonts w:ascii="Times New Roman" w:hAnsi="Times New Roman"/>
                <w:sz w:val="22"/>
                <w:szCs w:val="22"/>
              </w:rPr>
              <w:t>1357561,70438</w:t>
            </w:r>
          </w:p>
        </w:tc>
        <w:tc>
          <w:tcPr>
            <w:tcW w:w="434" w:type="dxa"/>
            <w:gridSpan w:val="2"/>
            <w:shd w:val="clear" w:color="auto" w:fill="auto"/>
            <w:textDirection w:val="btLr"/>
          </w:tcPr>
          <w:p w:rsidR="004F096D" w:rsidRPr="008376A1" w:rsidRDefault="008376A1" w:rsidP="00034759">
            <w:pPr>
              <w:spacing w:line="228" w:lineRule="auto"/>
              <w:ind w:left="113" w:right="113"/>
              <w:jc w:val="right"/>
              <w:rPr>
                <w:sz w:val="22"/>
                <w:szCs w:val="22"/>
              </w:rPr>
            </w:pPr>
            <w:r w:rsidRPr="008376A1">
              <w:rPr>
                <w:sz w:val="22"/>
                <w:szCs w:val="22"/>
              </w:rPr>
              <w:t>1412</w:t>
            </w:r>
            <w:r w:rsidR="004F096D" w:rsidRPr="008376A1">
              <w:rPr>
                <w:sz w:val="22"/>
                <w:szCs w:val="22"/>
              </w:rPr>
              <w:t>930,44629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</w:tcPr>
          <w:p w:rsidR="004F096D" w:rsidRPr="008376A1" w:rsidRDefault="006B47C4" w:rsidP="00034759">
            <w:pPr>
              <w:spacing w:line="228" w:lineRule="auto"/>
              <w:ind w:left="113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376A1" w:rsidRPr="008376A1">
              <w:rPr>
                <w:sz w:val="22"/>
                <w:szCs w:val="22"/>
              </w:rPr>
              <w:t>111</w:t>
            </w:r>
            <w:r w:rsidR="004F096D" w:rsidRPr="008376A1">
              <w:rPr>
                <w:sz w:val="22"/>
                <w:szCs w:val="22"/>
              </w:rPr>
              <w:t>650,71632</w:t>
            </w:r>
          </w:p>
        </w:tc>
        <w:tc>
          <w:tcPr>
            <w:tcW w:w="434" w:type="dxa"/>
            <w:shd w:val="clear" w:color="auto" w:fill="auto"/>
            <w:textDirection w:val="btLr"/>
          </w:tcPr>
          <w:p w:rsidR="004F096D" w:rsidRPr="008376A1" w:rsidRDefault="008376A1" w:rsidP="00034759">
            <w:pPr>
              <w:spacing w:line="228" w:lineRule="auto"/>
              <w:ind w:left="113" w:right="113"/>
              <w:jc w:val="right"/>
              <w:rPr>
                <w:sz w:val="22"/>
                <w:szCs w:val="22"/>
              </w:rPr>
            </w:pPr>
            <w:r w:rsidRPr="008376A1">
              <w:rPr>
                <w:sz w:val="22"/>
                <w:szCs w:val="22"/>
              </w:rPr>
              <w:t>1</w:t>
            </w:r>
            <w:r w:rsidR="004F096D" w:rsidRPr="008376A1">
              <w:rPr>
                <w:sz w:val="22"/>
                <w:szCs w:val="22"/>
              </w:rPr>
              <w:t>2</w:t>
            </w:r>
            <w:r w:rsidRPr="008376A1">
              <w:rPr>
                <w:sz w:val="22"/>
                <w:szCs w:val="22"/>
              </w:rPr>
              <w:t>31</w:t>
            </w:r>
            <w:r w:rsidR="004F096D" w:rsidRPr="008376A1">
              <w:rPr>
                <w:sz w:val="22"/>
                <w:szCs w:val="22"/>
              </w:rPr>
              <w:t>704,37759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:rsidR="004F096D" w:rsidRPr="008376A1" w:rsidRDefault="004F096D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1995561,7</w:t>
            </w:r>
          </w:p>
        </w:tc>
        <w:tc>
          <w:tcPr>
            <w:tcW w:w="404" w:type="dxa"/>
            <w:shd w:val="clear" w:color="auto" w:fill="auto"/>
            <w:textDirection w:val="btLr"/>
          </w:tcPr>
          <w:p w:rsidR="004F096D" w:rsidRPr="008376A1" w:rsidRDefault="004F096D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1995561,7</w:t>
            </w:r>
          </w:p>
        </w:tc>
        <w:tc>
          <w:tcPr>
            <w:tcW w:w="2680" w:type="dxa"/>
            <w:vMerge/>
            <w:shd w:val="clear" w:color="auto" w:fill="auto"/>
          </w:tcPr>
          <w:p w:rsidR="004F096D" w:rsidRPr="000D1F2F" w:rsidRDefault="004F096D" w:rsidP="0003475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34759" w:rsidRPr="000D1F2F" w:rsidTr="00034759">
        <w:trPr>
          <w:trHeight w:val="1134"/>
        </w:trPr>
        <w:tc>
          <w:tcPr>
            <w:tcW w:w="473" w:type="dxa"/>
            <w:shd w:val="clear" w:color="auto" w:fill="auto"/>
          </w:tcPr>
          <w:p w:rsidR="00A210CA" w:rsidRPr="000D1F2F" w:rsidRDefault="00A210CA" w:rsidP="00F13601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1.4.</w:t>
            </w:r>
          </w:p>
        </w:tc>
        <w:tc>
          <w:tcPr>
            <w:tcW w:w="3159" w:type="dxa"/>
            <w:shd w:val="clear" w:color="auto" w:fill="auto"/>
          </w:tcPr>
          <w:p w:rsidR="00A210CA" w:rsidRPr="000D1F2F" w:rsidRDefault="00A210CA" w:rsidP="00034759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Субсидии государственным образовательным организациям на иные цели на проведение текущего ремонта, приобретение материалов и основных средств, не относящихся к капитальным вложениям в объекты государственной собственности, с целью их подготовки к новому учебному году</w:t>
            </w:r>
          </w:p>
        </w:tc>
        <w:tc>
          <w:tcPr>
            <w:tcW w:w="991" w:type="dxa"/>
            <w:shd w:val="clear" w:color="auto" w:fill="auto"/>
          </w:tcPr>
          <w:p w:rsidR="00A210CA" w:rsidRPr="000D1F2F" w:rsidRDefault="00A210CA" w:rsidP="00034759">
            <w:pPr>
              <w:spacing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Мин-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обра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-зова-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ние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Рязан-ской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облас-ти</w:t>
            </w:r>
            <w:proofErr w:type="spellEnd"/>
          </w:p>
        </w:tc>
        <w:tc>
          <w:tcPr>
            <w:tcW w:w="995" w:type="dxa"/>
            <w:shd w:val="clear" w:color="auto" w:fill="auto"/>
          </w:tcPr>
          <w:p w:rsidR="00A210CA" w:rsidRPr="000D1F2F" w:rsidRDefault="00A210CA" w:rsidP="00034759">
            <w:pPr>
              <w:spacing w:line="228" w:lineRule="auto"/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госу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-дар-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ствен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ные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образо-ватель-ные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органи-зации</w:t>
            </w:r>
            <w:proofErr w:type="spellEnd"/>
          </w:p>
        </w:tc>
        <w:tc>
          <w:tcPr>
            <w:tcW w:w="863" w:type="dxa"/>
            <w:gridSpan w:val="2"/>
            <w:shd w:val="clear" w:color="auto" w:fill="auto"/>
          </w:tcPr>
          <w:p w:rsidR="00A210CA" w:rsidRPr="000D1F2F" w:rsidRDefault="00A210CA" w:rsidP="0003475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об-ласт-ной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бюд-жет</w:t>
            </w:r>
            <w:proofErr w:type="spellEnd"/>
          </w:p>
        </w:tc>
        <w:tc>
          <w:tcPr>
            <w:tcW w:w="417" w:type="dxa"/>
            <w:shd w:val="clear" w:color="auto" w:fill="auto"/>
            <w:textDirection w:val="btLr"/>
          </w:tcPr>
          <w:p w:rsidR="00A210CA" w:rsidRPr="008376A1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28092,54</w:t>
            </w:r>
          </w:p>
        </w:tc>
        <w:tc>
          <w:tcPr>
            <w:tcW w:w="437" w:type="dxa"/>
            <w:gridSpan w:val="2"/>
            <w:shd w:val="clear" w:color="auto" w:fill="auto"/>
            <w:textDirection w:val="btLr"/>
          </w:tcPr>
          <w:p w:rsidR="00A210CA" w:rsidRPr="008376A1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28092,54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</w:tcPr>
          <w:p w:rsidR="00A210CA" w:rsidRPr="008376A1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4" w:type="dxa"/>
            <w:shd w:val="clear" w:color="auto" w:fill="auto"/>
            <w:textDirection w:val="btLr"/>
          </w:tcPr>
          <w:p w:rsidR="00A210CA" w:rsidRPr="008376A1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A210CA" w:rsidRPr="008376A1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34" w:type="dxa"/>
            <w:gridSpan w:val="2"/>
            <w:shd w:val="clear" w:color="auto" w:fill="auto"/>
            <w:textDirection w:val="btLr"/>
          </w:tcPr>
          <w:p w:rsidR="00A210CA" w:rsidRPr="008376A1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4" w:type="dxa"/>
            <w:shd w:val="clear" w:color="auto" w:fill="auto"/>
            <w:textDirection w:val="btLr"/>
          </w:tcPr>
          <w:p w:rsidR="00A210CA" w:rsidRPr="008376A1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A210CA" w:rsidRPr="008376A1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34" w:type="dxa"/>
            <w:gridSpan w:val="2"/>
            <w:shd w:val="clear" w:color="auto" w:fill="auto"/>
            <w:textDirection w:val="btLr"/>
          </w:tcPr>
          <w:p w:rsidR="00A210CA" w:rsidRPr="008376A1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</w:tcPr>
          <w:p w:rsidR="00A210CA" w:rsidRPr="008376A1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34" w:type="dxa"/>
            <w:shd w:val="clear" w:color="auto" w:fill="auto"/>
            <w:textDirection w:val="btLr"/>
          </w:tcPr>
          <w:p w:rsidR="00A210CA" w:rsidRPr="008376A1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:rsidR="00A210CA" w:rsidRPr="008376A1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04" w:type="dxa"/>
            <w:shd w:val="clear" w:color="auto" w:fill="auto"/>
            <w:textDirection w:val="btLr"/>
          </w:tcPr>
          <w:p w:rsidR="00A210CA" w:rsidRPr="008376A1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80" w:type="dxa"/>
            <w:vMerge/>
            <w:shd w:val="clear" w:color="auto" w:fill="auto"/>
          </w:tcPr>
          <w:p w:rsidR="00A210CA" w:rsidRPr="000D1F2F" w:rsidRDefault="00A210CA" w:rsidP="0003475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34759" w:rsidRPr="000D1F2F" w:rsidTr="00034759">
        <w:trPr>
          <w:trHeight w:val="1458"/>
        </w:trPr>
        <w:tc>
          <w:tcPr>
            <w:tcW w:w="473" w:type="dxa"/>
            <w:vMerge w:val="restart"/>
            <w:shd w:val="clear" w:color="auto" w:fill="auto"/>
          </w:tcPr>
          <w:p w:rsidR="00A210CA" w:rsidRPr="000D1F2F" w:rsidRDefault="00A210CA" w:rsidP="00F13601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1.5.</w:t>
            </w:r>
          </w:p>
        </w:tc>
        <w:tc>
          <w:tcPr>
            <w:tcW w:w="3159" w:type="dxa"/>
            <w:vMerge w:val="restart"/>
            <w:shd w:val="clear" w:color="auto" w:fill="auto"/>
          </w:tcPr>
          <w:p w:rsidR="00A210CA" w:rsidRPr="000D1F2F" w:rsidRDefault="00A210CA" w:rsidP="00034759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государственным профессиональным образовательным организациям на иные цели на создание базовых </w:t>
            </w: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профессиональных образовательных организаций, обеспечивающих поддержку функционирования региональной системы инклюзивного среднего профессионального образования инвалидов и лиц с ограниченными возможностями здоровья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A210CA" w:rsidRPr="000D1F2F" w:rsidRDefault="00A210CA" w:rsidP="00034759">
            <w:pPr>
              <w:spacing w:line="228" w:lineRule="auto"/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Мин-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обра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-зова-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ние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Рязан-</w:t>
            </w: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ской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области</w:t>
            </w:r>
          </w:p>
        </w:tc>
        <w:tc>
          <w:tcPr>
            <w:tcW w:w="995" w:type="dxa"/>
            <w:vMerge w:val="restart"/>
            <w:shd w:val="clear" w:color="auto" w:fill="auto"/>
          </w:tcPr>
          <w:p w:rsidR="00A210CA" w:rsidRPr="000D1F2F" w:rsidRDefault="00A210CA" w:rsidP="00034759">
            <w:pPr>
              <w:spacing w:line="228" w:lineRule="auto"/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-дар-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ствен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ные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образо-</w:t>
            </w: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ватель-ные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органи-зации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A210CA" w:rsidRPr="000D1F2F" w:rsidRDefault="00A210CA" w:rsidP="0003475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об-ласт-ной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бюд-жет</w:t>
            </w:r>
            <w:proofErr w:type="spellEnd"/>
          </w:p>
        </w:tc>
        <w:tc>
          <w:tcPr>
            <w:tcW w:w="429" w:type="dxa"/>
            <w:gridSpan w:val="2"/>
            <w:shd w:val="clear" w:color="auto" w:fill="auto"/>
            <w:textDirection w:val="btLr"/>
          </w:tcPr>
          <w:p w:rsidR="00A210CA" w:rsidRPr="008376A1" w:rsidRDefault="00006A1C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3018,64705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A210CA" w:rsidRPr="008376A1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</w:tcPr>
          <w:p w:rsidR="00A210CA" w:rsidRPr="008376A1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36" w:type="dxa"/>
            <w:gridSpan w:val="2"/>
            <w:shd w:val="clear" w:color="auto" w:fill="auto"/>
            <w:textDirection w:val="btLr"/>
          </w:tcPr>
          <w:p w:rsidR="00A210CA" w:rsidRPr="008376A1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A210CA" w:rsidRPr="008376A1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A210CA" w:rsidRPr="008376A1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506,13529</w:t>
            </w:r>
          </w:p>
        </w:tc>
        <w:tc>
          <w:tcPr>
            <w:tcW w:w="432" w:type="dxa"/>
            <w:gridSpan w:val="2"/>
            <w:shd w:val="clear" w:color="auto" w:fill="auto"/>
            <w:textDirection w:val="btLr"/>
          </w:tcPr>
          <w:p w:rsidR="00A210CA" w:rsidRPr="008376A1" w:rsidRDefault="00B25729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612,51176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A210CA" w:rsidRPr="008376A1" w:rsidRDefault="00271DC5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A210CA" w:rsidRPr="000D1F2F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8" w:type="dxa"/>
            <w:gridSpan w:val="2"/>
            <w:shd w:val="clear" w:color="auto" w:fill="auto"/>
            <w:textDirection w:val="btLr"/>
          </w:tcPr>
          <w:p w:rsidR="00A210CA" w:rsidRPr="000D1F2F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40" w:type="dxa"/>
            <w:gridSpan w:val="2"/>
            <w:shd w:val="clear" w:color="auto" w:fill="auto"/>
            <w:textDirection w:val="btLr"/>
          </w:tcPr>
          <w:p w:rsidR="00A210CA" w:rsidRPr="000D1F2F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:rsidR="00A210CA" w:rsidRPr="000D1F2F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04" w:type="dxa"/>
            <w:shd w:val="clear" w:color="auto" w:fill="auto"/>
            <w:textDirection w:val="btLr"/>
          </w:tcPr>
          <w:p w:rsidR="00A210CA" w:rsidRPr="000D1F2F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80" w:type="dxa"/>
            <w:vMerge/>
            <w:shd w:val="clear" w:color="auto" w:fill="auto"/>
          </w:tcPr>
          <w:p w:rsidR="00A210CA" w:rsidRPr="000D1F2F" w:rsidRDefault="00A210CA" w:rsidP="00034759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34759" w:rsidRPr="000D1F2F" w:rsidTr="00034759">
        <w:trPr>
          <w:trHeight w:val="1134"/>
        </w:trPr>
        <w:tc>
          <w:tcPr>
            <w:tcW w:w="473" w:type="dxa"/>
            <w:vMerge/>
            <w:shd w:val="clear" w:color="auto" w:fill="auto"/>
          </w:tcPr>
          <w:p w:rsidR="00A210CA" w:rsidRPr="000D1F2F" w:rsidRDefault="00A210CA" w:rsidP="00F13601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59" w:type="dxa"/>
            <w:vMerge/>
            <w:shd w:val="clear" w:color="auto" w:fill="auto"/>
          </w:tcPr>
          <w:p w:rsidR="00A210CA" w:rsidRPr="000D1F2F" w:rsidRDefault="00A210CA" w:rsidP="00034759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A210CA" w:rsidRPr="000D1F2F" w:rsidRDefault="00A210CA" w:rsidP="00034759">
            <w:pPr>
              <w:spacing w:line="228" w:lineRule="auto"/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vMerge/>
            <w:shd w:val="clear" w:color="auto" w:fill="auto"/>
          </w:tcPr>
          <w:p w:rsidR="00A210CA" w:rsidRPr="000D1F2F" w:rsidRDefault="00A210CA" w:rsidP="00034759">
            <w:pPr>
              <w:spacing w:line="228" w:lineRule="auto"/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A210CA" w:rsidRPr="000D1F2F" w:rsidRDefault="00A210CA" w:rsidP="0003475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феде-раль-ный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бюд-жет</w:t>
            </w:r>
            <w:proofErr w:type="spellEnd"/>
          </w:p>
        </w:tc>
        <w:tc>
          <w:tcPr>
            <w:tcW w:w="429" w:type="dxa"/>
            <w:gridSpan w:val="2"/>
            <w:shd w:val="clear" w:color="auto" w:fill="auto"/>
            <w:textDirection w:val="btLr"/>
          </w:tcPr>
          <w:p w:rsidR="00A210CA" w:rsidRPr="008376A1" w:rsidRDefault="00006A1C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17510,9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A210CA" w:rsidRPr="008376A1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</w:tcPr>
          <w:p w:rsidR="00A210CA" w:rsidRPr="008376A1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36" w:type="dxa"/>
            <w:gridSpan w:val="2"/>
            <w:shd w:val="clear" w:color="auto" w:fill="auto"/>
            <w:textDirection w:val="btLr"/>
          </w:tcPr>
          <w:p w:rsidR="00A210CA" w:rsidRPr="008376A1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8905,2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A210CA" w:rsidRPr="008376A1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2266,7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A210CA" w:rsidRPr="008376A1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2868,1</w:t>
            </w:r>
          </w:p>
        </w:tc>
        <w:tc>
          <w:tcPr>
            <w:tcW w:w="432" w:type="dxa"/>
            <w:gridSpan w:val="2"/>
            <w:shd w:val="clear" w:color="auto" w:fill="auto"/>
            <w:textDirection w:val="btLr"/>
          </w:tcPr>
          <w:p w:rsidR="00A210CA" w:rsidRPr="008376A1" w:rsidRDefault="00B25729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3470,9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A210CA" w:rsidRPr="008376A1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A210CA" w:rsidRPr="000D1F2F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8" w:type="dxa"/>
            <w:gridSpan w:val="2"/>
            <w:shd w:val="clear" w:color="auto" w:fill="auto"/>
            <w:textDirection w:val="btLr"/>
          </w:tcPr>
          <w:p w:rsidR="00A210CA" w:rsidRPr="000D1F2F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40" w:type="dxa"/>
            <w:gridSpan w:val="2"/>
            <w:shd w:val="clear" w:color="auto" w:fill="auto"/>
            <w:textDirection w:val="btLr"/>
          </w:tcPr>
          <w:p w:rsidR="00A210CA" w:rsidRPr="000D1F2F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:rsidR="00A210CA" w:rsidRPr="000D1F2F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04" w:type="dxa"/>
            <w:shd w:val="clear" w:color="auto" w:fill="auto"/>
            <w:textDirection w:val="btLr"/>
          </w:tcPr>
          <w:p w:rsidR="00A210CA" w:rsidRPr="000D1F2F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80" w:type="dxa"/>
            <w:vMerge/>
            <w:shd w:val="clear" w:color="auto" w:fill="auto"/>
          </w:tcPr>
          <w:p w:rsidR="00A210CA" w:rsidRPr="000D1F2F" w:rsidRDefault="00A210CA" w:rsidP="00034759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34759" w:rsidRPr="000D1F2F" w:rsidTr="00034759">
        <w:trPr>
          <w:trHeight w:val="1520"/>
        </w:trPr>
        <w:tc>
          <w:tcPr>
            <w:tcW w:w="473" w:type="dxa"/>
            <w:vMerge w:val="restart"/>
            <w:shd w:val="clear" w:color="auto" w:fill="auto"/>
          </w:tcPr>
          <w:p w:rsidR="00A210CA" w:rsidRPr="000D1F2F" w:rsidRDefault="00A210CA" w:rsidP="00F13601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1.6</w:t>
            </w:r>
            <w:r w:rsidR="00F1360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59" w:type="dxa"/>
            <w:vMerge w:val="restart"/>
            <w:shd w:val="clear" w:color="auto" w:fill="auto"/>
          </w:tcPr>
          <w:p w:rsidR="00A210CA" w:rsidRPr="000D1F2F" w:rsidRDefault="00A210CA" w:rsidP="00034759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Субсидии государственным профессиональным образовательным организациям на иные цели на разработку и распространение в системе среднего профессионального образования новых образовательных технологий, форм организации образовательного процесса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A210CA" w:rsidRPr="000D1F2F" w:rsidRDefault="00A210CA" w:rsidP="00034759">
            <w:pPr>
              <w:spacing w:line="228" w:lineRule="auto"/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Мин-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обра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-зова-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ние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Рязан-ской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области</w:t>
            </w:r>
          </w:p>
        </w:tc>
        <w:tc>
          <w:tcPr>
            <w:tcW w:w="995" w:type="dxa"/>
            <w:vMerge w:val="restart"/>
            <w:shd w:val="clear" w:color="auto" w:fill="auto"/>
          </w:tcPr>
          <w:p w:rsidR="00A210CA" w:rsidRPr="000D1F2F" w:rsidRDefault="00A210CA" w:rsidP="00034759">
            <w:pPr>
              <w:spacing w:line="228" w:lineRule="auto"/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госу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-дар-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ствен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ные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образо-ватель-ные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органи-зации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A210CA" w:rsidRPr="000D1F2F" w:rsidRDefault="00A210CA" w:rsidP="0003475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об-ласт-ной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бюд-жет</w:t>
            </w:r>
            <w:proofErr w:type="spellEnd"/>
          </w:p>
        </w:tc>
        <w:tc>
          <w:tcPr>
            <w:tcW w:w="429" w:type="dxa"/>
            <w:gridSpan w:val="2"/>
            <w:shd w:val="clear" w:color="auto" w:fill="auto"/>
            <w:textDirection w:val="btLr"/>
          </w:tcPr>
          <w:p w:rsidR="00A210CA" w:rsidRPr="008376A1" w:rsidRDefault="00006A1C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3600,81176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A210CA" w:rsidRPr="000D1F2F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</w:tcPr>
          <w:p w:rsidR="00A210CA" w:rsidRPr="000D1F2F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36" w:type="dxa"/>
            <w:gridSpan w:val="2"/>
            <w:shd w:val="clear" w:color="auto" w:fill="auto"/>
            <w:textDirection w:val="btLr"/>
          </w:tcPr>
          <w:p w:rsidR="00A210CA" w:rsidRPr="000D1F2F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A210CA" w:rsidRPr="000D1F2F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A210CA" w:rsidRPr="000D1F2F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3600,81176</w:t>
            </w:r>
          </w:p>
        </w:tc>
        <w:tc>
          <w:tcPr>
            <w:tcW w:w="432" w:type="dxa"/>
            <w:gridSpan w:val="2"/>
            <w:shd w:val="clear" w:color="auto" w:fill="auto"/>
            <w:textDirection w:val="btLr"/>
          </w:tcPr>
          <w:p w:rsidR="00A210CA" w:rsidRPr="000D1F2F" w:rsidRDefault="00B25729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A210CA" w:rsidRPr="000D1F2F" w:rsidRDefault="00271DC5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A210CA" w:rsidRPr="000D1F2F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8" w:type="dxa"/>
            <w:gridSpan w:val="2"/>
            <w:shd w:val="clear" w:color="auto" w:fill="auto"/>
            <w:textDirection w:val="btLr"/>
          </w:tcPr>
          <w:p w:rsidR="00A210CA" w:rsidRPr="000D1F2F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40" w:type="dxa"/>
            <w:gridSpan w:val="2"/>
            <w:shd w:val="clear" w:color="auto" w:fill="auto"/>
            <w:textDirection w:val="btLr"/>
          </w:tcPr>
          <w:p w:rsidR="00A210CA" w:rsidRPr="000D1F2F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:rsidR="00A210CA" w:rsidRPr="000D1F2F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04" w:type="dxa"/>
            <w:shd w:val="clear" w:color="auto" w:fill="auto"/>
            <w:textDirection w:val="btLr"/>
          </w:tcPr>
          <w:p w:rsidR="00A210CA" w:rsidRPr="000D1F2F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80" w:type="dxa"/>
            <w:vMerge/>
            <w:shd w:val="clear" w:color="auto" w:fill="auto"/>
          </w:tcPr>
          <w:p w:rsidR="00A210CA" w:rsidRPr="000D1F2F" w:rsidRDefault="00A210CA" w:rsidP="00034759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34759" w:rsidRPr="000D1F2F" w:rsidTr="00034759">
        <w:trPr>
          <w:trHeight w:val="1134"/>
        </w:trPr>
        <w:tc>
          <w:tcPr>
            <w:tcW w:w="473" w:type="dxa"/>
            <w:vMerge/>
            <w:shd w:val="clear" w:color="auto" w:fill="auto"/>
          </w:tcPr>
          <w:p w:rsidR="00A210CA" w:rsidRPr="000D1F2F" w:rsidRDefault="00A210CA" w:rsidP="00F13601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59" w:type="dxa"/>
            <w:vMerge/>
            <w:shd w:val="clear" w:color="auto" w:fill="auto"/>
          </w:tcPr>
          <w:p w:rsidR="00A210CA" w:rsidRPr="000D1F2F" w:rsidRDefault="00A210CA" w:rsidP="00034759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A210CA" w:rsidRPr="000D1F2F" w:rsidRDefault="00A210CA" w:rsidP="00034759">
            <w:pPr>
              <w:spacing w:line="228" w:lineRule="auto"/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vMerge/>
            <w:shd w:val="clear" w:color="auto" w:fill="auto"/>
          </w:tcPr>
          <w:p w:rsidR="00A210CA" w:rsidRPr="000D1F2F" w:rsidRDefault="00A210CA" w:rsidP="00034759">
            <w:pPr>
              <w:spacing w:line="228" w:lineRule="auto"/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A210CA" w:rsidRPr="000D1F2F" w:rsidRDefault="00A210CA" w:rsidP="0003475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феде-раль-ный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бюд-жет</w:t>
            </w:r>
            <w:proofErr w:type="spellEnd"/>
          </w:p>
        </w:tc>
        <w:tc>
          <w:tcPr>
            <w:tcW w:w="429" w:type="dxa"/>
            <w:gridSpan w:val="2"/>
            <w:shd w:val="clear" w:color="auto" w:fill="auto"/>
            <w:textDirection w:val="btLr"/>
          </w:tcPr>
          <w:p w:rsidR="00A210CA" w:rsidRPr="008376A1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20404,6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A210CA" w:rsidRPr="000D1F2F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</w:tcPr>
          <w:p w:rsidR="00A210CA" w:rsidRPr="000D1F2F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36" w:type="dxa"/>
            <w:gridSpan w:val="2"/>
            <w:shd w:val="clear" w:color="auto" w:fill="auto"/>
            <w:textDirection w:val="btLr"/>
          </w:tcPr>
          <w:p w:rsidR="00A210CA" w:rsidRPr="000D1F2F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A210CA" w:rsidRPr="000D1F2F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A210CA" w:rsidRPr="000D1F2F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20404,6</w:t>
            </w:r>
          </w:p>
        </w:tc>
        <w:tc>
          <w:tcPr>
            <w:tcW w:w="432" w:type="dxa"/>
            <w:gridSpan w:val="2"/>
            <w:shd w:val="clear" w:color="auto" w:fill="auto"/>
            <w:textDirection w:val="btLr"/>
          </w:tcPr>
          <w:p w:rsidR="00A210CA" w:rsidRPr="000D1F2F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A210CA" w:rsidRPr="000D1F2F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A210CA" w:rsidRPr="000D1F2F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8" w:type="dxa"/>
            <w:gridSpan w:val="2"/>
            <w:shd w:val="clear" w:color="auto" w:fill="auto"/>
            <w:textDirection w:val="btLr"/>
          </w:tcPr>
          <w:p w:rsidR="00A210CA" w:rsidRPr="000D1F2F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40" w:type="dxa"/>
            <w:gridSpan w:val="2"/>
            <w:shd w:val="clear" w:color="auto" w:fill="auto"/>
            <w:textDirection w:val="btLr"/>
          </w:tcPr>
          <w:p w:rsidR="00A210CA" w:rsidRPr="000D1F2F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:rsidR="00A210CA" w:rsidRPr="000D1F2F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04" w:type="dxa"/>
            <w:shd w:val="clear" w:color="auto" w:fill="auto"/>
            <w:textDirection w:val="btLr"/>
          </w:tcPr>
          <w:p w:rsidR="00A210CA" w:rsidRPr="000D1F2F" w:rsidRDefault="00A210CA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80" w:type="dxa"/>
            <w:vMerge/>
            <w:shd w:val="clear" w:color="auto" w:fill="auto"/>
          </w:tcPr>
          <w:p w:rsidR="00A210CA" w:rsidRPr="000D1F2F" w:rsidRDefault="00A210CA" w:rsidP="00034759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A69C4" w:rsidRDefault="00FA69C4"/>
    <w:p w:rsidR="00034759" w:rsidRDefault="00034759"/>
    <w:p w:rsidR="00034759" w:rsidRDefault="00034759"/>
    <w:p w:rsidR="00034759" w:rsidRDefault="00034759"/>
    <w:p w:rsidR="00034759" w:rsidRDefault="00034759"/>
    <w:p w:rsidR="00791540" w:rsidRDefault="00791540"/>
    <w:p w:rsidR="00791540" w:rsidRDefault="00791540"/>
    <w:p w:rsidR="00791540" w:rsidRDefault="00791540"/>
    <w:p w:rsidR="00791540" w:rsidRDefault="00791540"/>
    <w:p w:rsidR="00034759" w:rsidRDefault="00034759"/>
    <w:p w:rsidR="00034759" w:rsidRDefault="00034759"/>
    <w:tbl>
      <w:tblPr>
        <w:tblW w:w="14698" w:type="dxa"/>
        <w:tblInd w:w="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6"/>
        <w:gridCol w:w="3436"/>
        <w:gridCol w:w="993"/>
        <w:gridCol w:w="993"/>
        <w:gridCol w:w="850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05"/>
        <w:gridCol w:w="2442"/>
      </w:tblGrid>
      <w:tr w:rsidR="00FA69C4" w:rsidRPr="000D1F2F" w:rsidTr="00791540">
        <w:trPr>
          <w:trHeight w:val="328"/>
          <w:tblHeader/>
        </w:trPr>
        <w:tc>
          <w:tcPr>
            <w:tcW w:w="476" w:type="dxa"/>
            <w:tcBorders>
              <w:bottom w:val="single" w:sz="6" w:space="0" w:color="000000"/>
            </w:tcBorders>
            <w:shd w:val="clear" w:color="auto" w:fill="auto"/>
          </w:tcPr>
          <w:p w:rsidR="00FA69C4" w:rsidRPr="000D1F2F" w:rsidRDefault="00FA69C4" w:rsidP="00F1360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36" w:type="dxa"/>
            <w:tcBorders>
              <w:bottom w:val="single" w:sz="6" w:space="0" w:color="000000"/>
            </w:tcBorders>
            <w:shd w:val="clear" w:color="auto" w:fill="auto"/>
          </w:tcPr>
          <w:p w:rsidR="00FA69C4" w:rsidRPr="000D1F2F" w:rsidRDefault="00FA69C4" w:rsidP="00FA69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</w:tcBorders>
            <w:shd w:val="clear" w:color="auto" w:fill="auto"/>
          </w:tcPr>
          <w:p w:rsidR="00FA69C4" w:rsidRPr="000D1F2F" w:rsidRDefault="00FA69C4" w:rsidP="00FA69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</w:tcBorders>
            <w:shd w:val="clear" w:color="auto" w:fill="auto"/>
          </w:tcPr>
          <w:p w:rsidR="00FA69C4" w:rsidRPr="000D1F2F" w:rsidRDefault="00FA69C4" w:rsidP="00FA69C4">
            <w:pPr>
              <w:autoSpaceDE w:val="0"/>
              <w:autoSpaceDN w:val="0"/>
              <w:adjustRightInd w:val="0"/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FA69C4" w:rsidRPr="000D1F2F" w:rsidRDefault="00FA69C4" w:rsidP="00FA69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FA69C4" w:rsidRPr="000D1F2F" w:rsidRDefault="00FA69C4" w:rsidP="00FA69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6" w:type="dxa"/>
            <w:shd w:val="clear" w:color="auto" w:fill="auto"/>
          </w:tcPr>
          <w:p w:rsidR="00FA69C4" w:rsidRPr="000D1F2F" w:rsidRDefault="00FA69C4" w:rsidP="00FA69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5" w:type="dxa"/>
            <w:shd w:val="clear" w:color="auto" w:fill="auto"/>
          </w:tcPr>
          <w:p w:rsidR="00FA69C4" w:rsidRPr="000D1F2F" w:rsidRDefault="00FA69C4" w:rsidP="00FA69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5" w:type="dxa"/>
            <w:shd w:val="clear" w:color="auto" w:fill="auto"/>
          </w:tcPr>
          <w:p w:rsidR="00FA69C4" w:rsidRPr="000D1F2F" w:rsidRDefault="00FA69C4" w:rsidP="00FA69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5" w:type="dxa"/>
            <w:shd w:val="clear" w:color="auto" w:fill="auto"/>
          </w:tcPr>
          <w:p w:rsidR="00FA69C4" w:rsidRPr="000D1F2F" w:rsidRDefault="00FA69C4" w:rsidP="00FA69C4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shd w:val="clear" w:color="auto" w:fill="auto"/>
          </w:tcPr>
          <w:p w:rsidR="00FA69C4" w:rsidRPr="000D1F2F" w:rsidRDefault="00FA69C4" w:rsidP="00FA69C4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FA69C4" w:rsidRPr="000D1F2F" w:rsidRDefault="00FA69C4" w:rsidP="00FA69C4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5" w:type="dxa"/>
            <w:shd w:val="clear" w:color="auto" w:fill="auto"/>
          </w:tcPr>
          <w:p w:rsidR="00FA69C4" w:rsidRPr="000D1F2F" w:rsidRDefault="00FA69C4" w:rsidP="00FA69C4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" w:type="dxa"/>
            <w:shd w:val="clear" w:color="auto" w:fill="auto"/>
          </w:tcPr>
          <w:p w:rsidR="00FA69C4" w:rsidRPr="000D1F2F" w:rsidRDefault="00FA69C4" w:rsidP="00FA69C4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6" w:type="dxa"/>
            <w:shd w:val="clear" w:color="auto" w:fill="auto"/>
          </w:tcPr>
          <w:p w:rsidR="00FA69C4" w:rsidRPr="000D1F2F" w:rsidRDefault="00FA69C4" w:rsidP="00FA69C4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5" w:type="dxa"/>
            <w:shd w:val="clear" w:color="auto" w:fill="auto"/>
          </w:tcPr>
          <w:p w:rsidR="00FA69C4" w:rsidRPr="000D1F2F" w:rsidRDefault="00FA69C4" w:rsidP="00FA69C4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25" w:type="dxa"/>
            <w:shd w:val="clear" w:color="auto" w:fill="auto"/>
          </w:tcPr>
          <w:p w:rsidR="00FA69C4" w:rsidRPr="000D1F2F" w:rsidRDefault="00FA69C4" w:rsidP="00FA69C4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05" w:type="dxa"/>
            <w:shd w:val="clear" w:color="auto" w:fill="auto"/>
          </w:tcPr>
          <w:p w:rsidR="00FA69C4" w:rsidRPr="000D1F2F" w:rsidRDefault="00FA69C4" w:rsidP="00FA69C4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42" w:type="dxa"/>
            <w:tcBorders>
              <w:bottom w:val="single" w:sz="4" w:space="0" w:color="auto"/>
            </w:tcBorders>
            <w:shd w:val="clear" w:color="auto" w:fill="auto"/>
          </w:tcPr>
          <w:p w:rsidR="00FA69C4" w:rsidRPr="000D1F2F" w:rsidRDefault="00FA69C4" w:rsidP="00FA69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</w:tr>
      <w:tr w:rsidR="00034759" w:rsidRPr="000D1F2F" w:rsidTr="00791540">
        <w:trPr>
          <w:trHeight w:val="2814"/>
        </w:trPr>
        <w:tc>
          <w:tcPr>
            <w:tcW w:w="476" w:type="dxa"/>
            <w:tcBorders>
              <w:bottom w:val="nil"/>
            </w:tcBorders>
            <w:shd w:val="clear" w:color="auto" w:fill="auto"/>
          </w:tcPr>
          <w:p w:rsidR="00034759" w:rsidRPr="000D1F2F" w:rsidRDefault="00034759" w:rsidP="00F1360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36" w:type="dxa"/>
            <w:tcBorders>
              <w:bottom w:val="nil"/>
            </w:tcBorders>
            <w:shd w:val="clear" w:color="auto" w:fill="auto"/>
          </w:tcPr>
          <w:p w:rsidR="00034759" w:rsidRPr="000D1F2F" w:rsidRDefault="00034759" w:rsidP="00A10918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Задача 2. Повышение привлекательности программ среднего профессионального образования по подготовке квалифицированных кадров, востребованных на региональном рынке труда, в том числе: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:rsidR="00034759" w:rsidRPr="000D1F2F" w:rsidRDefault="00034759" w:rsidP="00262ECA">
            <w:pPr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Мин-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обра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-зова-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ние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Рязан-ской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области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:rsidR="00034759" w:rsidRPr="000D1F2F" w:rsidRDefault="00034759" w:rsidP="00262ECA">
            <w:pPr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Мин-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обра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-зова-</w:t>
            </w:r>
          </w:p>
          <w:p w:rsidR="00034759" w:rsidRPr="000D1F2F" w:rsidRDefault="00034759" w:rsidP="00262ECA">
            <w:pPr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ние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Рязан-ской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области</w:t>
            </w:r>
          </w:p>
        </w:tc>
        <w:tc>
          <w:tcPr>
            <w:tcW w:w="850" w:type="dxa"/>
            <w:shd w:val="clear" w:color="auto" w:fill="auto"/>
          </w:tcPr>
          <w:p w:rsidR="00034759" w:rsidRPr="000D1F2F" w:rsidRDefault="00034759" w:rsidP="00262E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об-ласт-ной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бюд-жет</w:t>
            </w:r>
            <w:proofErr w:type="spellEnd"/>
          </w:p>
          <w:p w:rsidR="00034759" w:rsidRPr="000D1F2F" w:rsidRDefault="00034759" w:rsidP="00262E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  <w:textDirection w:val="btLr"/>
          </w:tcPr>
          <w:p w:rsidR="00034759" w:rsidRPr="00A10245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0245">
              <w:rPr>
                <w:rFonts w:ascii="Times New Roman" w:hAnsi="Times New Roman"/>
                <w:color w:val="000000"/>
                <w:sz w:val="24"/>
                <w:szCs w:val="24"/>
              </w:rPr>
              <w:t>1984716,283880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034759" w:rsidRPr="00A10245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0245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034759" w:rsidRPr="00A10245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0245">
              <w:rPr>
                <w:rFonts w:ascii="Times New Roman" w:hAnsi="Times New Roman"/>
                <w:color w:val="000000"/>
                <w:sz w:val="24"/>
                <w:szCs w:val="24"/>
              </w:rPr>
              <w:t>134263,26768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034759" w:rsidRPr="00A10245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0245">
              <w:rPr>
                <w:rFonts w:ascii="Times New Roman" w:hAnsi="Times New Roman"/>
                <w:color w:val="000000"/>
                <w:sz w:val="24"/>
                <w:szCs w:val="24"/>
              </w:rPr>
              <w:t>147394,79908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034759" w:rsidRPr="00A10245" w:rsidRDefault="00034759" w:rsidP="00262ECA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10245">
              <w:rPr>
                <w:rFonts w:ascii="Times New Roman" w:hAnsi="Times New Roman"/>
                <w:sz w:val="24"/>
                <w:szCs w:val="24"/>
              </w:rPr>
              <w:t>149619,25228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034759" w:rsidRPr="00A10245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0245">
              <w:rPr>
                <w:rFonts w:ascii="Times New Roman" w:hAnsi="Times New Roman"/>
                <w:sz w:val="24"/>
                <w:szCs w:val="24"/>
              </w:rPr>
              <w:t>161441,00074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034759" w:rsidRPr="00A10245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0245">
              <w:rPr>
                <w:rFonts w:ascii="Times New Roman" w:hAnsi="Times New Roman"/>
                <w:color w:val="000000"/>
                <w:sz w:val="24"/>
                <w:szCs w:val="24"/>
              </w:rPr>
              <w:t>185347,82398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034759" w:rsidRPr="00A10245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0245">
              <w:rPr>
                <w:rFonts w:ascii="Times New Roman" w:hAnsi="Times New Roman"/>
                <w:sz w:val="24"/>
                <w:szCs w:val="24"/>
              </w:rPr>
              <w:t>195761,5846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034759" w:rsidRPr="00A10245" w:rsidRDefault="00034759" w:rsidP="00262ECA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10245">
              <w:rPr>
                <w:rFonts w:ascii="Times New Roman" w:hAnsi="Times New Roman"/>
                <w:sz w:val="24"/>
                <w:szCs w:val="24"/>
              </w:rPr>
              <w:t>201204,55225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034759" w:rsidRPr="00A10245" w:rsidRDefault="00034759" w:rsidP="00262ECA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10245">
              <w:rPr>
                <w:rFonts w:ascii="Times New Roman" w:hAnsi="Times New Roman"/>
                <w:sz w:val="24"/>
                <w:szCs w:val="24"/>
              </w:rPr>
              <w:t>195271,80718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034759" w:rsidRPr="00A10245" w:rsidRDefault="00034759" w:rsidP="00262ECA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10245">
              <w:rPr>
                <w:rFonts w:ascii="Times New Roman" w:hAnsi="Times New Roman"/>
                <w:sz w:val="24"/>
                <w:szCs w:val="24"/>
              </w:rPr>
              <w:t>199570,39609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034759" w:rsidRPr="00A10245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0245">
              <w:rPr>
                <w:rFonts w:ascii="Times New Roman" w:hAnsi="Times New Roman"/>
                <w:color w:val="000000"/>
                <w:sz w:val="24"/>
                <w:szCs w:val="24"/>
              </w:rPr>
              <w:t>207270,9</w:t>
            </w:r>
          </w:p>
        </w:tc>
        <w:tc>
          <w:tcPr>
            <w:tcW w:w="405" w:type="dxa"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034759" w:rsidRPr="00A10245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0245">
              <w:rPr>
                <w:rFonts w:ascii="Times New Roman" w:hAnsi="Times New Roman"/>
                <w:color w:val="000000"/>
                <w:sz w:val="24"/>
                <w:szCs w:val="24"/>
              </w:rPr>
              <w:t>207270,9</w:t>
            </w:r>
          </w:p>
        </w:tc>
        <w:tc>
          <w:tcPr>
            <w:tcW w:w="2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4759" w:rsidRPr="000D1F2F" w:rsidRDefault="00034759" w:rsidP="0003475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доли выпускников государственных профессиональных образовательных организаций очной формы обучения, трудоустроившихся не позднее 1 года после обучения, до 83%;</w:t>
            </w:r>
          </w:p>
          <w:p w:rsidR="00034759" w:rsidRPr="000D1F2F" w:rsidRDefault="00034759" w:rsidP="0003475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доли занятого населения в возрасте от 25 до 65 лет, прошедшего повышение квалификации и (или) профессиональную подготовку, до 3,5%;</w:t>
            </w:r>
          </w:p>
          <w:p w:rsidR="00034759" w:rsidRPr="000D1F2F" w:rsidRDefault="00034759" w:rsidP="00034759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доли государственных профессиональных образовательных организаций, участвующих в автоматизированном мониторинге деятельности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профессиональных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образовательных организаций, до 30%;</w:t>
            </w:r>
          </w:p>
        </w:tc>
      </w:tr>
      <w:tr w:rsidR="00034759" w:rsidRPr="000D1F2F" w:rsidTr="00791540">
        <w:trPr>
          <w:trHeight w:val="2814"/>
        </w:trPr>
        <w:tc>
          <w:tcPr>
            <w:tcW w:w="476" w:type="dxa"/>
            <w:tcBorders>
              <w:top w:val="nil"/>
            </w:tcBorders>
            <w:shd w:val="clear" w:color="auto" w:fill="auto"/>
          </w:tcPr>
          <w:p w:rsidR="00034759" w:rsidRPr="000D1F2F" w:rsidRDefault="00034759" w:rsidP="00F1360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36" w:type="dxa"/>
            <w:tcBorders>
              <w:top w:val="nil"/>
            </w:tcBorders>
            <w:shd w:val="clear" w:color="auto" w:fill="auto"/>
          </w:tcPr>
          <w:p w:rsidR="00034759" w:rsidRPr="000D1F2F" w:rsidRDefault="00034759" w:rsidP="00A10918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bottom w:val="single" w:sz="6" w:space="0" w:color="000000"/>
            </w:tcBorders>
            <w:shd w:val="clear" w:color="auto" w:fill="auto"/>
          </w:tcPr>
          <w:p w:rsidR="00034759" w:rsidRPr="000D1F2F" w:rsidRDefault="00034759" w:rsidP="00262ECA">
            <w:pPr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bottom w:val="single" w:sz="6" w:space="0" w:color="000000"/>
            </w:tcBorders>
            <w:shd w:val="clear" w:color="auto" w:fill="auto"/>
          </w:tcPr>
          <w:p w:rsidR="00034759" w:rsidRPr="000D1F2F" w:rsidRDefault="00034759" w:rsidP="00262ECA">
            <w:pPr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6" w:space="0" w:color="000000"/>
            </w:tcBorders>
            <w:shd w:val="clear" w:color="auto" w:fill="auto"/>
          </w:tcPr>
          <w:p w:rsidR="00034759" w:rsidRPr="000D1F2F" w:rsidRDefault="00034759" w:rsidP="00262E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феде-раль-ный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бюд-жет</w:t>
            </w:r>
            <w:proofErr w:type="spellEnd"/>
          </w:p>
        </w:tc>
        <w:tc>
          <w:tcPr>
            <w:tcW w:w="425" w:type="dxa"/>
            <w:tcBorders>
              <w:bottom w:val="single" w:sz="6" w:space="0" w:color="000000"/>
            </w:tcBorders>
            <w:shd w:val="clear" w:color="auto" w:fill="auto"/>
            <w:textDirection w:val="btLr"/>
          </w:tcPr>
          <w:p w:rsidR="00034759" w:rsidRPr="00A10245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0245">
              <w:rPr>
                <w:rFonts w:ascii="Times New Roman" w:hAnsi="Times New Roman"/>
                <w:color w:val="000000"/>
                <w:sz w:val="24"/>
                <w:szCs w:val="24"/>
              </w:rPr>
              <w:t>2296</w:t>
            </w:r>
          </w:p>
        </w:tc>
        <w:tc>
          <w:tcPr>
            <w:tcW w:w="426" w:type="dxa"/>
            <w:tcBorders>
              <w:bottom w:val="single" w:sz="6" w:space="0" w:color="000000"/>
            </w:tcBorders>
            <w:shd w:val="clear" w:color="auto" w:fill="auto"/>
            <w:textDirection w:val="btLr"/>
          </w:tcPr>
          <w:p w:rsidR="00034759" w:rsidRPr="00A10245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024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bottom w:val="single" w:sz="6" w:space="0" w:color="000000"/>
            </w:tcBorders>
            <w:shd w:val="clear" w:color="auto" w:fill="auto"/>
            <w:textDirection w:val="btLr"/>
          </w:tcPr>
          <w:p w:rsidR="00034759" w:rsidRPr="00A10245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0245">
              <w:rPr>
                <w:rFonts w:ascii="Times New Roman" w:hAnsi="Times New Roman"/>
                <w:color w:val="000000"/>
                <w:sz w:val="24"/>
                <w:szCs w:val="24"/>
              </w:rPr>
              <w:t>1128</w:t>
            </w:r>
          </w:p>
        </w:tc>
        <w:tc>
          <w:tcPr>
            <w:tcW w:w="425" w:type="dxa"/>
            <w:tcBorders>
              <w:bottom w:val="single" w:sz="6" w:space="0" w:color="000000"/>
            </w:tcBorders>
            <w:shd w:val="clear" w:color="auto" w:fill="auto"/>
            <w:textDirection w:val="btLr"/>
          </w:tcPr>
          <w:p w:rsidR="00034759" w:rsidRPr="00A10245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0245">
              <w:rPr>
                <w:rFonts w:ascii="Times New Roman" w:hAnsi="Times New Roman"/>
                <w:color w:val="000000"/>
                <w:sz w:val="24"/>
                <w:szCs w:val="24"/>
              </w:rPr>
              <w:t>1168</w:t>
            </w:r>
          </w:p>
        </w:tc>
        <w:tc>
          <w:tcPr>
            <w:tcW w:w="425" w:type="dxa"/>
            <w:tcBorders>
              <w:bottom w:val="single" w:sz="6" w:space="0" w:color="000000"/>
            </w:tcBorders>
            <w:shd w:val="clear" w:color="auto" w:fill="auto"/>
            <w:textDirection w:val="btLr"/>
          </w:tcPr>
          <w:p w:rsidR="00034759" w:rsidRPr="00A10245" w:rsidRDefault="00034759" w:rsidP="00262ECA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1024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</w:tcBorders>
            <w:shd w:val="clear" w:color="auto" w:fill="auto"/>
            <w:textDirection w:val="btLr"/>
          </w:tcPr>
          <w:p w:rsidR="00034759" w:rsidRPr="00A10245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024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bottom w:val="single" w:sz="6" w:space="0" w:color="000000"/>
            </w:tcBorders>
            <w:shd w:val="clear" w:color="auto" w:fill="auto"/>
            <w:textDirection w:val="btLr"/>
          </w:tcPr>
          <w:p w:rsidR="00034759" w:rsidRPr="00A10245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024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bottom w:val="single" w:sz="6" w:space="0" w:color="000000"/>
            </w:tcBorders>
            <w:shd w:val="clear" w:color="auto" w:fill="auto"/>
            <w:textDirection w:val="btLr"/>
          </w:tcPr>
          <w:p w:rsidR="00034759" w:rsidRPr="00A10245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024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bottom w:val="single" w:sz="6" w:space="0" w:color="000000"/>
            </w:tcBorders>
            <w:shd w:val="clear" w:color="auto" w:fill="auto"/>
            <w:textDirection w:val="btLr"/>
          </w:tcPr>
          <w:p w:rsidR="00034759" w:rsidRPr="00A10245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024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bottom w:val="single" w:sz="6" w:space="0" w:color="000000"/>
            </w:tcBorders>
            <w:shd w:val="clear" w:color="auto" w:fill="auto"/>
            <w:textDirection w:val="btLr"/>
          </w:tcPr>
          <w:p w:rsidR="00034759" w:rsidRPr="00A10245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024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bottom w:val="single" w:sz="6" w:space="0" w:color="000000"/>
            </w:tcBorders>
            <w:shd w:val="clear" w:color="auto" w:fill="auto"/>
            <w:textDirection w:val="btLr"/>
          </w:tcPr>
          <w:p w:rsidR="00034759" w:rsidRPr="00A10245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024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bottom w:val="single" w:sz="6" w:space="0" w:color="000000"/>
            </w:tcBorders>
            <w:shd w:val="clear" w:color="auto" w:fill="auto"/>
            <w:textDirection w:val="btLr"/>
          </w:tcPr>
          <w:p w:rsidR="00034759" w:rsidRPr="00A10245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024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05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034759" w:rsidRPr="00A10245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024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759" w:rsidRPr="000D1F2F" w:rsidRDefault="00034759" w:rsidP="0003475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34759" w:rsidRPr="000D1F2F" w:rsidTr="00140403">
        <w:trPr>
          <w:trHeight w:val="2814"/>
        </w:trPr>
        <w:tc>
          <w:tcPr>
            <w:tcW w:w="476" w:type="dxa"/>
            <w:vMerge w:val="restart"/>
            <w:shd w:val="clear" w:color="auto" w:fill="auto"/>
          </w:tcPr>
          <w:p w:rsidR="00034759" w:rsidRPr="000D1F2F" w:rsidRDefault="00034759" w:rsidP="00F13601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3436" w:type="dxa"/>
            <w:vMerge w:val="restart"/>
            <w:shd w:val="clear" w:color="auto" w:fill="auto"/>
          </w:tcPr>
          <w:p w:rsidR="00034759" w:rsidRPr="00EB1A13" w:rsidRDefault="00034759" w:rsidP="00034759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1F2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Проведение фестивалей, чемпионатов, олимпиад, выставок, мастер-классов, дней открытых дверей, совещаний и «круглых столов» в государственных профессиональных образовательных организациях, осуществляющих подготовку квалифицированных рабочих, служащих и специалистов среднего звена, и их информационная поддержка, </w:t>
            </w:r>
            <w:r w:rsidRPr="000D1F2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участие региональных команд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указанных организаций</w:t>
            </w:r>
            <w:r w:rsidRPr="000D1F2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 конкурсах (чемпионатах) профессионального мастерства различного уровня, </w:t>
            </w:r>
            <w:r w:rsidRPr="000D1F2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выплата единовременного денежного поощрения</w:t>
            </w:r>
          </w:p>
          <w:p w:rsidR="00034759" w:rsidRPr="00EB1A13" w:rsidRDefault="00034759" w:rsidP="00034759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1F2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Губернатора Рязанской области победителям и призерам международных (</w:t>
            </w:r>
            <w:proofErr w:type="spellStart"/>
            <w:r w:rsidRPr="000D1F2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WorldSkills</w:t>
            </w:r>
            <w:proofErr w:type="spellEnd"/>
            <w:r w:rsidRPr="000D1F2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D1F2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Competition</w:t>
            </w:r>
            <w:proofErr w:type="spellEnd"/>
            <w:r w:rsidRPr="000D1F2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), европейских (</w:t>
            </w:r>
            <w:proofErr w:type="spellStart"/>
            <w:r w:rsidRPr="000D1F2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EuroSkills</w:t>
            </w:r>
            <w:proofErr w:type="spellEnd"/>
            <w:r w:rsidRPr="000D1F2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D1F2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Competition</w:t>
            </w:r>
            <w:proofErr w:type="spellEnd"/>
            <w:r w:rsidRPr="000D1F2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) чемпионатов, чемпионатов «Молодые профессионалы» («</w:t>
            </w:r>
            <w:proofErr w:type="spellStart"/>
            <w:r w:rsidRPr="000D1F2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WorldSkills</w:t>
            </w:r>
            <w:proofErr w:type="spellEnd"/>
            <w:r w:rsidRPr="000D1F2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D1F2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Russia</w:t>
            </w:r>
            <w:proofErr w:type="spellEnd"/>
            <w:r w:rsidRPr="000D1F2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») всех уровней (региональный, отборочные соревнования по блокам компетенций, финал Национального чемпионата),  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:rsidR="00034759" w:rsidRPr="000D1F2F" w:rsidRDefault="00034759" w:rsidP="00034759">
            <w:pPr>
              <w:spacing w:line="228" w:lineRule="auto"/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Мин-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обра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-зова-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ние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Рязан-ской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области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:rsidR="00034759" w:rsidRPr="000D1F2F" w:rsidRDefault="00034759" w:rsidP="00034759">
            <w:pPr>
              <w:spacing w:line="228" w:lineRule="auto"/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Мин-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обра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-зова-</w:t>
            </w:r>
          </w:p>
          <w:p w:rsidR="00034759" w:rsidRPr="000D1F2F" w:rsidRDefault="00034759" w:rsidP="00034759">
            <w:pPr>
              <w:spacing w:line="228" w:lineRule="auto"/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ние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Рязан-ской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области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:rsidR="00034759" w:rsidRPr="000D1F2F" w:rsidRDefault="00034759" w:rsidP="0003475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об-ласт-ной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бюд-жет</w:t>
            </w:r>
            <w:proofErr w:type="spellEnd"/>
          </w:p>
        </w:tc>
        <w:tc>
          <w:tcPr>
            <w:tcW w:w="425" w:type="dxa"/>
            <w:tcBorders>
              <w:bottom w:val="nil"/>
            </w:tcBorders>
            <w:shd w:val="clear" w:color="auto" w:fill="auto"/>
            <w:textDirection w:val="btLr"/>
          </w:tcPr>
          <w:p w:rsidR="00034759" w:rsidRPr="008376A1" w:rsidRDefault="00034759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34080,80374</w:t>
            </w:r>
          </w:p>
        </w:tc>
        <w:tc>
          <w:tcPr>
            <w:tcW w:w="426" w:type="dxa"/>
            <w:tcBorders>
              <w:bottom w:val="nil"/>
            </w:tcBorders>
            <w:shd w:val="clear" w:color="auto" w:fill="auto"/>
            <w:textDirection w:val="btLr"/>
          </w:tcPr>
          <w:p w:rsidR="00034759" w:rsidRPr="008376A1" w:rsidRDefault="00034759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  <w:textDirection w:val="btLr"/>
          </w:tcPr>
          <w:p w:rsidR="00034759" w:rsidRPr="008376A1" w:rsidRDefault="00034759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  <w:textDirection w:val="btLr"/>
          </w:tcPr>
          <w:p w:rsidR="00034759" w:rsidRPr="008376A1" w:rsidRDefault="00034759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149,152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  <w:textDirection w:val="btLr"/>
          </w:tcPr>
          <w:p w:rsidR="00034759" w:rsidRPr="008376A1" w:rsidRDefault="00034759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26" w:type="dxa"/>
            <w:tcBorders>
              <w:bottom w:val="nil"/>
            </w:tcBorders>
            <w:shd w:val="clear" w:color="auto" w:fill="auto"/>
            <w:textDirection w:val="btLr"/>
          </w:tcPr>
          <w:p w:rsidR="00034759" w:rsidRPr="008376A1" w:rsidRDefault="00034759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1399,58664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  <w:textDirection w:val="btLr"/>
          </w:tcPr>
          <w:p w:rsidR="00034759" w:rsidRPr="008376A1" w:rsidRDefault="00034759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10735,9349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  <w:textDirection w:val="btLr"/>
          </w:tcPr>
          <w:p w:rsidR="00034759" w:rsidRPr="008376A1" w:rsidRDefault="00034759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sz w:val="24"/>
                <w:szCs w:val="24"/>
              </w:rPr>
              <w:t>9466,79356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  <w:textDirection w:val="btLr"/>
          </w:tcPr>
          <w:p w:rsidR="00034759" w:rsidRPr="008376A1" w:rsidRDefault="00034759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sz w:val="24"/>
                <w:szCs w:val="24"/>
              </w:rPr>
              <w:t>10239,33664</w:t>
            </w:r>
          </w:p>
        </w:tc>
        <w:tc>
          <w:tcPr>
            <w:tcW w:w="426" w:type="dxa"/>
            <w:tcBorders>
              <w:bottom w:val="nil"/>
            </w:tcBorders>
            <w:shd w:val="clear" w:color="auto" w:fill="auto"/>
            <w:textDirection w:val="btLr"/>
          </w:tcPr>
          <w:p w:rsidR="00034759" w:rsidRPr="008376A1" w:rsidRDefault="00034759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  <w:textDirection w:val="btLr"/>
          </w:tcPr>
          <w:p w:rsidR="00034759" w:rsidRPr="008376A1" w:rsidRDefault="00034759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  <w:textDirection w:val="btLr"/>
          </w:tcPr>
          <w:p w:rsidR="00034759" w:rsidRPr="008376A1" w:rsidRDefault="00034759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405" w:type="dxa"/>
            <w:tcBorders>
              <w:bottom w:val="nil"/>
              <w:right w:val="single" w:sz="4" w:space="0" w:color="auto"/>
            </w:tcBorders>
            <w:shd w:val="clear" w:color="auto" w:fill="auto"/>
            <w:textDirection w:val="btLr"/>
          </w:tcPr>
          <w:p w:rsidR="00034759" w:rsidRPr="008376A1" w:rsidRDefault="00034759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4759" w:rsidRPr="000D1F2F" w:rsidRDefault="00034759" w:rsidP="00034759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сохранение доли профессиональных образовательных организаций, подведомственных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Минобразованию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Рязанской области, в которых осуществляется предоставление социальных выплат на компенсацию стоимости питания обучающимся, ежегодно на уровне 100%;</w:t>
            </w:r>
          </w:p>
          <w:p w:rsidR="00034759" w:rsidRPr="000D1F2F" w:rsidRDefault="00034759" w:rsidP="0003475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ежегодное обеспечение предоставления государственной академической стипендии студентам, обучающимся по очной форме обучения в подведомственных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Минобразованию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Рязанской области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профессиональных образовательных организациях, на уровне 100%;</w:t>
            </w:r>
          </w:p>
        </w:tc>
      </w:tr>
      <w:tr w:rsidR="00034759" w:rsidRPr="000D1F2F" w:rsidTr="00791540">
        <w:trPr>
          <w:trHeight w:val="878"/>
        </w:trPr>
        <w:tc>
          <w:tcPr>
            <w:tcW w:w="4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34759" w:rsidRPr="000D1F2F" w:rsidRDefault="00034759" w:rsidP="00F13601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36" w:type="dxa"/>
            <w:vMerge/>
            <w:shd w:val="clear" w:color="auto" w:fill="auto"/>
          </w:tcPr>
          <w:p w:rsidR="00034759" w:rsidRPr="00EB1A13" w:rsidRDefault="00034759" w:rsidP="00034759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:rsidR="00034759" w:rsidRPr="000D1F2F" w:rsidRDefault="00034759" w:rsidP="00034759">
            <w:pPr>
              <w:spacing w:line="228" w:lineRule="auto"/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:rsidR="00034759" w:rsidRPr="000D1F2F" w:rsidRDefault="00034759" w:rsidP="00034759">
            <w:pPr>
              <w:autoSpaceDE w:val="0"/>
              <w:autoSpaceDN w:val="0"/>
              <w:adjustRightInd w:val="0"/>
              <w:spacing w:line="228" w:lineRule="auto"/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034759" w:rsidRPr="000D1F2F" w:rsidRDefault="00034759" w:rsidP="0003475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</w:tcBorders>
            <w:shd w:val="clear" w:color="auto" w:fill="auto"/>
            <w:textDirection w:val="btLr"/>
          </w:tcPr>
          <w:p w:rsidR="00034759" w:rsidRDefault="00034759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</w:tcBorders>
            <w:shd w:val="clear" w:color="auto" w:fill="auto"/>
            <w:textDirection w:val="btLr"/>
          </w:tcPr>
          <w:p w:rsidR="00034759" w:rsidRPr="008376A1" w:rsidRDefault="00034759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</w:tcBorders>
            <w:shd w:val="clear" w:color="auto" w:fill="auto"/>
            <w:textDirection w:val="btLr"/>
          </w:tcPr>
          <w:p w:rsidR="00034759" w:rsidRPr="008376A1" w:rsidRDefault="00034759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</w:tcBorders>
            <w:shd w:val="clear" w:color="auto" w:fill="auto"/>
            <w:textDirection w:val="btLr"/>
          </w:tcPr>
          <w:p w:rsidR="00034759" w:rsidRPr="008376A1" w:rsidRDefault="00034759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</w:tcBorders>
            <w:shd w:val="clear" w:color="auto" w:fill="auto"/>
            <w:textDirection w:val="btLr"/>
          </w:tcPr>
          <w:p w:rsidR="00034759" w:rsidRPr="008376A1" w:rsidRDefault="00034759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</w:tcBorders>
            <w:shd w:val="clear" w:color="auto" w:fill="auto"/>
            <w:textDirection w:val="btLr"/>
          </w:tcPr>
          <w:p w:rsidR="00034759" w:rsidRPr="008376A1" w:rsidRDefault="00034759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</w:tcBorders>
            <w:shd w:val="clear" w:color="auto" w:fill="auto"/>
            <w:textDirection w:val="btLr"/>
          </w:tcPr>
          <w:p w:rsidR="00034759" w:rsidRPr="008376A1" w:rsidRDefault="00034759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</w:tcBorders>
            <w:shd w:val="clear" w:color="auto" w:fill="auto"/>
            <w:textDirection w:val="btLr"/>
          </w:tcPr>
          <w:p w:rsidR="00034759" w:rsidRPr="008376A1" w:rsidRDefault="00034759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</w:tcBorders>
            <w:shd w:val="clear" w:color="auto" w:fill="auto"/>
            <w:textDirection w:val="btLr"/>
          </w:tcPr>
          <w:p w:rsidR="00034759" w:rsidRPr="008376A1" w:rsidRDefault="00034759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</w:tcBorders>
            <w:shd w:val="clear" w:color="auto" w:fill="auto"/>
            <w:textDirection w:val="btLr"/>
          </w:tcPr>
          <w:p w:rsidR="00034759" w:rsidRPr="008376A1" w:rsidRDefault="00034759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</w:tcBorders>
            <w:shd w:val="clear" w:color="auto" w:fill="auto"/>
            <w:textDirection w:val="btLr"/>
          </w:tcPr>
          <w:p w:rsidR="00034759" w:rsidRPr="008376A1" w:rsidRDefault="00034759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</w:tcBorders>
            <w:shd w:val="clear" w:color="auto" w:fill="auto"/>
            <w:textDirection w:val="btLr"/>
          </w:tcPr>
          <w:p w:rsidR="00034759" w:rsidRPr="008376A1" w:rsidRDefault="00034759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right w:val="single" w:sz="4" w:space="0" w:color="auto"/>
            </w:tcBorders>
            <w:shd w:val="clear" w:color="auto" w:fill="auto"/>
            <w:textDirection w:val="btLr"/>
          </w:tcPr>
          <w:p w:rsidR="00034759" w:rsidRPr="008376A1" w:rsidRDefault="00034759" w:rsidP="00034759">
            <w:pPr>
              <w:spacing w:line="228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759" w:rsidRPr="000D1F2F" w:rsidRDefault="00034759" w:rsidP="00034759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34759" w:rsidRPr="000D1F2F" w:rsidTr="00F13601">
        <w:trPr>
          <w:trHeight w:val="864"/>
        </w:trPr>
        <w:tc>
          <w:tcPr>
            <w:tcW w:w="4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34759" w:rsidRPr="000D1F2F" w:rsidRDefault="00034759" w:rsidP="00F1360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36" w:type="dxa"/>
            <w:shd w:val="clear" w:color="auto" w:fill="auto"/>
          </w:tcPr>
          <w:p w:rsidR="00034759" w:rsidRPr="00EB1A13" w:rsidRDefault="00034759" w:rsidP="00A10918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а </w:t>
            </w:r>
            <w:r w:rsidRPr="000D1F2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также наставникам, принимавшим участие в их подготовке, в том числе:</w:t>
            </w:r>
          </w:p>
        </w:tc>
        <w:tc>
          <w:tcPr>
            <w:tcW w:w="993" w:type="dxa"/>
            <w:shd w:val="clear" w:color="auto" w:fill="auto"/>
          </w:tcPr>
          <w:p w:rsidR="00034759" w:rsidRPr="000D1F2F" w:rsidRDefault="00034759" w:rsidP="00A10918">
            <w:pPr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034759" w:rsidRPr="000D1F2F" w:rsidRDefault="00034759" w:rsidP="00A10918">
            <w:pPr>
              <w:autoSpaceDE w:val="0"/>
              <w:autoSpaceDN w:val="0"/>
              <w:adjustRightInd w:val="0"/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034759" w:rsidRPr="000D1F2F" w:rsidRDefault="00034759" w:rsidP="00A109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  <w:textDirection w:val="btLr"/>
          </w:tcPr>
          <w:p w:rsidR="00034759" w:rsidRDefault="00034759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  <w:textDirection w:val="btLr"/>
          </w:tcPr>
          <w:p w:rsidR="00034759" w:rsidRPr="008376A1" w:rsidRDefault="00034759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  <w:textDirection w:val="btLr"/>
          </w:tcPr>
          <w:p w:rsidR="00034759" w:rsidRPr="008376A1" w:rsidRDefault="00034759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  <w:textDirection w:val="btLr"/>
          </w:tcPr>
          <w:p w:rsidR="00034759" w:rsidRPr="008376A1" w:rsidRDefault="00034759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  <w:textDirection w:val="btLr"/>
          </w:tcPr>
          <w:p w:rsidR="00034759" w:rsidRPr="008376A1" w:rsidRDefault="00034759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  <w:textDirection w:val="btLr"/>
          </w:tcPr>
          <w:p w:rsidR="00034759" w:rsidRPr="008376A1" w:rsidRDefault="00034759" w:rsidP="00A1091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  <w:textDirection w:val="btLr"/>
          </w:tcPr>
          <w:p w:rsidR="00034759" w:rsidRPr="008376A1" w:rsidRDefault="00034759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  <w:textDirection w:val="btLr"/>
          </w:tcPr>
          <w:p w:rsidR="00034759" w:rsidRPr="008376A1" w:rsidRDefault="00034759" w:rsidP="00A1091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  <w:textDirection w:val="btLr"/>
          </w:tcPr>
          <w:p w:rsidR="00034759" w:rsidRPr="008376A1" w:rsidRDefault="00034759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  <w:textDirection w:val="btLr"/>
          </w:tcPr>
          <w:p w:rsidR="00034759" w:rsidRPr="008376A1" w:rsidRDefault="00034759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  <w:textDirection w:val="btLr"/>
          </w:tcPr>
          <w:p w:rsidR="00034759" w:rsidRPr="008376A1" w:rsidRDefault="00034759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  <w:textDirection w:val="btLr"/>
          </w:tcPr>
          <w:p w:rsidR="00034759" w:rsidRPr="008376A1" w:rsidRDefault="00034759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034759" w:rsidRPr="008376A1" w:rsidRDefault="00034759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34759" w:rsidRPr="000D1F2F" w:rsidRDefault="00034759" w:rsidP="0003475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ежегодное обеспечение</w:t>
            </w:r>
          </w:p>
          <w:p w:rsidR="00034759" w:rsidRDefault="00034759" w:rsidP="0003475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предоставления государственной социальной стипендии студентам, обучающимся по очной форме обучения 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подведомственных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Минобразованию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Рязанской области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профессиональных образовательных организациях, на уровне 100%</w:t>
            </w:r>
          </w:p>
          <w:p w:rsidR="00034759" w:rsidRPr="000D1F2F" w:rsidRDefault="00034759" w:rsidP="0003475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34759" w:rsidRPr="000D1F2F" w:rsidTr="00F13601">
        <w:trPr>
          <w:trHeight w:val="2814"/>
        </w:trPr>
        <w:tc>
          <w:tcPr>
            <w:tcW w:w="476" w:type="dxa"/>
            <w:tcBorders>
              <w:top w:val="nil"/>
            </w:tcBorders>
            <w:shd w:val="clear" w:color="auto" w:fill="auto"/>
          </w:tcPr>
          <w:p w:rsidR="00034759" w:rsidRPr="000D1F2F" w:rsidRDefault="00034759" w:rsidP="00F1360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36" w:type="dxa"/>
            <w:shd w:val="clear" w:color="auto" w:fill="auto"/>
          </w:tcPr>
          <w:p w:rsidR="00034759" w:rsidRPr="00EB1A13" w:rsidRDefault="00034759" w:rsidP="00A10918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B1A13">
              <w:rPr>
                <w:rFonts w:ascii="Times New Roman" w:hAnsi="Times New Roman"/>
                <w:bCs/>
                <w:sz w:val="24"/>
                <w:szCs w:val="24"/>
              </w:rPr>
              <w:t xml:space="preserve">субсидии государственным образовательным организациям на иные цели на проведение фестивалей, чемпионатов, олимпиад, выставок, мастер-классов, дней открытых дверей, совещаний и «круглых столов», </w:t>
            </w:r>
            <w:r w:rsidRPr="00EB1A13">
              <w:rPr>
                <w:rFonts w:ascii="Times New Roman" w:hAnsi="Times New Roman"/>
                <w:sz w:val="24"/>
                <w:szCs w:val="24"/>
              </w:rPr>
              <w:t xml:space="preserve">участие региональных команд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указанных организаций </w:t>
            </w:r>
            <w:r w:rsidRPr="00EB1A13">
              <w:rPr>
                <w:rFonts w:ascii="Times New Roman" w:hAnsi="Times New Roman"/>
                <w:sz w:val="24"/>
                <w:szCs w:val="24"/>
              </w:rPr>
              <w:t>в конкурсах (чемпионатах) профессионального мастерства различного уровня</w:t>
            </w:r>
          </w:p>
        </w:tc>
        <w:tc>
          <w:tcPr>
            <w:tcW w:w="993" w:type="dxa"/>
            <w:shd w:val="clear" w:color="auto" w:fill="auto"/>
          </w:tcPr>
          <w:p w:rsidR="00034759" w:rsidRPr="000D1F2F" w:rsidRDefault="00034759" w:rsidP="00A10918">
            <w:pPr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Мин-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обра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-зова-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ние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Рязан-ской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области</w:t>
            </w:r>
          </w:p>
        </w:tc>
        <w:tc>
          <w:tcPr>
            <w:tcW w:w="993" w:type="dxa"/>
            <w:shd w:val="clear" w:color="auto" w:fill="auto"/>
          </w:tcPr>
          <w:p w:rsidR="00034759" w:rsidRPr="000D1F2F" w:rsidRDefault="00034759" w:rsidP="00A10918">
            <w:pPr>
              <w:autoSpaceDE w:val="0"/>
              <w:autoSpaceDN w:val="0"/>
              <w:adjustRightInd w:val="0"/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госу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-дар-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ствен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ные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образо-ватель-ные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органи-зации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034759" w:rsidRPr="000D1F2F" w:rsidRDefault="00034759" w:rsidP="00A109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об-ласт-ной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бюд-жет</w:t>
            </w:r>
            <w:proofErr w:type="spellEnd"/>
          </w:p>
        </w:tc>
        <w:tc>
          <w:tcPr>
            <w:tcW w:w="425" w:type="dxa"/>
            <w:shd w:val="clear" w:color="auto" w:fill="auto"/>
            <w:textDirection w:val="btLr"/>
          </w:tcPr>
          <w:p w:rsidR="00034759" w:rsidRPr="008376A1" w:rsidRDefault="00034759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31362,05174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034759" w:rsidRPr="008376A1" w:rsidRDefault="00034759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034759" w:rsidRPr="008376A1" w:rsidRDefault="00034759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034759" w:rsidRPr="008376A1" w:rsidRDefault="00034759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034759" w:rsidRPr="008376A1" w:rsidRDefault="00034759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034759" w:rsidRPr="008376A1" w:rsidRDefault="00034759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sz w:val="24"/>
                <w:szCs w:val="24"/>
              </w:rPr>
              <w:t>1399,58664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034759" w:rsidRPr="008376A1" w:rsidRDefault="00034759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10509,9349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034759" w:rsidRPr="008376A1" w:rsidRDefault="00034759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sz w:val="24"/>
                <w:szCs w:val="24"/>
              </w:rPr>
              <w:t>9096,79356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034759" w:rsidRPr="008376A1" w:rsidRDefault="00034759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9755,73664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034759" w:rsidRPr="008376A1" w:rsidRDefault="00034759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034759" w:rsidRPr="008376A1" w:rsidRDefault="00034759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034759" w:rsidRPr="008376A1" w:rsidRDefault="00034759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405" w:type="dxa"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034759" w:rsidRPr="008376A1" w:rsidRDefault="00034759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44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34759" w:rsidRPr="000D1F2F" w:rsidRDefault="00034759" w:rsidP="0003475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34759" w:rsidRPr="000D1F2F" w:rsidTr="009621A6">
        <w:trPr>
          <w:trHeight w:val="834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759" w:rsidRPr="000D1F2F" w:rsidRDefault="00034759" w:rsidP="00F1360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759" w:rsidRPr="000D1F2F" w:rsidRDefault="00034759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электронных образовательных ресурсов для повышения качества образовательных услуг, предоставляемых государственными профессиональными образовательными организациями, осуществляющими подготовку квалифицированных кадров по основным направлениям экономики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759" w:rsidRPr="000D1F2F" w:rsidRDefault="00034759" w:rsidP="00262ECA">
            <w:pPr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Мин-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обра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-зова-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ние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Рязан-ской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759" w:rsidRPr="000D1F2F" w:rsidRDefault="00034759" w:rsidP="00262ECA">
            <w:pPr>
              <w:autoSpaceDE w:val="0"/>
              <w:autoSpaceDN w:val="0"/>
              <w:adjustRightInd w:val="0"/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Мин-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обра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-зова-</w:t>
            </w:r>
          </w:p>
          <w:p w:rsidR="00034759" w:rsidRPr="000D1F2F" w:rsidRDefault="00034759" w:rsidP="00262ECA">
            <w:pPr>
              <w:autoSpaceDE w:val="0"/>
              <w:autoSpaceDN w:val="0"/>
              <w:adjustRightInd w:val="0"/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ние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Рязан-ской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759" w:rsidRPr="000D1F2F" w:rsidRDefault="00034759" w:rsidP="00262E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об-ласт-ной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бюд-жет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4759" w:rsidRPr="006B47C4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4759" w:rsidRPr="008376A1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4759" w:rsidRPr="008376A1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4759" w:rsidRPr="008376A1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4759" w:rsidRPr="008376A1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4759" w:rsidRPr="008376A1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4759" w:rsidRPr="008376A1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4759" w:rsidRPr="008376A1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4759" w:rsidRPr="008376A1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4759" w:rsidRPr="008376A1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4759" w:rsidRPr="006B47C4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4759" w:rsidRPr="008376A1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4759" w:rsidRPr="008376A1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034759" w:rsidRPr="000D1F2F" w:rsidRDefault="00034759" w:rsidP="00A1091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759" w:rsidRPr="000D1F2F" w:rsidTr="009621A6">
        <w:trPr>
          <w:trHeight w:val="834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759" w:rsidRPr="000D1F2F" w:rsidRDefault="00034759" w:rsidP="00F1360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759" w:rsidRPr="000D1F2F" w:rsidRDefault="00034759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компенсации стоимости питания обучающимся по очной форме в государственных профессиональных образовательных организациях Рязанской области (в части организаций, функции и полномочия учредителя которых осуществляет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Минобразование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Рязанской области)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759" w:rsidRPr="000D1F2F" w:rsidRDefault="00034759" w:rsidP="00262ECA">
            <w:pPr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Мин-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обра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-зова-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ние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Рязан-ской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759" w:rsidRPr="000D1F2F" w:rsidRDefault="00034759" w:rsidP="00262ECA">
            <w:pPr>
              <w:autoSpaceDE w:val="0"/>
              <w:autoSpaceDN w:val="0"/>
              <w:adjustRightInd w:val="0"/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госу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-дар-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ствен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ные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образо-ватель-ные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органи-зации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759" w:rsidRPr="000D1F2F" w:rsidRDefault="00034759" w:rsidP="00262E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об-ласт-ной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бюд-жет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4759" w:rsidRPr="008376A1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890052,67531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4759" w:rsidRPr="008376A1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4759" w:rsidRPr="008376A1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64656,64587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4759" w:rsidRPr="008376A1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71420,35643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4759" w:rsidRPr="008376A1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sz w:val="24"/>
                <w:szCs w:val="24"/>
              </w:rPr>
              <w:t>69042,93674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4759" w:rsidRPr="008376A1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sz w:val="24"/>
                <w:szCs w:val="24"/>
              </w:rPr>
              <w:t>73838,29078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4759" w:rsidRPr="008376A1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78624,08947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4759" w:rsidRPr="008376A1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sz w:val="24"/>
                <w:szCs w:val="24"/>
              </w:rPr>
              <w:t>84915,10309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4759" w:rsidRPr="008376A1" w:rsidRDefault="00034759" w:rsidP="00262ECA">
            <w:pPr>
              <w:ind w:left="113" w:right="113"/>
              <w:jc w:val="right"/>
              <w:rPr>
                <w:sz w:val="24"/>
                <w:szCs w:val="24"/>
              </w:rPr>
            </w:pPr>
            <w:r w:rsidRPr="008376A1">
              <w:rPr>
                <w:sz w:val="24"/>
                <w:szCs w:val="24"/>
              </w:rPr>
              <w:t>87437,08431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4759" w:rsidRPr="008376A1" w:rsidRDefault="00034759" w:rsidP="00262ECA">
            <w:pPr>
              <w:ind w:left="113" w:right="113"/>
              <w:jc w:val="right"/>
              <w:rPr>
                <w:sz w:val="24"/>
                <w:szCs w:val="24"/>
              </w:rPr>
            </w:pPr>
            <w:r w:rsidRPr="008376A1">
              <w:rPr>
                <w:sz w:val="24"/>
                <w:szCs w:val="24"/>
              </w:rPr>
              <w:t>87437,08431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4759" w:rsidRPr="008376A1" w:rsidRDefault="00034759" w:rsidP="00262ECA">
            <w:pPr>
              <w:ind w:left="113" w:right="113"/>
              <w:jc w:val="right"/>
              <w:rPr>
                <w:sz w:val="24"/>
                <w:szCs w:val="24"/>
              </w:rPr>
            </w:pPr>
            <w:r w:rsidRPr="008376A1">
              <w:rPr>
                <w:sz w:val="24"/>
                <w:szCs w:val="24"/>
              </w:rPr>
              <w:t>87437,08431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4759" w:rsidRPr="008376A1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92622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4759" w:rsidRPr="008376A1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92622</w:t>
            </w:r>
          </w:p>
        </w:tc>
        <w:tc>
          <w:tcPr>
            <w:tcW w:w="2442" w:type="dxa"/>
            <w:tcBorders>
              <w:top w:val="single" w:sz="6" w:space="0" w:color="000000"/>
              <w:left w:val="single" w:sz="4" w:space="0" w:color="auto"/>
              <w:bottom w:val="nil"/>
            </w:tcBorders>
            <w:shd w:val="clear" w:color="auto" w:fill="auto"/>
          </w:tcPr>
          <w:p w:rsidR="00034759" w:rsidRPr="000D1F2F" w:rsidRDefault="00034759" w:rsidP="00A1091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759" w:rsidRPr="000D1F2F" w:rsidTr="009621A6">
        <w:trPr>
          <w:trHeight w:val="834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759" w:rsidRPr="000D1F2F" w:rsidRDefault="00034759" w:rsidP="00F1360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759" w:rsidRPr="000D1F2F" w:rsidRDefault="00034759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Выплата государственной академической стипендии, государственной социальной стипендии обучающимся по очной форме обучения в государственных профессиональных образовательных организациях Рязанской области (в части организаций, функции и полномочия учредителя которых осуществляет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Минобразование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Рязанской области)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759" w:rsidRPr="000D1F2F" w:rsidRDefault="00034759" w:rsidP="00262ECA">
            <w:pPr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Мин-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обра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-зова-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ние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Рязан-ской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759" w:rsidRPr="000D1F2F" w:rsidRDefault="00034759" w:rsidP="00262ECA">
            <w:pPr>
              <w:autoSpaceDE w:val="0"/>
              <w:autoSpaceDN w:val="0"/>
              <w:adjustRightInd w:val="0"/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госу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-дар-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ствен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ные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образо-ватель-ные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органи-зации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759" w:rsidRPr="000D1F2F" w:rsidRDefault="00034759" w:rsidP="00262E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об-ласт-ной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бюд-жет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4759" w:rsidRPr="008376A1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1060312,80483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4759" w:rsidRPr="008376A1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4759" w:rsidRPr="008376A1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69306,62181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4759" w:rsidRPr="008376A1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75825,29065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4759" w:rsidRPr="008376A1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sz w:val="24"/>
                <w:szCs w:val="24"/>
              </w:rPr>
              <w:t>80426,31554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4759" w:rsidRPr="008376A1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86203,12332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4759" w:rsidRPr="008376A1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95987,79961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4759" w:rsidRPr="008376A1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sz w:val="24"/>
                <w:szCs w:val="24"/>
              </w:rPr>
              <w:t>101379,68795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4759" w:rsidRPr="008376A1" w:rsidRDefault="00034759" w:rsidP="00262ECA">
            <w:pPr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376A1">
              <w:rPr>
                <w:rFonts w:ascii="Times New Roman" w:hAnsi="Times New Roman"/>
                <w:sz w:val="22"/>
                <w:szCs w:val="22"/>
              </w:rPr>
              <w:t>103528,1313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4759" w:rsidRPr="008376A1" w:rsidRDefault="00034759" w:rsidP="00262ECA">
            <w:pPr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376A1">
              <w:rPr>
                <w:rFonts w:ascii="Times New Roman" w:hAnsi="Times New Roman"/>
                <w:sz w:val="22"/>
                <w:szCs w:val="22"/>
              </w:rPr>
              <w:t>107464,72287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4759" w:rsidRPr="008376A1" w:rsidRDefault="00034759" w:rsidP="00262ECA">
            <w:pPr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376A1">
              <w:rPr>
                <w:rFonts w:ascii="Times New Roman" w:hAnsi="Times New Roman"/>
                <w:sz w:val="22"/>
                <w:szCs w:val="22"/>
              </w:rPr>
              <w:t>111763,31178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4759" w:rsidRPr="008376A1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114213,9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4759" w:rsidRPr="008376A1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114213,9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034759" w:rsidRPr="000D1F2F" w:rsidRDefault="00034759" w:rsidP="00A1091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759" w:rsidRPr="000D1F2F" w:rsidTr="008B575B">
        <w:trPr>
          <w:trHeight w:val="834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759" w:rsidRPr="000D1F2F" w:rsidRDefault="00034759" w:rsidP="00F1360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2.5.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759" w:rsidRPr="000D1F2F" w:rsidRDefault="00034759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Выплата стипендии Правительства Российской Федерации для лиц, обучающихся по очной форме обучения по образовательным программам среднего профессионального </w:t>
            </w: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образования, имеющим государственную аккредитацию, соответствующим приоритетным направлениям модернизации и технологического развития экономики Российской Федерации, в профессиональных образовательных организациях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759" w:rsidRPr="000D1F2F" w:rsidRDefault="00034759" w:rsidP="00262ECA">
            <w:pPr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Мин-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обра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-зова-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ние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Рязан-ской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759" w:rsidRPr="000D1F2F" w:rsidRDefault="00034759" w:rsidP="00262ECA">
            <w:pPr>
              <w:autoSpaceDE w:val="0"/>
              <w:autoSpaceDN w:val="0"/>
              <w:adjustRightInd w:val="0"/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госу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-дар-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ствен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ные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образо-ватель-ные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органи-зации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759" w:rsidRPr="000D1F2F" w:rsidRDefault="00034759" w:rsidP="00262E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феде-раль-ный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бюд-жет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4759" w:rsidRPr="008376A1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2296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4759" w:rsidRPr="008376A1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4759" w:rsidRPr="008376A1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1128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4759" w:rsidRPr="008376A1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1168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4759" w:rsidRPr="008376A1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4759" w:rsidRPr="008376A1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4759" w:rsidRPr="008376A1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4759" w:rsidRPr="008376A1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4759" w:rsidRPr="008376A1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4759" w:rsidRPr="008376A1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4759" w:rsidRPr="008376A1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4759" w:rsidRPr="008376A1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4759" w:rsidRPr="008376A1" w:rsidRDefault="00034759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034759" w:rsidRPr="000D1F2F" w:rsidRDefault="00034759" w:rsidP="00A1091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918" w:rsidRPr="000D1F2F" w:rsidTr="00385BF0">
        <w:trPr>
          <w:trHeight w:val="976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18" w:rsidRPr="000D1F2F" w:rsidRDefault="00A10918" w:rsidP="00F13601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18" w:rsidRPr="000D1F2F" w:rsidRDefault="00A10918" w:rsidP="00A10918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Задача 3. Укрепление материально-технической базы государственных профессиональных образовательных организаций, их благоустройство, 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18" w:rsidRPr="000D1F2F" w:rsidRDefault="00A10918" w:rsidP="00A10918">
            <w:pPr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Мин-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обра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-зова-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ние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Рязан-ской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18" w:rsidRPr="000D1F2F" w:rsidRDefault="00A10918" w:rsidP="00A10918">
            <w:pPr>
              <w:autoSpaceDE w:val="0"/>
              <w:autoSpaceDN w:val="0"/>
              <w:adjustRightInd w:val="0"/>
              <w:ind w:left="-3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18" w:rsidRPr="000D1F2F" w:rsidRDefault="00A10918" w:rsidP="00A109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об-ласт-ной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бюд-жет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283271,66434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36702,4456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49158,6462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sz w:val="24"/>
                <w:szCs w:val="24"/>
              </w:rPr>
              <w:t>77054,57254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54828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54828</w:t>
            </w:r>
          </w:p>
        </w:tc>
        <w:tc>
          <w:tcPr>
            <w:tcW w:w="2442" w:type="dxa"/>
            <w:vMerge w:val="restart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10918" w:rsidRPr="000D1F2F" w:rsidRDefault="00A10918" w:rsidP="00A1091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sz w:val="24"/>
                <w:szCs w:val="24"/>
              </w:rPr>
              <w:t xml:space="preserve">увеличение количества государственных </w:t>
            </w: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профессиональных</w:t>
            </w:r>
            <w:r w:rsidRPr="000D1F2F">
              <w:rPr>
                <w:rFonts w:ascii="Times New Roman" w:hAnsi="Times New Roman"/>
                <w:sz w:val="24"/>
                <w:szCs w:val="24"/>
              </w:rPr>
              <w:t xml:space="preserve"> образовательных организаций, в которых проведены ремонтные работы, до 3;</w:t>
            </w:r>
          </w:p>
          <w:p w:rsidR="00A10918" w:rsidRPr="000D1F2F" w:rsidRDefault="00A10918" w:rsidP="00A1091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увеличение доли государственных профессиональных образовательных организаций,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отвеча</w:t>
            </w:r>
            <w:r w:rsidR="0079154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ющих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современным</w:t>
            </w:r>
          </w:p>
          <w:p w:rsidR="00A10918" w:rsidRPr="000D1F2F" w:rsidRDefault="00A10918" w:rsidP="00A1091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требованиям и оснащенных современным автотранспортом, сельхозтехникой, вы</w:t>
            </w:r>
            <w:r w:rsidR="0079154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сокотехнологичным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высокопроизво-</w:t>
            </w: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дительным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оборудованием, до 20%</w:t>
            </w:r>
          </w:p>
        </w:tc>
      </w:tr>
      <w:tr w:rsidR="00A10918" w:rsidRPr="000D1F2F" w:rsidTr="00385BF0">
        <w:trPr>
          <w:trHeight w:val="1134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18" w:rsidRPr="000D1F2F" w:rsidRDefault="00A10918" w:rsidP="00F1360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18" w:rsidRPr="000D1F2F" w:rsidRDefault="00A10918" w:rsidP="00A1091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Субсидии государственным профессиональным образовательным организациям на иные цели на приобретение автотранспорта, сельхозтехники и оборудования для организации учебного процесса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18" w:rsidRPr="000D1F2F" w:rsidRDefault="00A10918" w:rsidP="00A10918">
            <w:pPr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Мин-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обра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-зова-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ние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Рязан-ской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18" w:rsidRPr="000D1F2F" w:rsidRDefault="00A10918" w:rsidP="00A10918">
            <w:pPr>
              <w:autoSpaceDE w:val="0"/>
              <w:autoSpaceDN w:val="0"/>
              <w:adjustRightInd w:val="0"/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госу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-дар-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ствен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ные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образо-ватель-ные</w:t>
            </w:r>
            <w:proofErr w:type="spellEnd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органи-зации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18" w:rsidRPr="000D1F2F" w:rsidRDefault="00A10918" w:rsidP="00A109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об-ласт-ной </w:t>
            </w:r>
            <w:proofErr w:type="spellStart"/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бюд-жет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10918" w:rsidRPr="006B47C4" w:rsidRDefault="006B47C4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85390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15734,5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10918" w:rsidRPr="006B47C4" w:rsidRDefault="006B47C4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34828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34828</w:t>
            </w:r>
          </w:p>
        </w:tc>
        <w:tc>
          <w:tcPr>
            <w:tcW w:w="24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10918" w:rsidRPr="000D1F2F" w:rsidRDefault="00A10918" w:rsidP="00A1091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10918" w:rsidRPr="000D1F2F" w:rsidTr="006D2618">
        <w:trPr>
          <w:trHeight w:val="1134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18" w:rsidRPr="000D1F2F" w:rsidRDefault="00A10918" w:rsidP="00F1360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18" w:rsidRPr="008376A1" w:rsidRDefault="00A10918" w:rsidP="0079154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государственным профессиональным образовательным организациям на иные цели на подготовку проектной, сметной документации, на </w:t>
            </w: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проведение ремонтных работ, </w:t>
            </w:r>
            <w:r w:rsidRPr="008376A1">
              <w:rPr>
                <w:rFonts w:ascii="Times New Roman" w:hAnsi="Times New Roman"/>
                <w:sz w:val="24"/>
                <w:szCs w:val="24"/>
              </w:rPr>
              <w:t>работ по благоустройству прилегающих территорий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18" w:rsidRPr="008376A1" w:rsidRDefault="00A10918" w:rsidP="00A10918">
            <w:pPr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Мин-</w:t>
            </w: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обра</w:t>
            </w:r>
            <w:proofErr w:type="spellEnd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-зова-</w:t>
            </w: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ние</w:t>
            </w:r>
            <w:proofErr w:type="spellEnd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Рязан-ской</w:t>
            </w:r>
            <w:proofErr w:type="spellEnd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18" w:rsidRPr="008376A1" w:rsidRDefault="00A10918" w:rsidP="00A10918">
            <w:pPr>
              <w:autoSpaceDE w:val="0"/>
              <w:autoSpaceDN w:val="0"/>
              <w:adjustRightInd w:val="0"/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</w:t>
            </w:r>
            <w:proofErr w:type="spellEnd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-дар-</w:t>
            </w: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ствен</w:t>
            </w:r>
            <w:proofErr w:type="spellEnd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ные</w:t>
            </w:r>
            <w:proofErr w:type="spellEnd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образо-ватель-</w:t>
            </w: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ные</w:t>
            </w:r>
            <w:proofErr w:type="spellEnd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органи-зации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18" w:rsidRPr="008376A1" w:rsidRDefault="00A10918" w:rsidP="00A109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об-ласт-ной </w:t>
            </w: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бюд-жет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189713,71874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28535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33424,1462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sz w:val="24"/>
                <w:szCs w:val="24"/>
              </w:rPr>
              <w:t>77054,57254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8376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0000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20000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20000</w:t>
            </w:r>
          </w:p>
        </w:tc>
        <w:tc>
          <w:tcPr>
            <w:tcW w:w="2442" w:type="dxa"/>
            <w:vMerge/>
            <w:tcBorders>
              <w:left w:val="single" w:sz="4" w:space="0" w:color="auto"/>
              <w:bottom w:val="nil"/>
            </w:tcBorders>
            <w:shd w:val="clear" w:color="auto" w:fill="auto"/>
          </w:tcPr>
          <w:p w:rsidR="00A10918" w:rsidRPr="000D1F2F" w:rsidRDefault="00A10918" w:rsidP="00A109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10918" w:rsidRPr="000D1F2F" w:rsidTr="006D2618">
        <w:trPr>
          <w:trHeight w:val="1134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18" w:rsidRPr="000D1F2F" w:rsidRDefault="00A10918" w:rsidP="00F1360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540" w:rsidRDefault="00A10918" w:rsidP="0003475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sz w:val="24"/>
                <w:szCs w:val="24"/>
              </w:rPr>
              <w:t xml:space="preserve">Строительство </w:t>
            </w:r>
            <w:proofErr w:type="spellStart"/>
            <w:r w:rsidRPr="008376A1">
              <w:rPr>
                <w:rFonts w:ascii="Times New Roman" w:hAnsi="Times New Roman"/>
                <w:sz w:val="24"/>
                <w:szCs w:val="24"/>
              </w:rPr>
              <w:t>блочно</w:t>
            </w:r>
            <w:proofErr w:type="spellEnd"/>
            <w:r w:rsidRPr="008376A1">
              <w:rPr>
                <w:rFonts w:ascii="Times New Roman" w:hAnsi="Times New Roman"/>
                <w:sz w:val="24"/>
                <w:szCs w:val="24"/>
              </w:rPr>
              <w:t>-модульной котельной учебного корпуса ОГБПОУ «</w:t>
            </w:r>
            <w:proofErr w:type="spellStart"/>
            <w:r w:rsidRPr="008376A1">
              <w:rPr>
                <w:rFonts w:ascii="Times New Roman" w:hAnsi="Times New Roman"/>
                <w:sz w:val="24"/>
                <w:szCs w:val="24"/>
              </w:rPr>
              <w:t>Скопинский</w:t>
            </w:r>
            <w:proofErr w:type="spellEnd"/>
            <w:r w:rsidRPr="008376A1">
              <w:rPr>
                <w:rFonts w:ascii="Times New Roman" w:hAnsi="Times New Roman"/>
                <w:sz w:val="24"/>
                <w:szCs w:val="24"/>
              </w:rPr>
              <w:t xml:space="preserve"> электротехнический колледж» по адресу: г. Скопин, </w:t>
            </w:r>
          </w:p>
          <w:p w:rsidR="00A10918" w:rsidRPr="008376A1" w:rsidRDefault="00A10918" w:rsidP="0079154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sz w:val="24"/>
                <w:szCs w:val="24"/>
              </w:rPr>
              <w:t>ул. Пушкина, д. 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18" w:rsidRPr="008376A1" w:rsidRDefault="00A10918" w:rsidP="00A10918">
            <w:pPr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Мин-</w:t>
            </w: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обра</w:t>
            </w:r>
            <w:proofErr w:type="spellEnd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-зова-</w:t>
            </w: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ние</w:t>
            </w:r>
            <w:proofErr w:type="spellEnd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Рязан-ской</w:t>
            </w:r>
            <w:proofErr w:type="spellEnd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18" w:rsidRPr="008376A1" w:rsidRDefault="00A10918" w:rsidP="00A10918">
            <w:pPr>
              <w:autoSpaceDE w:val="0"/>
              <w:autoSpaceDN w:val="0"/>
              <w:adjustRightInd w:val="0"/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госу</w:t>
            </w:r>
            <w:proofErr w:type="spellEnd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-дар-</w:t>
            </w: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ствен</w:t>
            </w:r>
            <w:proofErr w:type="spellEnd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ные</w:t>
            </w:r>
            <w:proofErr w:type="spellEnd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образо-ватель-ные</w:t>
            </w:r>
            <w:proofErr w:type="spellEnd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органи-зации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18" w:rsidRPr="008376A1" w:rsidRDefault="00A10918" w:rsidP="00A109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об-ласт-ной </w:t>
            </w: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бюд-жет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8167,4456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8167,4456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:rsidR="00A10918" w:rsidRPr="000D1F2F" w:rsidRDefault="00A10918" w:rsidP="00A109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37ECB" w:rsidRPr="000D1F2F" w:rsidTr="00034759">
        <w:trPr>
          <w:cantSplit/>
          <w:trHeight w:val="1613"/>
        </w:trPr>
        <w:tc>
          <w:tcPr>
            <w:tcW w:w="476" w:type="dxa"/>
            <w:vMerge w:val="restart"/>
            <w:shd w:val="clear" w:color="auto" w:fill="auto"/>
          </w:tcPr>
          <w:p w:rsidR="00837ECB" w:rsidRPr="000D1F2F" w:rsidRDefault="00837ECB" w:rsidP="00F1360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36" w:type="dxa"/>
            <w:vMerge w:val="restart"/>
            <w:shd w:val="clear" w:color="auto" w:fill="auto"/>
          </w:tcPr>
          <w:p w:rsidR="00837ECB" w:rsidRPr="008376A1" w:rsidRDefault="00837ECB" w:rsidP="005C5E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sz w:val="24"/>
                <w:szCs w:val="24"/>
              </w:rPr>
              <w:t>Задача 4. Реализация регионального проекта «Молодые профессионалы (Повышение конкурентоспособности профессионального образования) (Рязанская область)», направленного на достижение результатов реализации федерального проекта «Молодые профессионалы (Повышение конкурентоспособности профессионального образования)», в том числе: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837ECB" w:rsidRPr="008376A1" w:rsidRDefault="00837ECB" w:rsidP="005C5E4E">
            <w:pPr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Мин-</w:t>
            </w: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обра</w:t>
            </w:r>
            <w:proofErr w:type="spellEnd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-зова-</w:t>
            </w: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ние</w:t>
            </w:r>
            <w:proofErr w:type="spellEnd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Рязан-ской</w:t>
            </w:r>
            <w:proofErr w:type="spellEnd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области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837ECB" w:rsidRPr="008376A1" w:rsidRDefault="00837ECB" w:rsidP="005C5E4E">
            <w:pPr>
              <w:autoSpaceDE w:val="0"/>
              <w:autoSpaceDN w:val="0"/>
              <w:adjustRightInd w:val="0"/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госу</w:t>
            </w:r>
            <w:proofErr w:type="spellEnd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-дар-</w:t>
            </w: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ствен</w:t>
            </w:r>
            <w:proofErr w:type="spellEnd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ные</w:t>
            </w:r>
            <w:proofErr w:type="spellEnd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образо-ватель-ные</w:t>
            </w:r>
            <w:proofErr w:type="spellEnd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органи-зации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837ECB" w:rsidRPr="008376A1" w:rsidRDefault="00837ECB" w:rsidP="005C5E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5E4E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об</w:t>
            </w:r>
            <w:r w:rsidRPr="005C5E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5C5E4E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ласт</w:t>
            </w:r>
            <w:r w:rsidRPr="005C5E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5C5E4E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ной</w:t>
            </w:r>
            <w:r w:rsidRPr="005C5E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5E4E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бюд</w:t>
            </w:r>
            <w:r w:rsidRPr="005C5E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5C5E4E">
              <w:rPr>
                <w:rFonts w:ascii="Times New Roman" w:hAnsi="Times New Roman" w:hint="eastAsia"/>
                <w:color w:val="000000"/>
                <w:sz w:val="24"/>
                <w:szCs w:val="24"/>
              </w:rPr>
              <w:t>жет</w:t>
            </w:r>
            <w:proofErr w:type="spellEnd"/>
          </w:p>
        </w:tc>
        <w:tc>
          <w:tcPr>
            <w:tcW w:w="425" w:type="dxa"/>
            <w:shd w:val="clear" w:color="auto" w:fill="auto"/>
            <w:textDirection w:val="btLr"/>
          </w:tcPr>
          <w:p w:rsidR="00837ECB" w:rsidRPr="008376A1" w:rsidRDefault="00837ECB" w:rsidP="005C5E4E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95260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837ECB" w:rsidRPr="004A4502" w:rsidRDefault="00837ECB" w:rsidP="005C5E4E">
            <w:pPr>
              <w:ind w:left="113" w:right="113"/>
              <w:jc w:val="right"/>
            </w:pPr>
            <w:r w:rsidRPr="004A4502">
              <w:t>-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837ECB" w:rsidRPr="004A4502" w:rsidRDefault="00837ECB" w:rsidP="005C5E4E">
            <w:pPr>
              <w:ind w:left="113" w:right="113"/>
              <w:jc w:val="right"/>
            </w:pPr>
            <w:r w:rsidRPr="004A4502">
              <w:t>-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837ECB" w:rsidRPr="004A4502" w:rsidRDefault="00837ECB" w:rsidP="005C5E4E">
            <w:pPr>
              <w:ind w:left="113" w:right="113"/>
              <w:jc w:val="right"/>
            </w:pPr>
            <w:r w:rsidRPr="004A4502">
              <w:t>-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837ECB" w:rsidRPr="004A4502" w:rsidRDefault="00837ECB" w:rsidP="005C5E4E">
            <w:pPr>
              <w:ind w:left="113" w:right="113"/>
              <w:jc w:val="right"/>
            </w:pPr>
            <w:r w:rsidRPr="004A4502">
              <w:t>-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837ECB" w:rsidRDefault="00837ECB" w:rsidP="005C5E4E">
            <w:pPr>
              <w:ind w:left="113" w:right="113"/>
              <w:jc w:val="right"/>
            </w:pPr>
            <w:r w:rsidRPr="004A4502">
              <w:t>-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837ECB" w:rsidRPr="005C5E4E" w:rsidRDefault="00837ECB" w:rsidP="005C5E4E">
            <w:pPr>
              <w:ind w:left="113" w:right="113"/>
              <w:jc w:val="right"/>
              <w:rPr>
                <w:sz w:val="24"/>
                <w:szCs w:val="24"/>
              </w:rPr>
            </w:pPr>
            <w:r w:rsidRPr="005C5E4E">
              <w:rPr>
                <w:sz w:val="24"/>
                <w:szCs w:val="24"/>
              </w:rPr>
              <w:t>20400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837ECB" w:rsidRPr="005C5E4E" w:rsidRDefault="00837ECB" w:rsidP="005C5E4E">
            <w:pPr>
              <w:ind w:left="113" w:right="113"/>
              <w:jc w:val="right"/>
              <w:rPr>
                <w:sz w:val="24"/>
                <w:szCs w:val="24"/>
              </w:rPr>
            </w:pPr>
            <w:r w:rsidRPr="005C5E4E">
              <w:rPr>
                <w:sz w:val="24"/>
                <w:szCs w:val="24"/>
              </w:rPr>
              <w:t>46360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837ECB" w:rsidRPr="008376A1" w:rsidRDefault="00837ECB" w:rsidP="005C5E4E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28500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837ECB" w:rsidRPr="008376A1" w:rsidRDefault="00837ECB" w:rsidP="005C5E4E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837ECB" w:rsidRPr="008376A1" w:rsidRDefault="00837ECB" w:rsidP="005C5E4E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837ECB" w:rsidRPr="008376A1" w:rsidRDefault="00837ECB" w:rsidP="005C5E4E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05" w:type="dxa"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837ECB" w:rsidRPr="008376A1" w:rsidRDefault="00837ECB" w:rsidP="005C5E4E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2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8C078F" w:rsidRDefault="008C078F" w:rsidP="008C07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sz w:val="24"/>
                <w:szCs w:val="24"/>
              </w:rPr>
              <w:t xml:space="preserve">увеличение доли организаций, осуществляющих образовательную деятельность по образовательным программам среднего профессионального образования, итоговая аттестация в которых проводится в форме демонстрационного экзамена, </w:t>
            </w:r>
            <w:r w:rsidRPr="000F484F">
              <w:rPr>
                <w:rFonts w:ascii="Times New Roman" w:hAnsi="Times New Roman"/>
                <w:sz w:val="24"/>
                <w:szCs w:val="24"/>
              </w:rPr>
              <w:t>до 15,6% к 2021 году;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C078F" w:rsidRDefault="008C078F" w:rsidP="008C07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sz w:val="24"/>
                <w:szCs w:val="24"/>
              </w:rPr>
              <w:t xml:space="preserve">увеличение доли обучающихся, завершающих обучение в организациях, </w:t>
            </w:r>
          </w:p>
          <w:p w:rsidR="008C078F" w:rsidRDefault="008C078F" w:rsidP="008C07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осуществляющих образовательную деятельность по образовательным программам среднего </w:t>
            </w:r>
          </w:p>
          <w:p w:rsidR="006D2618" w:rsidRDefault="008C078F" w:rsidP="008C07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sz w:val="24"/>
                <w:szCs w:val="24"/>
              </w:rPr>
              <w:t>профессионального образования, прошедших аттестацию</w:t>
            </w:r>
            <w:r w:rsidRPr="004902F0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0D1F2F">
              <w:rPr>
                <w:rFonts w:ascii="Times New Roman" w:hAnsi="Times New Roman"/>
                <w:sz w:val="24"/>
                <w:szCs w:val="24"/>
              </w:rPr>
              <w:t xml:space="preserve"> использованием механизма демонстрационного экзамена, до </w:t>
            </w:r>
            <w:r w:rsidRPr="000F484F">
              <w:rPr>
                <w:rFonts w:ascii="Times New Roman" w:hAnsi="Times New Roman"/>
                <w:sz w:val="24"/>
                <w:szCs w:val="24"/>
              </w:rPr>
              <w:t xml:space="preserve">7,34% к 2021 году; </w:t>
            </w:r>
          </w:p>
          <w:p w:rsidR="008C078F" w:rsidRDefault="008C078F" w:rsidP="008C07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F484F">
              <w:rPr>
                <w:rFonts w:ascii="Times New Roman" w:hAnsi="Times New Roman"/>
                <w:sz w:val="24"/>
                <w:szCs w:val="24"/>
              </w:rPr>
              <w:t xml:space="preserve">создание и </w:t>
            </w:r>
            <w:proofErr w:type="spellStart"/>
            <w:r w:rsidRPr="000F484F">
              <w:rPr>
                <w:rFonts w:ascii="Times New Roman" w:hAnsi="Times New Roman"/>
                <w:sz w:val="24"/>
                <w:szCs w:val="24"/>
              </w:rPr>
              <w:t>функцио</w:t>
            </w:r>
            <w:r w:rsidR="006D2618">
              <w:rPr>
                <w:rFonts w:ascii="Times New Roman" w:hAnsi="Times New Roman"/>
                <w:sz w:val="24"/>
                <w:szCs w:val="24"/>
              </w:rPr>
              <w:t>-</w:t>
            </w:r>
            <w:r w:rsidRPr="000F484F">
              <w:rPr>
                <w:rFonts w:ascii="Times New Roman" w:hAnsi="Times New Roman"/>
                <w:sz w:val="24"/>
                <w:szCs w:val="24"/>
              </w:rPr>
              <w:t>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1F2F">
              <w:rPr>
                <w:rFonts w:ascii="Times New Roman" w:hAnsi="Times New Roman"/>
                <w:sz w:val="24"/>
                <w:szCs w:val="24"/>
              </w:rPr>
              <w:t>1 центра опережающей профессиональной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подготовки;</w:t>
            </w:r>
          </w:p>
          <w:p w:rsidR="00837ECB" w:rsidRPr="000D1F2F" w:rsidRDefault="008C078F" w:rsidP="008C078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3842">
              <w:rPr>
                <w:rFonts w:ascii="Times New Roman" w:hAnsi="Times New Roman"/>
                <w:sz w:val="24"/>
                <w:szCs w:val="24"/>
              </w:rPr>
              <w:t>увеличение числа мастерских, оснащенных современной материально-технической базой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3842">
              <w:rPr>
                <w:rFonts w:ascii="Times New Roman" w:hAnsi="Times New Roman"/>
                <w:sz w:val="24"/>
                <w:szCs w:val="24"/>
              </w:rPr>
              <w:t xml:space="preserve">одной из компетенций (создание (обновление) материально-технической базы образовательных организаций, </w:t>
            </w:r>
          </w:p>
        </w:tc>
      </w:tr>
      <w:tr w:rsidR="00837ECB" w:rsidRPr="000D1F2F" w:rsidTr="00034759">
        <w:trPr>
          <w:trHeight w:val="1134"/>
        </w:trPr>
        <w:tc>
          <w:tcPr>
            <w:tcW w:w="476" w:type="dxa"/>
            <w:vMerge/>
            <w:shd w:val="clear" w:color="auto" w:fill="auto"/>
          </w:tcPr>
          <w:p w:rsidR="00837ECB" w:rsidRPr="000D1F2F" w:rsidRDefault="00837ECB" w:rsidP="00F1360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36" w:type="dxa"/>
            <w:vMerge/>
            <w:shd w:val="clear" w:color="auto" w:fill="auto"/>
          </w:tcPr>
          <w:p w:rsidR="00837ECB" w:rsidRPr="008376A1" w:rsidRDefault="00837ECB" w:rsidP="005C5E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837ECB" w:rsidRPr="008376A1" w:rsidRDefault="00837ECB" w:rsidP="005C5E4E">
            <w:pPr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837ECB" w:rsidRPr="008376A1" w:rsidRDefault="00837ECB" w:rsidP="005C5E4E">
            <w:pPr>
              <w:autoSpaceDE w:val="0"/>
              <w:autoSpaceDN w:val="0"/>
              <w:adjustRightInd w:val="0"/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37ECB" w:rsidRPr="005C5E4E" w:rsidRDefault="00837ECB" w:rsidP="005C5E4E">
            <w:pPr>
              <w:jc w:val="center"/>
              <w:rPr>
                <w:sz w:val="24"/>
                <w:szCs w:val="24"/>
              </w:rPr>
            </w:pPr>
            <w:r w:rsidRPr="005C5E4E">
              <w:rPr>
                <w:rFonts w:hint="eastAsia"/>
                <w:sz w:val="24"/>
                <w:szCs w:val="24"/>
              </w:rPr>
              <w:t>об</w:t>
            </w:r>
            <w:r w:rsidRPr="005C5E4E">
              <w:rPr>
                <w:sz w:val="24"/>
                <w:szCs w:val="24"/>
              </w:rPr>
              <w:t>-</w:t>
            </w:r>
            <w:r w:rsidRPr="005C5E4E">
              <w:rPr>
                <w:rFonts w:hint="eastAsia"/>
                <w:sz w:val="24"/>
                <w:szCs w:val="24"/>
              </w:rPr>
              <w:t>ласт</w:t>
            </w:r>
            <w:r w:rsidRPr="005C5E4E">
              <w:rPr>
                <w:sz w:val="24"/>
                <w:szCs w:val="24"/>
              </w:rPr>
              <w:t>-</w:t>
            </w:r>
            <w:r w:rsidRPr="005C5E4E">
              <w:rPr>
                <w:rFonts w:hint="eastAsia"/>
                <w:sz w:val="24"/>
                <w:szCs w:val="24"/>
              </w:rPr>
              <w:t>ной</w:t>
            </w:r>
            <w:r w:rsidRPr="005C5E4E">
              <w:rPr>
                <w:sz w:val="24"/>
                <w:szCs w:val="24"/>
              </w:rPr>
              <w:t xml:space="preserve"> </w:t>
            </w:r>
            <w:proofErr w:type="spellStart"/>
            <w:r w:rsidRPr="005C5E4E">
              <w:rPr>
                <w:rFonts w:hint="eastAsia"/>
                <w:sz w:val="24"/>
                <w:szCs w:val="24"/>
              </w:rPr>
              <w:t>бюд</w:t>
            </w:r>
            <w:r w:rsidRPr="005C5E4E">
              <w:rPr>
                <w:sz w:val="24"/>
                <w:szCs w:val="24"/>
              </w:rPr>
              <w:t>-</w:t>
            </w:r>
            <w:r w:rsidRPr="005C5E4E">
              <w:rPr>
                <w:rFonts w:hint="eastAsia"/>
                <w:sz w:val="24"/>
                <w:szCs w:val="24"/>
              </w:rPr>
              <w:t>жет</w:t>
            </w:r>
            <w:proofErr w:type="spellEnd"/>
            <w:r w:rsidRPr="005C5E4E">
              <w:rPr>
                <w:sz w:val="24"/>
                <w:szCs w:val="24"/>
              </w:rPr>
              <w:t>*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837ECB" w:rsidRPr="008376A1" w:rsidRDefault="00837ECB" w:rsidP="005C5E4E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5E4E">
              <w:rPr>
                <w:rFonts w:ascii="Times New Roman" w:hAnsi="Times New Roman"/>
                <w:color w:val="000000"/>
                <w:sz w:val="24"/>
                <w:szCs w:val="24"/>
              </w:rPr>
              <w:t>614,75258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837ECB" w:rsidRPr="008376A1" w:rsidRDefault="00837ECB" w:rsidP="005C5E4E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837ECB" w:rsidRPr="008376A1" w:rsidRDefault="00837ECB" w:rsidP="005C5E4E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837ECB" w:rsidRPr="008376A1" w:rsidRDefault="00837ECB" w:rsidP="005C5E4E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837ECB" w:rsidRPr="008376A1" w:rsidRDefault="00837ECB" w:rsidP="005C5E4E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837ECB" w:rsidRPr="008376A1" w:rsidRDefault="00837ECB" w:rsidP="005C5E4E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837ECB" w:rsidRPr="008376A1" w:rsidRDefault="00837ECB" w:rsidP="005C5E4E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837ECB" w:rsidRPr="008376A1" w:rsidRDefault="00837ECB" w:rsidP="005C5E4E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837ECB" w:rsidRPr="008376A1" w:rsidRDefault="00837ECB" w:rsidP="005C5E4E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376A1">
              <w:rPr>
                <w:rFonts w:ascii="Times New Roman" w:hAnsi="Times New Roman"/>
                <w:sz w:val="24"/>
                <w:szCs w:val="24"/>
              </w:rPr>
              <w:t>14,75258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837ECB" w:rsidRPr="008376A1" w:rsidRDefault="00837ECB" w:rsidP="005C5E4E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837ECB" w:rsidRPr="008376A1" w:rsidRDefault="00837ECB" w:rsidP="005C5E4E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837ECB" w:rsidRPr="008376A1" w:rsidRDefault="00837ECB" w:rsidP="005C5E4E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05" w:type="dxa"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837ECB" w:rsidRPr="008376A1" w:rsidRDefault="00837ECB" w:rsidP="005C5E4E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37ECB" w:rsidRPr="000D1F2F" w:rsidRDefault="00837ECB" w:rsidP="005C5E4E">
            <w:pPr>
              <w:ind w:firstLine="7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37ECB" w:rsidRPr="000D1F2F" w:rsidTr="00034759">
        <w:trPr>
          <w:trHeight w:val="1134"/>
        </w:trPr>
        <w:tc>
          <w:tcPr>
            <w:tcW w:w="476" w:type="dxa"/>
            <w:vMerge/>
            <w:shd w:val="clear" w:color="auto" w:fill="auto"/>
          </w:tcPr>
          <w:p w:rsidR="00837ECB" w:rsidRPr="000D1F2F" w:rsidRDefault="00837ECB" w:rsidP="00F1360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36" w:type="dxa"/>
            <w:vMerge/>
            <w:shd w:val="clear" w:color="auto" w:fill="auto"/>
          </w:tcPr>
          <w:p w:rsidR="00837ECB" w:rsidRPr="008376A1" w:rsidRDefault="00837ECB" w:rsidP="005C5E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837ECB" w:rsidRPr="008376A1" w:rsidRDefault="00837ECB" w:rsidP="005C5E4E">
            <w:pPr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837ECB" w:rsidRPr="008376A1" w:rsidRDefault="00837ECB" w:rsidP="005C5E4E">
            <w:pPr>
              <w:autoSpaceDE w:val="0"/>
              <w:autoSpaceDN w:val="0"/>
              <w:adjustRightInd w:val="0"/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37ECB" w:rsidRPr="005C5E4E" w:rsidRDefault="00837ECB" w:rsidP="005C5E4E">
            <w:pPr>
              <w:jc w:val="center"/>
              <w:rPr>
                <w:sz w:val="24"/>
                <w:szCs w:val="24"/>
              </w:rPr>
            </w:pPr>
            <w:proofErr w:type="spellStart"/>
            <w:r w:rsidRPr="005C5E4E">
              <w:rPr>
                <w:rFonts w:hint="eastAsia"/>
                <w:sz w:val="24"/>
                <w:szCs w:val="24"/>
              </w:rPr>
              <w:t>феде</w:t>
            </w:r>
            <w:r w:rsidRPr="005C5E4E">
              <w:rPr>
                <w:sz w:val="24"/>
                <w:szCs w:val="24"/>
              </w:rPr>
              <w:t>-</w:t>
            </w:r>
            <w:r w:rsidRPr="005C5E4E">
              <w:rPr>
                <w:rFonts w:hint="eastAsia"/>
                <w:sz w:val="24"/>
                <w:szCs w:val="24"/>
              </w:rPr>
              <w:t>раль</w:t>
            </w:r>
            <w:r w:rsidRPr="005C5E4E">
              <w:rPr>
                <w:sz w:val="24"/>
                <w:szCs w:val="24"/>
              </w:rPr>
              <w:t>-</w:t>
            </w:r>
            <w:r w:rsidRPr="005C5E4E">
              <w:rPr>
                <w:rFonts w:hint="eastAsia"/>
                <w:sz w:val="24"/>
                <w:szCs w:val="24"/>
              </w:rPr>
              <w:t>ный</w:t>
            </w:r>
            <w:proofErr w:type="spellEnd"/>
            <w:r w:rsidRPr="005C5E4E">
              <w:rPr>
                <w:sz w:val="24"/>
                <w:szCs w:val="24"/>
              </w:rPr>
              <w:t xml:space="preserve"> </w:t>
            </w:r>
            <w:proofErr w:type="spellStart"/>
            <w:r w:rsidRPr="005C5E4E">
              <w:rPr>
                <w:rFonts w:hint="eastAsia"/>
                <w:sz w:val="24"/>
                <w:szCs w:val="24"/>
              </w:rPr>
              <w:t>бюд</w:t>
            </w:r>
            <w:r w:rsidRPr="005C5E4E">
              <w:rPr>
                <w:sz w:val="24"/>
                <w:szCs w:val="24"/>
              </w:rPr>
              <w:t>-</w:t>
            </w:r>
            <w:r w:rsidRPr="005C5E4E">
              <w:rPr>
                <w:rFonts w:hint="eastAsia"/>
                <w:sz w:val="24"/>
                <w:szCs w:val="24"/>
              </w:rPr>
              <w:t>жет</w:t>
            </w:r>
            <w:proofErr w:type="spellEnd"/>
          </w:p>
        </w:tc>
        <w:tc>
          <w:tcPr>
            <w:tcW w:w="425" w:type="dxa"/>
            <w:shd w:val="clear" w:color="auto" w:fill="auto"/>
            <w:textDirection w:val="btLr"/>
          </w:tcPr>
          <w:p w:rsidR="00837ECB" w:rsidRPr="008376A1" w:rsidRDefault="00837ECB" w:rsidP="005C5E4E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19877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837ECB" w:rsidRPr="008376A1" w:rsidRDefault="00837ECB" w:rsidP="005C5E4E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837ECB" w:rsidRPr="008376A1" w:rsidRDefault="00837ECB" w:rsidP="005C5E4E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837ECB" w:rsidRPr="008376A1" w:rsidRDefault="00837ECB" w:rsidP="005C5E4E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837ECB" w:rsidRPr="008376A1" w:rsidRDefault="00837ECB" w:rsidP="005C5E4E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837ECB" w:rsidRPr="008376A1" w:rsidRDefault="00837ECB" w:rsidP="005C5E4E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837ECB" w:rsidRPr="008376A1" w:rsidRDefault="00837ECB" w:rsidP="005C5E4E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837ECB" w:rsidRPr="008376A1" w:rsidRDefault="00837ECB" w:rsidP="005C5E4E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837ECB" w:rsidRPr="008376A1" w:rsidRDefault="00837ECB" w:rsidP="005C5E4E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19877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837ECB" w:rsidRPr="008376A1" w:rsidRDefault="00837ECB" w:rsidP="005C5E4E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837ECB" w:rsidRPr="008376A1" w:rsidRDefault="00837ECB" w:rsidP="005C5E4E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837ECB" w:rsidRPr="008376A1" w:rsidRDefault="00837ECB" w:rsidP="005C5E4E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05" w:type="dxa"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837ECB" w:rsidRPr="008376A1" w:rsidRDefault="00837ECB" w:rsidP="005C5E4E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37ECB" w:rsidRPr="000D1F2F" w:rsidRDefault="00837ECB" w:rsidP="005C5E4E">
            <w:pPr>
              <w:ind w:firstLine="7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10918" w:rsidRPr="000D1F2F" w:rsidTr="00034759">
        <w:trPr>
          <w:trHeight w:val="1134"/>
        </w:trPr>
        <w:tc>
          <w:tcPr>
            <w:tcW w:w="476" w:type="dxa"/>
            <w:vMerge w:val="restart"/>
            <w:shd w:val="clear" w:color="auto" w:fill="auto"/>
          </w:tcPr>
          <w:p w:rsidR="00A10918" w:rsidRPr="000D1F2F" w:rsidRDefault="00A10918" w:rsidP="00F1360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3436" w:type="dxa"/>
            <w:vMerge w:val="restart"/>
            <w:shd w:val="clear" w:color="auto" w:fill="auto"/>
          </w:tcPr>
          <w:p w:rsidR="00A10918" w:rsidRPr="008376A1" w:rsidRDefault="00A10918" w:rsidP="00A1091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sz w:val="24"/>
                <w:szCs w:val="24"/>
              </w:rPr>
              <w:t xml:space="preserve">Государственная поддержка профессиональных образовательных организаций в целях обеспечения </w:t>
            </w:r>
            <w:r w:rsidRPr="008376A1">
              <w:rPr>
                <w:rFonts w:ascii="Times New Roman" w:hAnsi="Times New Roman"/>
                <w:sz w:val="24"/>
                <w:szCs w:val="24"/>
              </w:rPr>
              <w:lastRenderedPageBreak/>
              <w:t>соответствия их материально-технической базы современным требованиям, в том числе: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A10918" w:rsidRPr="008376A1" w:rsidRDefault="00A10918" w:rsidP="00A10918">
            <w:pPr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Мин-</w:t>
            </w: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обра</w:t>
            </w:r>
            <w:proofErr w:type="spellEnd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-зова-</w:t>
            </w: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ние</w:t>
            </w:r>
            <w:proofErr w:type="spellEnd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Рязан-ской</w:t>
            </w:r>
            <w:proofErr w:type="spellEnd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области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A10918" w:rsidRPr="008376A1" w:rsidRDefault="00A10918" w:rsidP="00A10918">
            <w:pPr>
              <w:autoSpaceDE w:val="0"/>
              <w:autoSpaceDN w:val="0"/>
              <w:adjustRightInd w:val="0"/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10918" w:rsidRPr="008376A1" w:rsidRDefault="00A10918" w:rsidP="00A109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об-ласт-ной </w:t>
            </w: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бюд-</w:t>
            </w: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жет</w:t>
            </w:r>
            <w:proofErr w:type="spellEnd"/>
          </w:p>
        </w:tc>
        <w:tc>
          <w:tcPr>
            <w:tcW w:w="425" w:type="dxa"/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95260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20400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46360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28500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05" w:type="dxa"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10918" w:rsidRPr="000D1F2F" w:rsidRDefault="00A10918" w:rsidP="00A10918">
            <w:pPr>
              <w:ind w:firstLine="7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10918" w:rsidRPr="000D1F2F" w:rsidTr="001B22FA">
        <w:trPr>
          <w:trHeight w:val="1134"/>
        </w:trPr>
        <w:tc>
          <w:tcPr>
            <w:tcW w:w="476" w:type="dxa"/>
            <w:vMerge/>
            <w:tcBorders>
              <w:bottom w:val="nil"/>
            </w:tcBorders>
            <w:shd w:val="clear" w:color="auto" w:fill="auto"/>
          </w:tcPr>
          <w:p w:rsidR="00A10918" w:rsidRPr="000D1F2F" w:rsidRDefault="00A10918" w:rsidP="00F1360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36" w:type="dxa"/>
            <w:vMerge/>
            <w:shd w:val="clear" w:color="auto" w:fill="auto"/>
          </w:tcPr>
          <w:p w:rsidR="00A10918" w:rsidRPr="008376A1" w:rsidRDefault="00A10918" w:rsidP="00A1091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A10918" w:rsidRPr="008376A1" w:rsidRDefault="00A10918" w:rsidP="00A10918">
            <w:pPr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A10918" w:rsidRPr="008376A1" w:rsidRDefault="00A10918" w:rsidP="00A10918">
            <w:pPr>
              <w:autoSpaceDE w:val="0"/>
              <w:autoSpaceDN w:val="0"/>
              <w:adjustRightInd w:val="0"/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10918" w:rsidRPr="008376A1" w:rsidRDefault="00A10918" w:rsidP="00A109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феде-раль-ный</w:t>
            </w:r>
            <w:proofErr w:type="spellEnd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бюд-жет</w:t>
            </w:r>
            <w:proofErr w:type="spellEnd"/>
          </w:p>
        </w:tc>
        <w:tc>
          <w:tcPr>
            <w:tcW w:w="425" w:type="dxa"/>
            <w:shd w:val="clear" w:color="auto" w:fill="auto"/>
            <w:textDirection w:val="btLr"/>
          </w:tcPr>
          <w:p w:rsidR="00A10918" w:rsidRPr="008376A1" w:rsidRDefault="00A10918" w:rsidP="008376A1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A10918" w:rsidRPr="008376A1" w:rsidRDefault="00A10918" w:rsidP="008376A1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A10918" w:rsidRPr="008376A1" w:rsidRDefault="00A10918" w:rsidP="008376A1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A10918" w:rsidRPr="008376A1" w:rsidRDefault="00A10918" w:rsidP="008376A1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A10918" w:rsidRPr="008376A1" w:rsidRDefault="00A10918" w:rsidP="008376A1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A10918" w:rsidRPr="008376A1" w:rsidRDefault="00A10918" w:rsidP="008376A1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A10918" w:rsidRPr="008376A1" w:rsidRDefault="00A10918" w:rsidP="008376A1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A10918" w:rsidRPr="008376A1" w:rsidRDefault="00A10918" w:rsidP="008376A1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A10918" w:rsidRPr="008376A1" w:rsidRDefault="00A10918" w:rsidP="008376A1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A10918" w:rsidRPr="008376A1" w:rsidRDefault="00A10918" w:rsidP="008376A1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A10918" w:rsidRPr="008376A1" w:rsidRDefault="00A10918" w:rsidP="008376A1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A10918" w:rsidRPr="008376A1" w:rsidRDefault="008376A1" w:rsidP="008376A1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05" w:type="dxa"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A10918" w:rsidRPr="008376A1" w:rsidRDefault="008376A1" w:rsidP="008376A1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10918" w:rsidRPr="000D1F2F" w:rsidRDefault="00A10918" w:rsidP="00A10918">
            <w:pPr>
              <w:ind w:firstLine="7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10918" w:rsidRPr="000D1F2F" w:rsidTr="0073408C">
        <w:trPr>
          <w:cantSplit/>
          <w:trHeight w:val="1134"/>
        </w:trPr>
        <w:tc>
          <w:tcPr>
            <w:tcW w:w="476" w:type="dxa"/>
            <w:tcBorders>
              <w:top w:val="nil"/>
              <w:bottom w:val="single" w:sz="6" w:space="0" w:color="000000"/>
            </w:tcBorders>
            <w:shd w:val="clear" w:color="auto" w:fill="auto"/>
          </w:tcPr>
          <w:p w:rsidR="00A10918" w:rsidRPr="000D1F2F" w:rsidRDefault="00A10918" w:rsidP="00F1360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36" w:type="dxa"/>
            <w:tcBorders>
              <w:bottom w:val="single" w:sz="6" w:space="0" w:color="000000"/>
            </w:tcBorders>
            <w:shd w:val="clear" w:color="auto" w:fill="auto"/>
          </w:tcPr>
          <w:p w:rsidR="00A10918" w:rsidRPr="008376A1" w:rsidRDefault="00A10918" w:rsidP="00A1091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sz w:val="24"/>
                <w:szCs w:val="24"/>
              </w:rPr>
              <w:t xml:space="preserve">субсидии на иные цели государственным профессиональным образовательным организациям, реализующим образовательные программы среднего профессионального образования, в отношении которых </w:t>
            </w:r>
            <w:proofErr w:type="spellStart"/>
            <w:r w:rsidRPr="008376A1">
              <w:rPr>
                <w:rFonts w:ascii="Times New Roman" w:hAnsi="Times New Roman"/>
                <w:sz w:val="24"/>
                <w:szCs w:val="24"/>
              </w:rPr>
              <w:t>Минобразование</w:t>
            </w:r>
            <w:proofErr w:type="spellEnd"/>
            <w:r w:rsidRPr="008376A1">
              <w:rPr>
                <w:rFonts w:ascii="Times New Roman" w:hAnsi="Times New Roman"/>
                <w:sz w:val="24"/>
                <w:szCs w:val="24"/>
              </w:rPr>
              <w:t xml:space="preserve"> Рязанской области осуществляет функции и полномочия учредителя, на приобретение оборудования, средств обучения, средств вычислительной техники и лицензионного программного обеспечения, интерактивного и презентационного оборудования, мебели</w:t>
            </w:r>
          </w:p>
        </w:tc>
        <w:tc>
          <w:tcPr>
            <w:tcW w:w="993" w:type="dxa"/>
            <w:tcBorders>
              <w:bottom w:val="single" w:sz="6" w:space="0" w:color="000000"/>
            </w:tcBorders>
            <w:shd w:val="clear" w:color="auto" w:fill="auto"/>
          </w:tcPr>
          <w:p w:rsidR="00A10918" w:rsidRPr="008376A1" w:rsidRDefault="00A10918" w:rsidP="00A10918">
            <w:pPr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Мин-</w:t>
            </w: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обра</w:t>
            </w:r>
            <w:proofErr w:type="spellEnd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-зова-</w:t>
            </w: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ние</w:t>
            </w:r>
            <w:proofErr w:type="spellEnd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Рязан-ской</w:t>
            </w:r>
            <w:proofErr w:type="spellEnd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области</w:t>
            </w:r>
          </w:p>
        </w:tc>
        <w:tc>
          <w:tcPr>
            <w:tcW w:w="993" w:type="dxa"/>
            <w:tcBorders>
              <w:bottom w:val="single" w:sz="6" w:space="0" w:color="000000"/>
            </w:tcBorders>
            <w:shd w:val="clear" w:color="auto" w:fill="auto"/>
          </w:tcPr>
          <w:p w:rsidR="00A10918" w:rsidRPr="008376A1" w:rsidRDefault="00A10918" w:rsidP="00A10918">
            <w:pPr>
              <w:autoSpaceDE w:val="0"/>
              <w:autoSpaceDN w:val="0"/>
              <w:adjustRightInd w:val="0"/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госу</w:t>
            </w:r>
            <w:proofErr w:type="spellEnd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-дар-</w:t>
            </w: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ствен</w:t>
            </w:r>
            <w:proofErr w:type="spellEnd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ные</w:t>
            </w:r>
            <w:proofErr w:type="spellEnd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образо-ватель-ные</w:t>
            </w:r>
            <w:proofErr w:type="spellEnd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органи-зации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A10918" w:rsidRPr="008376A1" w:rsidRDefault="00A10918" w:rsidP="00A109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об-ласт-ной </w:t>
            </w: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бюд-жет</w:t>
            </w:r>
            <w:proofErr w:type="spellEnd"/>
          </w:p>
        </w:tc>
        <w:tc>
          <w:tcPr>
            <w:tcW w:w="425" w:type="dxa"/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95260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376A1">
              <w:rPr>
                <w:rFonts w:cs="TimesET"/>
                <w:sz w:val="24"/>
                <w:szCs w:val="24"/>
              </w:rPr>
              <w:t>20400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376A1">
              <w:rPr>
                <w:rFonts w:ascii="Times New Roman" w:hAnsi="Times New Roman"/>
                <w:sz w:val="24"/>
                <w:szCs w:val="24"/>
              </w:rPr>
              <w:t>46360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A10918" w:rsidRPr="008376A1" w:rsidRDefault="008376A1" w:rsidP="00A10918">
            <w:pPr>
              <w:ind w:left="113" w:right="11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28500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sz w:val="24"/>
                <w:szCs w:val="24"/>
              </w:rPr>
            </w:pPr>
            <w:r w:rsidRPr="008376A1">
              <w:rPr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sz w:val="24"/>
                <w:szCs w:val="24"/>
              </w:rPr>
            </w:pPr>
            <w:r w:rsidRPr="008376A1">
              <w:rPr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sz w:val="24"/>
                <w:szCs w:val="24"/>
              </w:rPr>
            </w:pPr>
            <w:r w:rsidRPr="008376A1">
              <w:rPr>
                <w:sz w:val="24"/>
                <w:szCs w:val="24"/>
              </w:rPr>
              <w:t>0</w:t>
            </w:r>
          </w:p>
        </w:tc>
        <w:tc>
          <w:tcPr>
            <w:tcW w:w="405" w:type="dxa"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A10918" w:rsidRPr="008376A1" w:rsidRDefault="00A10918" w:rsidP="00A10918">
            <w:pPr>
              <w:ind w:left="113" w:right="113"/>
              <w:jc w:val="right"/>
              <w:rPr>
                <w:sz w:val="24"/>
                <w:szCs w:val="24"/>
              </w:rPr>
            </w:pPr>
            <w:r w:rsidRPr="008376A1">
              <w:rPr>
                <w:sz w:val="24"/>
                <w:szCs w:val="24"/>
              </w:rPr>
              <w:t>0</w:t>
            </w:r>
          </w:p>
        </w:tc>
        <w:tc>
          <w:tcPr>
            <w:tcW w:w="2442" w:type="dxa"/>
            <w:vMerge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A10918" w:rsidRPr="000D1F2F" w:rsidRDefault="00A10918" w:rsidP="00A10918">
            <w:pPr>
              <w:ind w:firstLine="7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3408C" w:rsidRPr="000D1F2F" w:rsidTr="0073408C">
        <w:trPr>
          <w:cantSplit/>
          <w:trHeight w:val="1880"/>
        </w:trPr>
        <w:tc>
          <w:tcPr>
            <w:tcW w:w="476" w:type="dxa"/>
            <w:tcBorders>
              <w:bottom w:val="nil"/>
            </w:tcBorders>
            <w:shd w:val="clear" w:color="auto" w:fill="auto"/>
          </w:tcPr>
          <w:p w:rsidR="0073408C" w:rsidRPr="000D1F2F" w:rsidRDefault="0073408C" w:rsidP="00F1360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3436" w:type="dxa"/>
            <w:tcBorders>
              <w:bottom w:val="nil"/>
            </w:tcBorders>
            <w:shd w:val="clear" w:color="auto" w:fill="auto"/>
          </w:tcPr>
          <w:p w:rsidR="0073408C" w:rsidRPr="008376A1" w:rsidRDefault="0073408C" w:rsidP="00262EC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sz w:val="24"/>
                <w:szCs w:val="24"/>
              </w:rPr>
              <w:t>Создание и обеспечение функционирования центров опережающей профессиональной подготовки, в том числе: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:rsidR="0073408C" w:rsidRPr="008376A1" w:rsidRDefault="0073408C" w:rsidP="00262ECA">
            <w:pPr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Мин-</w:t>
            </w: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обра</w:t>
            </w:r>
            <w:proofErr w:type="spellEnd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-зова-</w:t>
            </w: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ние</w:t>
            </w:r>
            <w:proofErr w:type="spellEnd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Рязан-ской</w:t>
            </w:r>
            <w:proofErr w:type="spellEnd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области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:rsidR="0073408C" w:rsidRPr="008376A1" w:rsidRDefault="0073408C" w:rsidP="00262ECA">
            <w:pPr>
              <w:autoSpaceDE w:val="0"/>
              <w:autoSpaceDN w:val="0"/>
              <w:adjustRightInd w:val="0"/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госу</w:t>
            </w:r>
            <w:proofErr w:type="spellEnd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-дар-</w:t>
            </w: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ствен</w:t>
            </w:r>
            <w:proofErr w:type="spellEnd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ные</w:t>
            </w:r>
            <w:proofErr w:type="spellEnd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образо-ватель-ные</w:t>
            </w:r>
            <w:proofErr w:type="spellEnd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органи-зации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73408C" w:rsidRPr="008376A1" w:rsidRDefault="0073408C" w:rsidP="00262E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об-ласт-ной </w:t>
            </w: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бюд-жет</w:t>
            </w:r>
            <w:proofErr w:type="spellEnd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3408C" w:rsidRPr="008376A1" w:rsidRDefault="0073408C" w:rsidP="00262ECA">
            <w:pPr>
              <w:ind w:left="113" w:right="113"/>
              <w:jc w:val="right"/>
              <w:rPr>
                <w:sz w:val="24"/>
                <w:szCs w:val="24"/>
              </w:rPr>
            </w:pPr>
            <w:r w:rsidRPr="008376A1">
              <w:rPr>
                <w:sz w:val="24"/>
                <w:szCs w:val="24"/>
              </w:rPr>
              <w:t>614,75258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73408C" w:rsidRPr="008376A1" w:rsidRDefault="0073408C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3408C" w:rsidRPr="008376A1" w:rsidRDefault="0073408C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3408C" w:rsidRPr="008376A1" w:rsidRDefault="0073408C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3408C" w:rsidRPr="008376A1" w:rsidRDefault="0073408C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73408C" w:rsidRPr="008376A1" w:rsidRDefault="0073408C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3408C" w:rsidRPr="008376A1" w:rsidRDefault="0073408C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3408C" w:rsidRPr="008376A1" w:rsidRDefault="0073408C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3408C" w:rsidRPr="008376A1" w:rsidRDefault="0073408C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614,75258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73408C" w:rsidRPr="008376A1" w:rsidRDefault="0073408C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3408C" w:rsidRPr="008376A1" w:rsidRDefault="0073408C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3408C" w:rsidRPr="008376A1" w:rsidRDefault="0073408C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05" w:type="dxa"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73408C" w:rsidRPr="008376A1" w:rsidRDefault="0073408C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2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8C078F" w:rsidRPr="000F484F" w:rsidRDefault="008C078F" w:rsidP="008C07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03842">
              <w:rPr>
                <w:rFonts w:ascii="Times New Roman" w:hAnsi="Times New Roman"/>
                <w:sz w:val="24"/>
                <w:szCs w:val="24"/>
              </w:rPr>
              <w:t xml:space="preserve">реализующих программы среднего профессионального образования), до 36 </w:t>
            </w:r>
            <w:r w:rsidRPr="000F484F">
              <w:rPr>
                <w:rFonts w:ascii="Times New Roman" w:hAnsi="Times New Roman"/>
                <w:sz w:val="24"/>
                <w:szCs w:val="24"/>
              </w:rPr>
              <w:t>единиц;</w:t>
            </w:r>
          </w:p>
          <w:p w:rsidR="008C078F" w:rsidRPr="000F484F" w:rsidRDefault="008C078F" w:rsidP="008C07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F484F">
              <w:rPr>
                <w:rFonts w:ascii="Times New Roman" w:hAnsi="Times New Roman"/>
                <w:sz w:val="24"/>
                <w:szCs w:val="24"/>
              </w:rPr>
              <w:t>внедрение к 2024 году программ профессионального обучения по наиболее востребованным и перспективным профессиям;</w:t>
            </w:r>
          </w:p>
          <w:p w:rsidR="008C078F" w:rsidRDefault="008C078F" w:rsidP="008C07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F484F">
              <w:rPr>
                <w:rFonts w:ascii="Times New Roman" w:hAnsi="Times New Roman"/>
                <w:sz w:val="24"/>
                <w:szCs w:val="24"/>
              </w:rPr>
              <w:t>увеличение доли обучающихся организаций, осуществляющих образовательную деятельность по образовательным</w:t>
            </w:r>
            <w:r w:rsidR="003923CB">
              <w:rPr>
                <w:rFonts w:ascii="Times New Roman" w:hAnsi="Times New Roman"/>
                <w:sz w:val="24"/>
                <w:szCs w:val="24"/>
              </w:rPr>
              <w:t xml:space="preserve"> программам среднего профессионального образования, вовлеченных в </w:t>
            </w:r>
            <w:r w:rsidR="003923CB">
              <w:rPr>
                <w:rFonts w:ascii="Times New Roman" w:hAnsi="Times New Roman"/>
                <w:sz w:val="24"/>
                <w:szCs w:val="24"/>
              </w:rPr>
              <w:lastRenderedPageBreak/>
              <w:t>различные формы наставничества, до показателя не менее 23,4% к 2021 году; увеличение количества</w:t>
            </w:r>
            <w:r w:rsidRPr="000F484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923CB" w:rsidRDefault="008C078F" w:rsidP="008C07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преподавателей </w:t>
            </w:r>
          </w:p>
          <w:p w:rsidR="008C078F" w:rsidRDefault="008C078F" w:rsidP="008C07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(мастеров производственного обучения), </w:t>
            </w:r>
          </w:p>
          <w:p w:rsidR="008C078F" w:rsidRDefault="008C078F" w:rsidP="008C07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прошедших повышение квалификации по программам, </w:t>
            </w:r>
          </w:p>
          <w:p w:rsidR="008C078F" w:rsidRDefault="008C078F" w:rsidP="008C07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основанным на опыте Союза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Ворлдскиллс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Россия, в том числе преподавателей (мастеров производственного обучения), сертифицированных в качестве экспертов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Ворлдскиллс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до показателя не менее 0,27 тыс. </w:t>
            </w:r>
            <w:r w:rsidRPr="000F484F">
              <w:rPr>
                <w:rFonts w:ascii="Times New Roman" w:hAnsi="Times New Roman"/>
                <w:sz w:val="24"/>
                <w:szCs w:val="24"/>
              </w:rPr>
              <w:t>человек к</w:t>
            </w:r>
            <w:r w:rsidRPr="009728C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0F484F">
              <w:rPr>
                <w:rFonts w:ascii="Times New Roman" w:hAnsi="Times New Roman"/>
                <w:sz w:val="24"/>
                <w:szCs w:val="24"/>
              </w:rPr>
              <w:t>2021 году;</w:t>
            </w:r>
          </w:p>
          <w:p w:rsidR="0073408C" w:rsidRDefault="003923CB" w:rsidP="003923C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F484F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численности</w:t>
            </w:r>
          </w:p>
        </w:tc>
      </w:tr>
      <w:tr w:rsidR="0073408C" w:rsidRPr="000D1F2F" w:rsidTr="00F13601">
        <w:trPr>
          <w:cantSplit/>
          <w:trHeight w:val="1880"/>
        </w:trPr>
        <w:tc>
          <w:tcPr>
            <w:tcW w:w="476" w:type="dxa"/>
            <w:tcBorders>
              <w:top w:val="nil"/>
              <w:bottom w:val="nil"/>
            </w:tcBorders>
            <w:shd w:val="clear" w:color="auto" w:fill="auto"/>
          </w:tcPr>
          <w:p w:rsidR="0073408C" w:rsidRPr="000D1F2F" w:rsidRDefault="0073408C" w:rsidP="00F1360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36" w:type="dxa"/>
            <w:tcBorders>
              <w:top w:val="nil"/>
              <w:bottom w:val="single" w:sz="6" w:space="0" w:color="000000"/>
            </w:tcBorders>
            <w:shd w:val="clear" w:color="auto" w:fill="auto"/>
          </w:tcPr>
          <w:p w:rsidR="0073408C" w:rsidRPr="000D1F2F" w:rsidRDefault="0073408C" w:rsidP="008A701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bottom w:val="single" w:sz="6" w:space="0" w:color="000000"/>
            </w:tcBorders>
            <w:shd w:val="clear" w:color="auto" w:fill="auto"/>
          </w:tcPr>
          <w:p w:rsidR="0073408C" w:rsidRPr="000D1F2F" w:rsidRDefault="0073408C" w:rsidP="008A7010">
            <w:pPr>
              <w:autoSpaceDE w:val="0"/>
              <w:autoSpaceDN w:val="0"/>
              <w:adjustRightInd w:val="0"/>
              <w:ind w:left="-3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bottom w:val="single" w:sz="6" w:space="0" w:color="000000"/>
            </w:tcBorders>
            <w:shd w:val="clear" w:color="auto" w:fill="auto"/>
          </w:tcPr>
          <w:p w:rsidR="0073408C" w:rsidRPr="000D1F2F" w:rsidRDefault="0073408C" w:rsidP="008A7010">
            <w:pPr>
              <w:autoSpaceDE w:val="0"/>
              <w:autoSpaceDN w:val="0"/>
              <w:adjustRightInd w:val="0"/>
              <w:ind w:left="-3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3408C" w:rsidRPr="008376A1" w:rsidRDefault="0073408C" w:rsidP="00262ECA">
            <w:pPr>
              <w:jc w:val="center"/>
              <w:rPr>
                <w:sz w:val="24"/>
                <w:szCs w:val="24"/>
              </w:rPr>
            </w:pPr>
            <w:proofErr w:type="spellStart"/>
            <w:r w:rsidRPr="008376A1">
              <w:rPr>
                <w:sz w:val="24"/>
                <w:szCs w:val="24"/>
              </w:rPr>
              <w:t>феде-раль-ный</w:t>
            </w:r>
            <w:proofErr w:type="spellEnd"/>
            <w:r w:rsidRPr="008376A1">
              <w:rPr>
                <w:sz w:val="24"/>
                <w:szCs w:val="24"/>
              </w:rPr>
              <w:t xml:space="preserve"> </w:t>
            </w:r>
            <w:proofErr w:type="spellStart"/>
            <w:r w:rsidRPr="008376A1">
              <w:rPr>
                <w:sz w:val="24"/>
                <w:szCs w:val="24"/>
              </w:rPr>
              <w:t>бюд-жет</w:t>
            </w:r>
            <w:proofErr w:type="spellEnd"/>
          </w:p>
        </w:tc>
        <w:tc>
          <w:tcPr>
            <w:tcW w:w="425" w:type="dxa"/>
            <w:shd w:val="clear" w:color="auto" w:fill="auto"/>
            <w:textDirection w:val="btLr"/>
          </w:tcPr>
          <w:p w:rsidR="0073408C" w:rsidRPr="008376A1" w:rsidRDefault="0073408C" w:rsidP="00262ECA">
            <w:pPr>
              <w:ind w:left="113" w:right="11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19877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73408C" w:rsidRPr="008376A1" w:rsidRDefault="0073408C" w:rsidP="00262ECA">
            <w:pPr>
              <w:ind w:left="113" w:right="113"/>
              <w:jc w:val="right"/>
              <w:rPr>
                <w:sz w:val="24"/>
                <w:szCs w:val="24"/>
              </w:rPr>
            </w:pPr>
            <w:r w:rsidRPr="008376A1">
              <w:rPr>
                <w:sz w:val="24"/>
                <w:szCs w:val="24"/>
              </w:rPr>
              <w:t>-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3408C" w:rsidRPr="008376A1" w:rsidRDefault="0073408C" w:rsidP="00262ECA">
            <w:pPr>
              <w:ind w:left="113" w:right="113"/>
              <w:jc w:val="right"/>
              <w:rPr>
                <w:sz w:val="24"/>
                <w:szCs w:val="24"/>
              </w:rPr>
            </w:pPr>
            <w:r w:rsidRPr="008376A1">
              <w:rPr>
                <w:sz w:val="24"/>
                <w:szCs w:val="24"/>
              </w:rPr>
              <w:t>-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3408C" w:rsidRPr="008376A1" w:rsidRDefault="0073408C" w:rsidP="00262ECA">
            <w:pPr>
              <w:ind w:left="113" w:right="113"/>
              <w:jc w:val="right"/>
              <w:rPr>
                <w:sz w:val="24"/>
                <w:szCs w:val="24"/>
              </w:rPr>
            </w:pPr>
            <w:r w:rsidRPr="008376A1">
              <w:rPr>
                <w:sz w:val="24"/>
                <w:szCs w:val="24"/>
              </w:rPr>
              <w:t>-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3408C" w:rsidRPr="008376A1" w:rsidRDefault="0073408C" w:rsidP="00262ECA">
            <w:pPr>
              <w:ind w:left="113" w:right="113"/>
              <w:jc w:val="right"/>
              <w:rPr>
                <w:sz w:val="24"/>
                <w:szCs w:val="24"/>
              </w:rPr>
            </w:pPr>
            <w:r w:rsidRPr="008376A1">
              <w:rPr>
                <w:sz w:val="24"/>
                <w:szCs w:val="24"/>
              </w:rPr>
              <w:t>-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73408C" w:rsidRPr="008376A1" w:rsidRDefault="0073408C" w:rsidP="00262ECA">
            <w:pPr>
              <w:ind w:left="113" w:right="113"/>
              <w:jc w:val="right"/>
              <w:rPr>
                <w:sz w:val="24"/>
                <w:szCs w:val="24"/>
              </w:rPr>
            </w:pPr>
            <w:r w:rsidRPr="008376A1">
              <w:rPr>
                <w:sz w:val="24"/>
                <w:szCs w:val="24"/>
              </w:rPr>
              <w:t>-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3408C" w:rsidRPr="008376A1" w:rsidRDefault="0073408C" w:rsidP="00262ECA">
            <w:pPr>
              <w:ind w:left="113"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  <w:textDirection w:val="btLr"/>
          </w:tcPr>
          <w:p w:rsidR="0073408C" w:rsidRPr="008376A1" w:rsidRDefault="0073408C" w:rsidP="00262ECA">
            <w:pPr>
              <w:ind w:left="113" w:right="113"/>
              <w:jc w:val="right"/>
              <w:rPr>
                <w:sz w:val="24"/>
                <w:szCs w:val="24"/>
              </w:rPr>
            </w:pPr>
            <w:r w:rsidRPr="008376A1">
              <w:rPr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3408C" w:rsidRPr="008376A1" w:rsidRDefault="0073408C" w:rsidP="00262ECA">
            <w:pPr>
              <w:ind w:left="113" w:right="113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19877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73408C" w:rsidRPr="008376A1" w:rsidRDefault="0073408C" w:rsidP="00262ECA">
            <w:pPr>
              <w:ind w:left="113" w:right="113"/>
              <w:jc w:val="right"/>
              <w:rPr>
                <w:sz w:val="24"/>
                <w:szCs w:val="24"/>
              </w:rPr>
            </w:pPr>
            <w:r w:rsidRPr="008376A1">
              <w:rPr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3408C" w:rsidRPr="008376A1" w:rsidRDefault="0073408C" w:rsidP="00262ECA">
            <w:pPr>
              <w:ind w:left="113" w:right="113"/>
              <w:jc w:val="right"/>
              <w:rPr>
                <w:sz w:val="24"/>
                <w:szCs w:val="24"/>
              </w:rPr>
            </w:pPr>
            <w:r w:rsidRPr="008376A1">
              <w:rPr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3408C" w:rsidRPr="008376A1" w:rsidRDefault="0073408C" w:rsidP="00262ECA">
            <w:pPr>
              <w:ind w:left="113" w:right="113"/>
              <w:jc w:val="right"/>
              <w:rPr>
                <w:sz w:val="24"/>
                <w:szCs w:val="24"/>
              </w:rPr>
            </w:pPr>
            <w:r w:rsidRPr="008376A1">
              <w:rPr>
                <w:sz w:val="24"/>
                <w:szCs w:val="24"/>
              </w:rPr>
              <w:t>0</w:t>
            </w:r>
          </w:p>
        </w:tc>
        <w:tc>
          <w:tcPr>
            <w:tcW w:w="405" w:type="dxa"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73408C" w:rsidRPr="008376A1" w:rsidRDefault="0073408C" w:rsidP="00262ECA">
            <w:pPr>
              <w:ind w:left="113" w:right="113"/>
              <w:jc w:val="right"/>
              <w:rPr>
                <w:sz w:val="24"/>
                <w:szCs w:val="24"/>
              </w:rPr>
            </w:pPr>
            <w:r w:rsidRPr="008376A1">
              <w:rPr>
                <w:sz w:val="24"/>
                <w:szCs w:val="24"/>
              </w:rPr>
              <w:t>0</w:t>
            </w:r>
          </w:p>
        </w:tc>
        <w:tc>
          <w:tcPr>
            <w:tcW w:w="244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3408C" w:rsidRDefault="0073408C" w:rsidP="007340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408C" w:rsidRPr="000D1F2F" w:rsidTr="008C078F">
        <w:trPr>
          <w:cantSplit/>
          <w:trHeight w:val="1880"/>
        </w:trPr>
        <w:tc>
          <w:tcPr>
            <w:tcW w:w="4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3408C" w:rsidRPr="000D1F2F" w:rsidRDefault="0073408C" w:rsidP="00F1360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36" w:type="dxa"/>
            <w:tcBorders>
              <w:bottom w:val="single" w:sz="4" w:space="0" w:color="auto"/>
            </w:tcBorders>
            <w:shd w:val="clear" w:color="auto" w:fill="auto"/>
          </w:tcPr>
          <w:p w:rsidR="0073408C" w:rsidRPr="008376A1" w:rsidRDefault="0073408C" w:rsidP="00262ECA">
            <w:pPr>
              <w:rPr>
                <w:sz w:val="24"/>
                <w:szCs w:val="24"/>
              </w:rPr>
            </w:pPr>
            <w:r w:rsidRPr="008376A1">
              <w:rPr>
                <w:sz w:val="24"/>
                <w:szCs w:val="24"/>
              </w:rPr>
              <w:t>субсидии государственным профессиональным образовательным организациям на иные цели на с</w:t>
            </w:r>
            <w:r w:rsidRPr="008376A1">
              <w:rPr>
                <w:rFonts w:ascii="Times New Roman" w:hAnsi="Times New Roman"/>
                <w:sz w:val="24"/>
                <w:szCs w:val="24"/>
              </w:rPr>
              <w:t>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73408C" w:rsidRPr="008376A1" w:rsidRDefault="0073408C" w:rsidP="00262ECA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376A1">
              <w:rPr>
                <w:sz w:val="24"/>
                <w:szCs w:val="24"/>
              </w:rPr>
              <w:t>Мин-</w:t>
            </w:r>
            <w:proofErr w:type="spellStart"/>
            <w:r w:rsidRPr="008376A1">
              <w:rPr>
                <w:sz w:val="24"/>
                <w:szCs w:val="24"/>
              </w:rPr>
              <w:t>обра</w:t>
            </w:r>
            <w:proofErr w:type="spellEnd"/>
            <w:r w:rsidRPr="008376A1">
              <w:rPr>
                <w:sz w:val="24"/>
                <w:szCs w:val="24"/>
              </w:rPr>
              <w:t>-</w:t>
            </w:r>
            <w:proofErr w:type="spellStart"/>
            <w:r w:rsidRPr="008376A1">
              <w:rPr>
                <w:sz w:val="24"/>
                <w:szCs w:val="24"/>
              </w:rPr>
              <w:t>зование</w:t>
            </w:r>
            <w:proofErr w:type="spellEnd"/>
            <w:r w:rsidRPr="008376A1">
              <w:rPr>
                <w:sz w:val="24"/>
                <w:szCs w:val="24"/>
              </w:rPr>
              <w:t xml:space="preserve"> </w:t>
            </w:r>
            <w:proofErr w:type="spellStart"/>
            <w:r w:rsidRPr="008376A1">
              <w:rPr>
                <w:sz w:val="24"/>
                <w:szCs w:val="24"/>
              </w:rPr>
              <w:t>Рязан-ской</w:t>
            </w:r>
            <w:proofErr w:type="spellEnd"/>
            <w:r w:rsidRPr="008376A1">
              <w:rPr>
                <w:sz w:val="24"/>
                <w:szCs w:val="24"/>
              </w:rPr>
              <w:t xml:space="preserve"> области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73408C" w:rsidRPr="008376A1" w:rsidRDefault="0073408C" w:rsidP="00262ECA">
            <w:pPr>
              <w:autoSpaceDE w:val="0"/>
              <w:autoSpaceDN w:val="0"/>
              <w:adjustRightInd w:val="0"/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госу</w:t>
            </w:r>
            <w:proofErr w:type="spellEnd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-дар-</w:t>
            </w: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ствен</w:t>
            </w:r>
            <w:proofErr w:type="spellEnd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ные</w:t>
            </w:r>
            <w:proofErr w:type="spellEnd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образо-ватель-ные</w:t>
            </w:r>
            <w:proofErr w:type="spellEnd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органи-зации</w:t>
            </w:r>
            <w:proofErr w:type="spellEnd"/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73408C" w:rsidRPr="008376A1" w:rsidRDefault="0073408C" w:rsidP="00262E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об-ласт-ной </w:t>
            </w: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бюд-жет</w:t>
            </w:r>
            <w:proofErr w:type="spellEnd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73408C" w:rsidRPr="008376A1" w:rsidRDefault="0073408C" w:rsidP="00262ECA">
            <w:pPr>
              <w:ind w:left="113" w:right="113"/>
              <w:jc w:val="right"/>
              <w:rPr>
                <w:sz w:val="24"/>
                <w:szCs w:val="24"/>
              </w:rPr>
            </w:pPr>
            <w:r w:rsidRPr="008376A1">
              <w:rPr>
                <w:sz w:val="24"/>
                <w:szCs w:val="24"/>
              </w:rPr>
              <w:t>614,75258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73408C" w:rsidRPr="008376A1" w:rsidRDefault="0073408C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73408C" w:rsidRPr="008376A1" w:rsidRDefault="0073408C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73408C" w:rsidRPr="008376A1" w:rsidRDefault="0073408C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73408C" w:rsidRPr="008376A1" w:rsidRDefault="0073408C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73408C" w:rsidRPr="008376A1" w:rsidRDefault="0073408C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73408C" w:rsidRPr="008376A1" w:rsidRDefault="0073408C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73408C" w:rsidRPr="008376A1" w:rsidRDefault="0073408C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73408C" w:rsidRPr="008376A1" w:rsidRDefault="0073408C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614,75258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73408C" w:rsidRPr="008376A1" w:rsidRDefault="0073408C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73408C" w:rsidRPr="008376A1" w:rsidRDefault="0073408C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73408C" w:rsidRPr="008376A1" w:rsidRDefault="0073408C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0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3408C" w:rsidRPr="008376A1" w:rsidRDefault="0073408C" w:rsidP="00262ECA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408C" w:rsidRDefault="0073408C" w:rsidP="007340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408C" w:rsidRPr="000D1F2F" w:rsidTr="008C078F">
        <w:trPr>
          <w:cantSplit/>
          <w:trHeight w:val="1880"/>
        </w:trPr>
        <w:tc>
          <w:tcPr>
            <w:tcW w:w="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3408C" w:rsidRPr="000D1F2F" w:rsidRDefault="0073408C" w:rsidP="00F1360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36" w:type="dxa"/>
            <w:tcBorders>
              <w:top w:val="single" w:sz="4" w:space="0" w:color="auto"/>
            </w:tcBorders>
            <w:shd w:val="clear" w:color="auto" w:fill="auto"/>
          </w:tcPr>
          <w:p w:rsidR="0073408C" w:rsidRPr="000D1F2F" w:rsidRDefault="0073408C" w:rsidP="008A701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73408C" w:rsidRPr="000D1F2F" w:rsidRDefault="0073408C" w:rsidP="008A7010">
            <w:pPr>
              <w:autoSpaceDE w:val="0"/>
              <w:autoSpaceDN w:val="0"/>
              <w:adjustRightInd w:val="0"/>
              <w:ind w:left="-3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73408C" w:rsidRPr="000D1F2F" w:rsidRDefault="0073408C" w:rsidP="008A7010">
            <w:pPr>
              <w:autoSpaceDE w:val="0"/>
              <w:autoSpaceDN w:val="0"/>
              <w:adjustRightInd w:val="0"/>
              <w:ind w:left="-3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3408C" w:rsidRPr="008376A1" w:rsidRDefault="0073408C" w:rsidP="00262E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феде-раль-ный</w:t>
            </w:r>
            <w:proofErr w:type="spellEnd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бюд-жет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73408C" w:rsidRPr="008376A1" w:rsidRDefault="0073408C" w:rsidP="00262ECA">
            <w:pPr>
              <w:ind w:left="113" w:right="11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19877</w:t>
            </w: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73408C" w:rsidRPr="008376A1" w:rsidRDefault="0073408C" w:rsidP="00262ECA">
            <w:pPr>
              <w:ind w:left="113" w:right="113"/>
              <w:jc w:val="right"/>
              <w:rPr>
                <w:sz w:val="24"/>
                <w:szCs w:val="24"/>
              </w:rPr>
            </w:pPr>
            <w:r w:rsidRPr="008376A1">
              <w:rPr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73408C" w:rsidRPr="008376A1" w:rsidRDefault="0073408C" w:rsidP="00262ECA">
            <w:pPr>
              <w:ind w:left="113" w:right="113"/>
              <w:jc w:val="right"/>
              <w:rPr>
                <w:sz w:val="24"/>
                <w:szCs w:val="24"/>
              </w:rPr>
            </w:pPr>
            <w:r w:rsidRPr="008376A1">
              <w:rPr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73408C" w:rsidRPr="008376A1" w:rsidRDefault="0073408C" w:rsidP="00262ECA">
            <w:pPr>
              <w:ind w:left="113" w:right="113"/>
              <w:jc w:val="right"/>
              <w:rPr>
                <w:sz w:val="24"/>
                <w:szCs w:val="24"/>
              </w:rPr>
            </w:pPr>
            <w:r w:rsidRPr="008376A1">
              <w:rPr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73408C" w:rsidRPr="008376A1" w:rsidRDefault="0073408C" w:rsidP="00262ECA">
            <w:pPr>
              <w:ind w:left="113" w:right="113"/>
              <w:jc w:val="right"/>
              <w:rPr>
                <w:sz w:val="24"/>
                <w:szCs w:val="24"/>
              </w:rPr>
            </w:pPr>
            <w:r w:rsidRPr="008376A1">
              <w:rPr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73408C" w:rsidRPr="008376A1" w:rsidRDefault="0073408C" w:rsidP="00262ECA">
            <w:pPr>
              <w:ind w:left="113" w:right="113"/>
              <w:jc w:val="right"/>
              <w:rPr>
                <w:sz w:val="24"/>
                <w:szCs w:val="24"/>
              </w:rPr>
            </w:pPr>
            <w:r w:rsidRPr="008376A1">
              <w:rPr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73408C" w:rsidRPr="008376A1" w:rsidRDefault="0073408C" w:rsidP="00262ECA">
            <w:pPr>
              <w:ind w:left="113"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73408C" w:rsidRPr="008376A1" w:rsidRDefault="0073408C" w:rsidP="00262ECA">
            <w:pPr>
              <w:ind w:left="113" w:right="113"/>
              <w:jc w:val="right"/>
              <w:rPr>
                <w:sz w:val="24"/>
                <w:szCs w:val="24"/>
              </w:rPr>
            </w:pPr>
            <w:r w:rsidRPr="008376A1">
              <w:rPr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73408C" w:rsidRPr="008376A1" w:rsidRDefault="0073408C" w:rsidP="00262ECA">
            <w:pPr>
              <w:ind w:left="113" w:right="113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19877</w:t>
            </w: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73408C" w:rsidRPr="008376A1" w:rsidRDefault="0073408C" w:rsidP="00262ECA">
            <w:pPr>
              <w:ind w:left="113" w:right="113"/>
              <w:jc w:val="right"/>
              <w:rPr>
                <w:sz w:val="24"/>
                <w:szCs w:val="24"/>
              </w:rPr>
            </w:pPr>
            <w:r w:rsidRPr="008376A1">
              <w:rPr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73408C" w:rsidRPr="008376A1" w:rsidRDefault="0073408C" w:rsidP="00262ECA">
            <w:pPr>
              <w:ind w:left="113" w:right="113"/>
              <w:jc w:val="right"/>
              <w:rPr>
                <w:sz w:val="24"/>
                <w:szCs w:val="24"/>
              </w:rPr>
            </w:pPr>
            <w:r w:rsidRPr="008376A1">
              <w:rPr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73408C" w:rsidRPr="008376A1" w:rsidRDefault="0073408C" w:rsidP="00262ECA">
            <w:pPr>
              <w:ind w:left="113" w:right="113"/>
              <w:jc w:val="right"/>
              <w:rPr>
                <w:sz w:val="24"/>
                <w:szCs w:val="24"/>
              </w:rPr>
            </w:pPr>
            <w:r w:rsidRPr="008376A1">
              <w:rPr>
                <w:sz w:val="24"/>
                <w:szCs w:val="24"/>
              </w:rPr>
              <w:t>0</w:t>
            </w:r>
          </w:p>
        </w:tc>
        <w:tc>
          <w:tcPr>
            <w:tcW w:w="40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3408C" w:rsidRPr="008376A1" w:rsidRDefault="0073408C" w:rsidP="00262ECA">
            <w:pPr>
              <w:ind w:left="113" w:right="113"/>
              <w:jc w:val="right"/>
              <w:rPr>
                <w:sz w:val="24"/>
                <w:szCs w:val="24"/>
              </w:rPr>
            </w:pPr>
            <w:r w:rsidRPr="008376A1">
              <w:rPr>
                <w:sz w:val="24"/>
                <w:szCs w:val="24"/>
              </w:rPr>
              <w:t>0</w:t>
            </w:r>
          </w:p>
        </w:tc>
        <w:tc>
          <w:tcPr>
            <w:tcW w:w="2442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3408C" w:rsidRDefault="0073408C" w:rsidP="007340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408C" w:rsidRPr="000D1F2F" w:rsidTr="00F13601">
        <w:trPr>
          <w:cantSplit/>
          <w:trHeight w:val="1880"/>
        </w:trPr>
        <w:tc>
          <w:tcPr>
            <w:tcW w:w="476" w:type="dxa"/>
            <w:tcBorders>
              <w:bottom w:val="single" w:sz="6" w:space="0" w:color="000000"/>
            </w:tcBorders>
            <w:shd w:val="clear" w:color="auto" w:fill="auto"/>
          </w:tcPr>
          <w:p w:rsidR="0073408C" w:rsidRPr="000D1F2F" w:rsidRDefault="0073408C" w:rsidP="00F1360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36" w:type="dxa"/>
            <w:shd w:val="clear" w:color="auto" w:fill="auto"/>
          </w:tcPr>
          <w:p w:rsidR="0073408C" w:rsidRPr="000D1F2F" w:rsidRDefault="0073408C" w:rsidP="008A701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3408C" w:rsidRPr="000D1F2F" w:rsidRDefault="0073408C" w:rsidP="008A7010">
            <w:pPr>
              <w:autoSpaceDE w:val="0"/>
              <w:autoSpaceDN w:val="0"/>
              <w:adjustRightInd w:val="0"/>
              <w:ind w:left="-3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3408C" w:rsidRPr="000D1F2F" w:rsidRDefault="0073408C" w:rsidP="008A7010">
            <w:pPr>
              <w:autoSpaceDE w:val="0"/>
              <w:autoSpaceDN w:val="0"/>
              <w:adjustRightInd w:val="0"/>
              <w:ind w:left="-3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3408C" w:rsidRPr="008376A1" w:rsidRDefault="0073408C" w:rsidP="008A701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  <w:textDirection w:val="btLr"/>
          </w:tcPr>
          <w:p w:rsidR="0073408C" w:rsidRDefault="0073408C" w:rsidP="008A7010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  <w:textDirection w:val="btLr"/>
          </w:tcPr>
          <w:p w:rsidR="0073408C" w:rsidRPr="008376A1" w:rsidRDefault="0073408C" w:rsidP="008A7010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  <w:textDirection w:val="btLr"/>
          </w:tcPr>
          <w:p w:rsidR="0073408C" w:rsidRPr="008376A1" w:rsidRDefault="0073408C" w:rsidP="008A7010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  <w:textDirection w:val="btLr"/>
          </w:tcPr>
          <w:p w:rsidR="0073408C" w:rsidRPr="008376A1" w:rsidRDefault="0073408C" w:rsidP="008A7010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  <w:textDirection w:val="btLr"/>
          </w:tcPr>
          <w:p w:rsidR="0073408C" w:rsidRPr="008376A1" w:rsidRDefault="0073408C" w:rsidP="008A7010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  <w:textDirection w:val="btLr"/>
          </w:tcPr>
          <w:p w:rsidR="0073408C" w:rsidRPr="008376A1" w:rsidRDefault="0073408C" w:rsidP="008A7010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  <w:textDirection w:val="btLr"/>
          </w:tcPr>
          <w:p w:rsidR="0073408C" w:rsidRPr="008376A1" w:rsidRDefault="0073408C" w:rsidP="008A7010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  <w:textDirection w:val="btLr"/>
          </w:tcPr>
          <w:p w:rsidR="0073408C" w:rsidRDefault="0073408C" w:rsidP="008A7010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  <w:shd w:val="clear" w:color="auto" w:fill="auto"/>
            <w:textDirection w:val="btLr"/>
          </w:tcPr>
          <w:p w:rsidR="0073408C" w:rsidRPr="008A7010" w:rsidRDefault="0073408C" w:rsidP="008A7010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  <w:textDirection w:val="btLr"/>
          </w:tcPr>
          <w:p w:rsidR="0073408C" w:rsidRPr="008A7010" w:rsidRDefault="0073408C" w:rsidP="008A7010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  <w:textDirection w:val="btLr"/>
          </w:tcPr>
          <w:p w:rsidR="0073408C" w:rsidRPr="008A7010" w:rsidRDefault="0073408C" w:rsidP="008A7010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  <w:textDirection w:val="btLr"/>
          </w:tcPr>
          <w:p w:rsidR="0073408C" w:rsidRPr="008376A1" w:rsidRDefault="0073408C" w:rsidP="008A7010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73408C" w:rsidRPr="008376A1" w:rsidRDefault="0073408C" w:rsidP="008A7010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42" w:type="dxa"/>
            <w:tcBorders>
              <w:left w:val="single" w:sz="4" w:space="0" w:color="auto"/>
            </w:tcBorders>
            <w:shd w:val="clear" w:color="auto" w:fill="auto"/>
          </w:tcPr>
          <w:p w:rsidR="003923CB" w:rsidRDefault="003923CB" w:rsidP="003923C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8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граждан, охваченных деятельностью </w:t>
            </w:r>
            <w:r w:rsidR="006D2618">
              <w:rPr>
                <w:rFonts w:ascii="Times New Roman" w:hAnsi="Times New Roman"/>
                <w:color w:val="000000"/>
                <w:sz w:val="24"/>
                <w:szCs w:val="24"/>
              </w:rPr>
              <w:t>ц</w:t>
            </w:r>
            <w:r w:rsidRPr="000F484F">
              <w:rPr>
                <w:rFonts w:ascii="Times New Roman" w:hAnsi="Times New Roman"/>
                <w:color w:val="000000"/>
                <w:sz w:val="24"/>
                <w:szCs w:val="24"/>
              </w:rPr>
              <w:t>ентров опережающей</w:t>
            </w:r>
          </w:p>
          <w:p w:rsidR="003923CB" w:rsidRDefault="003923CB" w:rsidP="003923C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84F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профессиональной подготовки, до 16000 чел</w:t>
            </w:r>
            <w:r w:rsidR="006D2618">
              <w:rPr>
                <w:rFonts w:ascii="Times New Roman" w:hAnsi="Times New Roman"/>
                <w:color w:val="000000"/>
                <w:sz w:val="24"/>
                <w:szCs w:val="24"/>
              </w:rPr>
              <w:t>овек</w:t>
            </w:r>
            <w:r w:rsidRPr="000F48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</w:t>
            </w:r>
          </w:p>
          <w:p w:rsidR="006D2618" w:rsidRDefault="003923CB" w:rsidP="003923C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84F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доли выпускников образовательных организаций,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C078F" w:rsidRPr="000F48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реализующих программы среднего профессионального образования, занятых по виду деятельности и полученным компетенциям, до 62,7%; </w:t>
            </w:r>
          </w:p>
          <w:p w:rsidR="0073408C" w:rsidRPr="000D1F2F" w:rsidRDefault="008C078F" w:rsidP="003923C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84F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доли обучающихся образовательных организаций, реализующих программы среднего профессионального образования, продемонстрировав</w:t>
            </w:r>
            <w:r w:rsidR="006D2618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0F484F">
              <w:rPr>
                <w:rFonts w:ascii="Times New Roman" w:hAnsi="Times New Roman"/>
                <w:color w:val="000000"/>
                <w:sz w:val="24"/>
                <w:szCs w:val="24"/>
              </w:rPr>
              <w:t>ших</w:t>
            </w:r>
            <w:proofErr w:type="spellEnd"/>
            <w:r w:rsidRPr="000F48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итогам демонстрационного</w:t>
            </w:r>
            <w:r w:rsidR="003923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23CB" w:rsidRPr="000F484F">
              <w:rPr>
                <w:rFonts w:ascii="Times New Roman" w:hAnsi="Times New Roman"/>
                <w:color w:val="000000"/>
                <w:sz w:val="24"/>
                <w:szCs w:val="24"/>
              </w:rPr>
              <w:t>экзамена уровень, соответствующий национальным или</w:t>
            </w:r>
          </w:p>
        </w:tc>
      </w:tr>
      <w:tr w:rsidR="008C078F" w:rsidRPr="000D1F2F" w:rsidTr="00A36444">
        <w:trPr>
          <w:cantSplit/>
          <w:trHeight w:val="1703"/>
        </w:trPr>
        <w:tc>
          <w:tcPr>
            <w:tcW w:w="476" w:type="dxa"/>
            <w:tcBorders>
              <w:bottom w:val="single" w:sz="4" w:space="0" w:color="auto"/>
            </w:tcBorders>
            <w:shd w:val="clear" w:color="auto" w:fill="auto"/>
          </w:tcPr>
          <w:p w:rsidR="008C078F" w:rsidRPr="000D1F2F" w:rsidRDefault="008C078F" w:rsidP="00F1360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36" w:type="dxa"/>
            <w:shd w:val="clear" w:color="auto" w:fill="auto"/>
          </w:tcPr>
          <w:p w:rsidR="008C078F" w:rsidRPr="000D1F2F" w:rsidRDefault="008C078F" w:rsidP="008A701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8C078F" w:rsidRPr="000D1F2F" w:rsidRDefault="008C078F" w:rsidP="008A7010">
            <w:pPr>
              <w:autoSpaceDE w:val="0"/>
              <w:autoSpaceDN w:val="0"/>
              <w:adjustRightInd w:val="0"/>
              <w:ind w:left="-3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8C078F" w:rsidRPr="000D1F2F" w:rsidRDefault="008C078F" w:rsidP="008A7010">
            <w:pPr>
              <w:autoSpaceDE w:val="0"/>
              <w:autoSpaceDN w:val="0"/>
              <w:adjustRightInd w:val="0"/>
              <w:ind w:left="-3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C078F" w:rsidRPr="008376A1" w:rsidRDefault="008C078F" w:rsidP="008A701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  <w:textDirection w:val="btLr"/>
          </w:tcPr>
          <w:p w:rsidR="008C078F" w:rsidRDefault="008C078F" w:rsidP="008A7010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  <w:textDirection w:val="btLr"/>
          </w:tcPr>
          <w:p w:rsidR="008C078F" w:rsidRPr="008376A1" w:rsidRDefault="008C078F" w:rsidP="008A7010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  <w:textDirection w:val="btLr"/>
          </w:tcPr>
          <w:p w:rsidR="008C078F" w:rsidRPr="008376A1" w:rsidRDefault="008C078F" w:rsidP="008A7010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  <w:textDirection w:val="btLr"/>
          </w:tcPr>
          <w:p w:rsidR="008C078F" w:rsidRPr="008376A1" w:rsidRDefault="008C078F" w:rsidP="008A7010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  <w:textDirection w:val="btLr"/>
          </w:tcPr>
          <w:p w:rsidR="008C078F" w:rsidRPr="008376A1" w:rsidRDefault="008C078F" w:rsidP="008A7010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  <w:textDirection w:val="btLr"/>
          </w:tcPr>
          <w:p w:rsidR="008C078F" w:rsidRPr="008376A1" w:rsidRDefault="008C078F" w:rsidP="008A7010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  <w:textDirection w:val="btLr"/>
          </w:tcPr>
          <w:p w:rsidR="008C078F" w:rsidRPr="008376A1" w:rsidRDefault="008C078F" w:rsidP="008A7010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  <w:textDirection w:val="btLr"/>
          </w:tcPr>
          <w:p w:rsidR="008C078F" w:rsidRPr="008C078F" w:rsidRDefault="008C078F" w:rsidP="008A7010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  <w:textDirection w:val="btLr"/>
          </w:tcPr>
          <w:p w:rsidR="008C078F" w:rsidRPr="008A7010" w:rsidRDefault="008C078F" w:rsidP="008A7010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  <w:textDirection w:val="btLr"/>
          </w:tcPr>
          <w:p w:rsidR="008C078F" w:rsidRPr="008A7010" w:rsidRDefault="008C078F" w:rsidP="008A7010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  <w:textDirection w:val="btLr"/>
          </w:tcPr>
          <w:p w:rsidR="008C078F" w:rsidRPr="008A7010" w:rsidRDefault="008C078F" w:rsidP="008A7010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  <w:textDirection w:val="btLr"/>
          </w:tcPr>
          <w:p w:rsidR="008C078F" w:rsidRPr="008376A1" w:rsidRDefault="008C078F" w:rsidP="008A7010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8C078F" w:rsidRPr="008376A1" w:rsidRDefault="008C078F" w:rsidP="008A7010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42" w:type="dxa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3923CB" w:rsidRPr="000F484F" w:rsidRDefault="003923CB" w:rsidP="003923C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84F">
              <w:rPr>
                <w:rFonts w:ascii="Times New Roman" w:hAnsi="Times New Roman"/>
                <w:color w:val="000000"/>
                <w:sz w:val="24"/>
                <w:szCs w:val="24"/>
              </w:rPr>
              <w:t>международным стандартам, до 15%;</w:t>
            </w:r>
          </w:p>
          <w:p w:rsidR="003923CB" w:rsidRDefault="003923CB" w:rsidP="003923C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8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увеличение доли </w:t>
            </w:r>
          </w:p>
          <w:p w:rsidR="003923CB" w:rsidRPr="000F484F" w:rsidRDefault="003923CB" w:rsidP="003923C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84F">
              <w:rPr>
                <w:rFonts w:ascii="Times New Roman" w:hAnsi="Times New Roman"/>
                <w:color w:val="000000"/>
                <w:sz w:val="24"/>
                <w:szCs w:val="24"/>
              </w:rPr>
              <w:t>обучающихся по программам среднего профессионального образования,</w:t>
            </w:r>
          </w:p>
          <w:p w:rsidR="008C078F" w:rsidRPr="000D1F2F" w:rsidRDefault="003923CB" w:rsidP="003923C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8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прошедших процедуру аттестации в виде </w:t>
            </w:r>
            <w:r w:rsidR="008C078F" w:rsidRPr="000F484F">
              <w:rPr>
                <w:rFonts w:ascii="Times New Roman" w:hAnsi="Times New Roman"/>
                <w:color w:val="000000"/>
                <w:sz w:val="24"/>
                <w:szCs w:val="24"/>
              </w:rPr>
              <w:t>демонстрационного экзамена по всем укрупненным группам про</w:t>
            </w:r>
            <w:r w:rsidR="008C078F">
              <w:rPr>
                <w:rFonts w:ascii="Times New Roman" w:hAnsi="Times New Roman"/>
                <w:color w:val="000000"/>
                <w:sz w:val="24"/>
                <w:szCs w:val="24"/>
              </w:rPr>
              <w:t>фессий и специальностей, до 20%</w:t>
            </w:r>
          </w:p>
        </w:tc>
      </w:tr>
      <w:tr w:rsidR="0073408C" w:rsidRPr="000D1F2F" w:rsidTr="00A36444">
        <w:trPr>
          <w:cantSplit/>
          <w:trHeight w:val="1880"/>
        </w:trPr>
        <w:tc>
          <w:tcPr>
            <w:tcW w:w="476" w:type="dxa"/>
            <w:tcBorders>
              <w:bottom w:val="single" w:sz="4" w:space="0" w:color="auto"/>
            </w:tcBorders>
            <w:shd w:val="clear" w:color="auto" w:fill="auto"/>
          </w:tcPr>
          <w:p w:rsidR="0073408C" w:rsidRPr="000D1F2F" w:rsidRDefault="0073408C" w:rsidP="00F1360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36" w:type="dxa"/>
            <w:shd w:val="clear" w:color="auto" w:fill="auto"/>
          </w:tcPr>
          <w:p w:rsidR="0073408C" w:rsidRPr="000D1F2F" w:rsidRDefault="0073408C" w:rsidP="008A701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F2F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93" w:type="dxa"/>
            <w:shd w:val="clear" w:color="auto" w:fill="auto"/>
          </w:tcPr>
          <w:p w:rsidR="0073408C" w:rsidRPr="000D1F2F" w:rsidRDefault="0073408C" w:rsidP="008A7010">
            <w:pPr>
              <w:autoSpaceDE w:val="0"/>
              <w:autoSpaceDN w:val="0"/>
              <w:adjustRightInd w:val="0"/>
              <w:ind w:left="-3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3408C" w:rsidRPr="000D1F2F" w:rsidRDefault="0073408C" w:rsidP="008A7010">
            <w:pPr>
              <w:autoSpaceDE w:val="0"/>
              <w:autoSpaceDN w:val="0"/>
              <w:adjustRightInd w:val="0"/>
              <w:ind w:left="-3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3408C" w:rsidRPr="008376A1" w:rsidRDefault="0073408C" w:rsidP="008A701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  <w:textDirection w:val="btLr"/>
          </w:tcPr>
          <w:p w:rsidR="0073408C" w:rsidRPr="008A7010" w:rsidRDefault="0073408C" w:rsidP="008A7010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18344297,35466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73408C" w:rsidRPr="008376A1" w:rsidRDefault="0073408C" w:rsidP="008A7010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1093753,94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3408C" w:rsidRPr="008376A1" w:rsidRDefault="0073408C" w:rsidP="008A7010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1213744,75746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3408C" w:rsidRPr="008376A1" w:rsidRDefault="0073408C" w:rsidP="008A7010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1207790,47453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3408C" w:rsidRPr="008376A1" w:rsidRDefault="0073408C" w:rsidP="008A7010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1259596,93913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73408C" w:rsidRPr="008376A1" w:rsidRDefault="0073408C" w:rsidP="008A7010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1396413,47309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3408C" w:rsidRPr="008376A1" w:rsidRDefault="0073408C" w:rsidP="008A7010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1537248,54757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3408C" w:rsidRPr="00B37A94" w:rsidRDefault="0073408C" w:rsidP="008A7010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1688774,97458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3408C" w:rsidRPr="008376A1" w:rsidRDefault="0073408C" w:rsidP="008A7010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7010">
              <w:rPr>
                <w:rFonts w:ascii="Times New Roman" w:hAnsi="Times New Roman"/>
                <w:color w:val="000000"/>
                <w:sz w:val="24"/>
                <w:szCs w:val="24"/>
              </w:rPr>
              <w:t>1676855,75112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73408C" w:rsidRPr="008A7010" w:rsidRDefault="0073408C" w:rsidP="008A7010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7010">
              <w:rPr>
                <w:rFonts w:ascii="Times New Roman" w:hAnsi="Times New Roman"/>
                <w:sz w:val="24"/>
                <w:szCs w:val="24"/>
              </w:rPr>
              <w:t>1306922,5235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3408C" w:rsidRPr="008A7010" w:rsidRDefault="0073408C" w:rsidP="008A7010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7010">
              <w:rPr>
                <w:rFonts w:ascii="Times New Roman" w:hAnsi="Times New Roman"/>
                <w:sz w:val="24"/>
                <w:szCs w:val="24"/>
              </w:rPr>
              <w:t>1431274,77368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3408C" w:rsidRPr="008376A1" w:rsidRDefault="0073408C" w:rsidP="008A7010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2265960,6</w:t>
            </w:r>
          </w:p>
        </w:tc>
        <w:tc>
          <w:tcPr>
            <w:tcW w:w="405" w:type="dxa"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73408C" w:rsidRPr="008376A1" w:rsidRDefault="0073408C" w:rsidP="008A7010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2265960,6</w:t>
            </w:r>
          </w:p>
        </w:tc>
        <w:tc>
          <w:tcPr>
            <w:tcW w:w="24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408C" w:rsidRPr="000D1F2F" w:rsidRDefault="0073408C" w:rsidP="0073408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3408C" w:rsidRPr="000D1F2F" w:rsidTr="00A36444">
        <w:trPr>
          <w:trHeight w:val="1979"/>
        </w:trPr>
        <w:tc>
          <w:tcPr>
            <w:tcW w:w="47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3408C" w:rsidRPr="000D1F2F" w:rsidRDefault="0073408C" w:rsidP="00F1360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36" w:type="dxa"/>
            <w:vMerge w:val="restart"/>
            <w:shd w:val="clear" w:color="auto" w:fill="auto"/>
          </w:tcPr>
          <w:p w:rsidR="0073408C" w:rsidRPr="00823E83" w:rsidRDefault="0073408C" w:rsidP="00A1091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том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числе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73408C" w:rsidRPr="000D1F2F" w:rsidRDefault="0073408C" w:rsidP="00A10918">
            <w:pPr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73408C" w:rsidRPr="000D1F2F" w:rsidRDefault="0073408C" w:rsidP="00A10918">
            <w:pPr>
              <w:autoSpaceDE w:val="0"/>
              <w:autoSpaceDN w:val="0"/>
              <w:adjustRightInd w:val="0"/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3408C" w:rsidRPr="008376A1" w:rsidRDefault="0073408C" w:rsidP="00A109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об-ласт-ной </w:t>
            </w: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бюд-жет</w:t>
            </w:r>
            <w:proofErr w:type="spellEnd"/>
          </w:p>
        </w:tc>
        <w:tc>
          <w:tcPr>
            <w:tcW w:w="425" w:type="dxa"/>
            <w:shd w:val="clear" w:color="auto" w:fill="auto"/>
            <w:textDirection w:val="btLr"/>
          </w:tcPr>
          <w:p w:rsidR="0073408C" w:rsidRPr="008A7010" w:rsidRDefault="0073408C" w:rsidP="0033370F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7010">
              <w:rPr>
                <w:rFonts w:ascii="Times New Roman" w:hAnsi="Times New Roman"/>
                <w:color w:val="000000"/>
                <w:sz w:val="24"/>
                <w:szCs w:val="24"/>
              </w:rPr>
              <w:t>18222766,65466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73408C" w:rsidRPr="008376A1" w:rsidRDefault="0073408C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1070512,24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3408C" w:rsidRPr="008376A1" w:rsidRDefault="0073408C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1174416,25746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3408C" w:rsidRPr="008376A1" w:rsidRDefault="0073408C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1197717,27453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3408C" w:rsidRPr="008376A1" w:rsidRDefault="0073408C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1257330,23913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73408C" w:rsidRPr="008376A1" w:rsidRDefault="0073408C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sz w:val="24"/>
                <w:szCs w:val="24"/>
              </w:rPr>
              <w:t>1373140,77309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3408C" w:rsidRPr="008376A1" w:rsidRDefault="0073408C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1533777,64757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3408C" w:rsidRPr="008376A1" w:rsidRDefault="0073408C" w:rsidP="0033370F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1688774,97458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3408C" w:rsidRPr="008376A1" w:rsidRDefault="0073408C" w:rsidP="0033370F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1656978,75112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73408C" w:rsidRPr="008376A1" w:rsidRDefault="0073408C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1306922,5235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3408C" w:rsidRPr="00196316" w:rsidRDefault="0073408C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6316">
              <w:rPr>
                <w:rFonts w:ascii="Times New Roman" w:hAnsi="Times New Roman"/>
                <w:color w:val="000000"/>
                <w:sz w:val="24"/>
                <w:szCs w:val="24"/>
              </w:rPr>
              <w:t>1431274,77368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3408C" w:rsidRPr="008376A1" w:rsidRDefault="0073408C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2265960,6</w:t>
            </w:r>
          </w:p>
        </w:tc>
        <w:tc>
          <w:tcPr>
            <w:tcW w:w="405" w:type="dxa"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73408C" w:rsidRPr="008376A1" w:rsidRDefault="0073408C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2265960,6</w:t>
            </w:r>
          </w:p>
        </w:tc>
        <w:tc>
          <w:tcPr>
            <w:tcW w:w="24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3408C" w:rsidRPr="000D1F2F" w:rsidRDefault="0073408C" w:rsidP="00A109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3408C" w:rsidRPr="000D1F2F" w:rsidTr="00034759">
        <w:trPr>
          <w:trHeight w:val="1134"/>
        </w:trPr>
        <w:tc>
          <w:tcPr>
            <w:tcW w:w="476" w:type="dxa"/>
            <w:vMerge/>
            <w:shd w:val="clear" w:color="auto" w:fill="auto"/>
          </w:tcPr>
          <w:p w:rsidR="0073408C" w:rsidRPr="000D1F2F" w:rsidRDefault="0073408C" w:rsidP="00F1360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36" w:type="dxa"/>
            <w:vMerge/>
            <w:shd w:val="clear" w:color="auto" w:fill="auto"/>
          </w:tcPr>
          <w:p w:rsidR="0073408C" w:rsidRPr="000D1F2F" w:rsidRDefault="0073408C" w:rsidP="00A1091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73408C" w:rsidRPr="000D1F2F" w:rsidRDefault="0073408C" w:rsidP="00A10918">
            <w:pPr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73408C" w:rsidRPr="000D1F2F" w:rsidRDefault="0073408C" w:rsidP="00A10918">
            <w:pPr>
              <w:autoSpaceDE w:val="0"/>
              <w:autoSpaceDN w:val="0"/>
              <w:adjustRightInd w:val="0"/>
              <w:ind w:left="-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3408C" w:rsidRPr="008376A1" w:rsidRDefault="0073408C" w:rsidP="00A109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феде-раль-ный</w:t>
            </w:r>
            <w:proofErr w:type="spellEnd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бюд-жет</w:t>
            </w:r>
            <w:proofErr w:type="spellEnd"/>
          </w:p>
        </w:tc>
        <w:tc>
          <w:tcPr>
            <w:tcW w:w="425" w:type="dxa"/>
            <w:shd w:val="clear" w:color="auto" w:fill="auto"/>
            <w:textDirection w:val="btLr"/>
          </w:tcPr>
          <w:p w:rsidR="0073408C" w:rsidRPr="008A7010" w:rsidRDefault="0073408C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7010">
              <w:rPr>
                <w:rFonts w:ascii="Times New Roman" w:hAnsi="Times New Roman"/>
                <w:color w:val="000000"/>
                <w:sz w:val="24"/>
                <w:szCs w:val="24"/>
              </w:rPr>
              <w:t>121530,7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73408C" w:rsidRPr="008376A1" w:rsidRDefault="0073408C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23241,7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3408C" w:rsidRPr="008376A1" w:rsidRDefault="0073408C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39328,5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3408C" w:rsidRPr="008376A1" w:rsidRDefault="0073408C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sz w:val="24"/>
                <w:szCs w:val="24"/>
              </w:rPr>
              <w:t>10073,2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3408C" w:rsidRPr="008376A1" w:rsidRDefault="0073408C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2266,7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73408C" w:rsidRPr="008376A1" w:rsidRDefault="0073408C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sz w:val="24"/>
                <w:szCs w:val="24"/>
              </w:rPr>
              <w:t>23272,7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3408C" w:rsidRPr="008376A1" w:rsidRDefault="0073408C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3470,9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3408C" w:rsidRPr="008376A1" w:rsidRDefault="0073408C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3408C" w:rsidRPr="008376A1" w:rsidRDefault="0073408C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19877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73408C" w:rsidRPr="008376A1" w:rsidRDefault="0073408C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3408C" w:rsidRPr="008376A1" w:rsidRDefault="0073408C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3408C" w:rsidRPr="008376A1" w:rsidRDefault="0073408C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A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05" w:type="dxa"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73408C" w:rsidRPr="008376A1" w:rsidRDefault="0073408C" w:rsidP="00A10918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0»</w:t>
            </w:r>
          </w:p>
        </w:tc>
        <w:tc>
          <w:tcPr>
            <w:tcW w:w="244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3408C" w:rsidRPr="000D1F2F" w:rsidRDefault="0073408C" w:rsidP="00A109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77892" w:rsidRDefault="00677892"/>
    <w:p w:rsidR="005953D4" w:rsidRDefault="005953D4" w:rsidP="00FC54A3">
      <w:pPr>
        <w:rPr>
          <w:rFonts w:ascii="Times New Roman" w:hAnsi="Times New Roman"/>
          <w:lang w:val="en-US"/>
        </w:rPr>
      </w:pPr>
    </w:p>
    <w:p w:rsidR="0076029E" w:rsidRDefault="0076029E" w:rsidP="0076029E">
      <w:pPr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</w:p>
    <w:p w:rsidR="008C0674" w:rsidRPr="009D4E8A" w:rsidRDefault="008C0674" w:rsidP="0076029E">
      <w:pPr>
        <w:jc w:val="center"/>
        <w:rPr>
          <w:rFonts w:ascii="Times New Roman" w:hAnsi="Times New Roman"/>
          <w:u w:val="single"/>
        </w:rPr>
      </w:pPr>
    </w:p>
    <w:sectPr w:rsidR="008C0674" w:rsidRPr="009D4E8A" w:rsidSect="008C078F">
      <w:headerReference w:type="default" r:id="rId13"/>
      <w:type w:val="continuous"/>
      <w:pgSz w:w="16834" w:h="11907" w:orient="landscape" w:code="9"/>
      <w:pgMar w:top="1134" w:right="851" w:bottom="1134" w:left="1701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E75" w:rsidRDefault="00575E75">
      <w:r>
        <w:separator/>
      </w:r>
    </w:p>
  </w:endnote>
  <w:endnote w:type="continuationSeparator" w:id="0">
    <w:p w:rsidR="00575E75" w:rsidRDefault="00575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 w:rsidTr="0095122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034759">
          <w:pPr>
            <w:pStyle w:val="a6"/>
          </w:pPr>
          <w:r>
            <w:rPr>
              <w:noProof/>
            </w:rPr>
            <w:drawing>
              <wp:inline distT="0" distB="0" distL="0" distR="0" wp14:anchorId="7D60A261" wp14:editId="7F426024">
                <wp:extent cx="668655" cy="286385"/>
                <wp:effectExtent l="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8655" cy="286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951224" w:rsidRDefault="00034759" w:rsidP="00951224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306F3D7D" wp14:editId="3696BA5B">
                <wp:extent cx="170815" cy="143510"/>
                <wp:effectExtent l="0" t="0" r="635" b="889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815" cy="143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951224" w:rsidRDefault="008C078F" w:rsidP="00527142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18055  01.03.2021 10:42:44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951224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951224" w:rsidRDefault="00876034" w:rsidP="00951224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 w:rsidRPr="00951224" w:rsidTr="00951224">
      <w:tc>
        <w:tcPr>
          <w:tcW w:w="2538" w:type="dxa"/>
        </w:tcPr>
        <w:p w:rsidR="00876034" w:rsidRPr="00951224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Pr="00951224" w:rsidRDefault="00876034" w:rsidP="00951224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951224" w:rsidRDefault="00876034" w:rsidP="00951224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951224" w:rsidRDefault="00876034" w:rsidP="00951224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E75" w:rsidRDefault="00575E75">
      <w:r>
        <w:separator/>
      </w:r>
    </w:p>
  </w:footnote>
  <w:footnote w:type="continuationSeparator" w:id="0">
    <w:p w:rsidR="00575E75" w:rsidRDefault="00575E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76034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876034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364E2F">
      <w:rPr>
        <w:rStyle w:val="a8"/>
        <w:rFonts w:ascii="Times New Roman" w:hAnsi="Times New Roman"/>
        <w:noProof/>
        <w:sz w:val="28"/>
        <w:szCs w:val="28"/>
      </w:rPr>
      <w:t>17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15" type="#_x0000_t75" style="width:22.7pt;height:11.3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B6Lys9unhCxt15ggqkTXDTyHkXw=" w:salt="wulIACDh70OxHNooEEep1A=="/>
  <w:defaultTabStop w:val="708"/>
  <w:hyphenationZone w:val="425"/>
  <w:doNotHyphenateCaps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4A3"/>
    <w:rsid w:val="000012DF"/>
    <w:rsid w:val="00006A1C"/>
    <w:rsid w:val="000110F7"/>
    <w:rsid w:val="0001360F"/>
    <w:rsid w:val="00016792"/>
    <w:rsid w:val="00017524"/>
    <w:rsid w:val="00021D82"/>
    <w:rsid w:val="00026D96"/>
    <w:rsid w:val="00030890"/>
    <w:rsid w:val="00031B9F"/>
    <w:rsid w:val="00033090"/>
    <w:rsid w:val="000331B3"/>
    <w:rsid w:val="00033413"/>
    <w:rsid w:val="00034759"/>
    <w:rsid w:val="00037C0C"/>
    <w:rsid w:val="00037FBD"/>
    <w:rsid w:val="00040941"/>
    <w:rsid w:val="00045B37"/>
    <w:rsid w:val="000502A3"/>
    <w:rsid w:val="00056DEB"/>
    <w:rsid w:val="00060BB9"/>
    <w:rsid w:val="00063B42"/>
    <w:rsid w:val="00064839"/>
    <w:rsid w:val="00072C19"/>
    <w:rsid w:val="00073A7A"/>
    <w:rsid w:val="00076D5E"/>
    <w:rsid w:val="00077428"/>
    <w:rsid w:val="000777DE"/>
    <w:rsid w:val="00080C48"/>
    <w:rsid w:val="00084DD3"/>
    <w:rsid w:val="00086CFC"/>
    <w:rsid w:val="000909C8"/>
    <w:rsid w:val="000917C0"/>
    <w:rsid w:val="0009285A"/>
    <w:rsid w:val="0009574B"/>
    <w:rsid w:val="00096E9C"/>
    <w:rsid w:val="000A2721"/>
    <w:rsid w:val="000A336B"/>
    <w:rsid w:val="000A3D31"/>
    <w:rsid w:val="000A6D41"/>
    <w:rsid w:val="000B0736"/>
    <w:rsid w:val="000B28DC"/>
    <w:rsid w:val="000C0E31"/>
    <w:rsid w:val="000C4A4E"/>
    <w:rsid w:val="000C5E9F"/>
    <w:rsid w:val="000C638D"/>
    <w:rsid w:val="000D1F2F"/>
    <w:rsid w:val="000D327A"/>
    <w:rsid w:val="000D35FC"/>
    <w:rsid w:val="000E5C6C"/>
    <w:rsid w:val="000E7FB1"/>
    <w:rsid w:val="000F1211"/>
    <w:rsid w:val="00112F8E"/>
    <w:rsid w:val="00115E97"/>
    <w:rsid w:val="00117393"/>
    <w:rsid w:val="00122CFD"/>
    <w:rsid w:val="00123B9A"/>
    <w:rsid w:val="0012724D"/>
    <w:rsid w:val="00140766"/>
    <w:rsid w:val="00151370"/>
    <w:rsid w:val="00156053"/>
    <w:rsid w:val="001575E5"/>
    <w:rsid w:val="001610E0"/>
    <w:rsid w:val="00161B6A"/>
    <w:rsid w:val="0016246E"/>
    <w:rsid w:val="00162E72"/>
    <w:rsid w:val="001667D0"/>
    <w:rsid w:val="001676B6"/>
    <w:rsid w:val="00175BE5"/>
    <w:rsid w:val="00176203"/>
    <w:rsid w:val="00176AA2"/>
    <w:rsid w:val="00176D72"/>
    <w:rsid w:val="0017702E"/>
    <w:rsid w:val="0018202D"/>
    <w:rsid w:val="001850F4"/>
    <w:rsid w:val="00190FF9"/>
    <w:rsid w:val="001922E1"/>
    <w:rsid w:val="0019236A"/>
    <w:rsid w:val="001947BE"/>
    <w:rsid w:val="00196316"/>
    <w:rsid w:val="001A3B80"/>
    <w:rsid w:val="001A560F"/>
    <w:rsid w:val="001B0982"/>
    <w:rsid w:val="001B1394"/>
    <w:rsid w:val="001B22FA"/>
    <w:rsid w:val="001B32BA"/>
    <w:rsid w:val="001B7E42"/>
    <w:rsid w:val="001C03E6"/>
    <w:rsid w:val="001E005C"/>
    <w:rsid w:val="001E0317"/>
    <w:rsid w:val="001E20F1"/>
    <w:rsid w:val="001F12E8"/>
    <w:rsid w:val="001F1336"/>
    <w:rsid w:val="001F228C"/>
    <w:rsid w:val="001F4563"/>
    <w:rsid w:val="001F5D3F"/>
    <w:rsid w:val="001F64B8"/>
    <w:rsid w:val="001F7A2D"/>
    <w:rsid w:val="001F7C83"/>
    <w:rsid w:val="00202101"/>
    <w:rsid w:val="00203046"/>
    <w:rsid w:val="0020360E"/>
    <w:rsid w:val="00205AB5"/>
    <w:rsid w:val="00220D12"/>
    <w:rsid w:val="00224DBA"/>
    <w:rsid w:val="00225CB9"/>
    <w:rsid w:val="00231D76"/>
    <w:rsid w:val="00231F1C"/>
    <w:rsid w:val="00231FCA"/>
    <w:rsid w:val="00236AE1"/>
    <w:rsid w:val="00240AF8"/>
    <w:rsid w:val="00242DDB"/>
    <w:rsid w:val="00245C4C"/>
    <w:rsid w:val="00246D9B"/>
    <w:rsid w:val="002479A2"/>
    <w:rsid w:val="002522CB"/>
    <w:rsid w:val="0026087E"/>
    <w:rsid w:val="00261DE0"/>
    <w:rsid w:val="00263235"/>
    <w:rsid w:val="00264DF9"/>
    <w:rsid w:val="00265420"/>
    <w:rsid w:val="0026551A"/>
    <w:rsid w:val="00267990"/>
    <w:rsid w:val="00270447"/>
    <w:rsid w:val="00271DC5"/>
    <w:rsid w:val="00272F09"/>
    <w:rsid w:val="00274A6C"/>
    <w:rsid w:val="00274E14"/>
    <w:rsid w:val="00276072"/>
    <w:rsid w:val="00280A6D"/>
    <w:rsid w:val="002854E4"/>
    <w:rsid w:val="002869F6"/>
    <w:rsid w:val="00286ECA"/>
    <w:rsid w:val="002910C9"/>
    <w:rsid w:val="00292C4E"/>
    <w:rsid w:val="002953B6"/>
    <w:rsid w:val="00295ABC"/>
    <w:rsid w:val="002A0DF4"/>
    <w:rsid w:val="002A5961"/>
    <w:rsid w:val="002B0F68"/>
    <w:rsid w:val="002B3CC6"/>
    <w:rsid w:val="002B7A59"/>
    <w:rsid w:val="002C64D0"/>
    <w:rsid w:val="002C6B4B"/>
    <w:rsid w:val="002C7E6B"/>
    <w:rsid w:val="002D0CA6"/>
    <w:rsid w:val="002D208D"/>
    <w:rsid w:val="002D3740"/>
    <w:rsid w:val="002D55B2"/>
    <w:rsid w:val="002D6B96"/>
    <w:rsid w:val="002E51A7"/>
    <w:rsid w:val="002E5A5F"/>
    <w:rsid w:val="002F0E13"/>
    <w:rsid w:val="002F1507"/>
    <w:rsid w:val="002F1E81"/>
    <w:rsid w:val="002F66BC"/>
    <w:rsid w:val="003033FE"/>
    <w:rsid w:val="00310D92"/>
    <w:rsid w:val="003160CB"/>
    <w:rsid w:val="00321D2B"/>
    <w:rsid w:val="003222A3"/>
    <w:rsid w:val="0032546B"/>
    <w:rsid w:val="003311F8"/>
    <w:rsid w:val="00332230"/>
    <w:rsid w:val="00332536"/>
    <w:rsid w:val="0033370F"/>
    <w:rsid w:val="0033473E"/>
    <w:rsid w:val="00335ED8"/>
    <w:rsid w:val="00336B7A"/>
    <w:rsid w:val="0034263F"/>
    <w:rsid w:val="0035207A"/>
    <w:rsid w:val="00352088"/>
    <w:rsid w:val="00352A16"/>
    <w:rsid w:val="00360A40"/>
    <w:rsid w:val="00364E2F"/>
    <w:rsid w:val="003676B2"/>
    <w:rsid w:val="00367B09"/>
    <w:rsid w:val="00372CFF"/>
    <w:rsid w:val="003750F5"/>
    <w:rsid w:val="00381562"/>
    <w:rsid w:val="00385BF0"/>
    <w:rsid w:val="003870C2"/>
    <w:rsid w:val="003923CB"/>
    <w:rsid w:val="00395016"/>
    <w:rsid w:val="0039601D"/>
    <w:rsid w:val="0039649F"/>
    <w:rsid w:val="003A3A7C"/>
    <w:rsid w:val="003A50CA"/>
    <w:rsid w:val="003B12AE"/>
    <w:rsid w:val="003B22CA"/>
    <w:rsid w:val="003C0DE0"/>
    <w:rsid w:val="003C1DD8"/>
    <w:rsid w:val="003C30FF"/>
    <w:rsid w:val="003C37DD"/>
    <w:rsid w:val="003D0514"/>
    <w:rsid w:val="003D344A"/>
    <w:rsid w:val="003D3B8A"/>
    <w:rsid w:val="003D4BEA"/>
    <w:rsid w:val="003D54F8"/>
    <w:rsid w:val="003F091D"/>
    <w:rsid w:val="003F1E47"/>
    <w:rsid w:val="003F4F5E"/>
    <w:rsid w:val="00400906"/>
    <w:rsid w:val="00407FFA"/>
    <w:rsid w:val="0041159F"/>
    <w:rsid w:val="004125B0"/>
    <w:rsid w:val="00415328"/>
    <w:rsid w:val="00417958"/>
    <w:rsid w:val="0042140F"/>
    <w:rsid w:val="00421BA6"/>
    <w:rsid w:val="00423423"/>
    <w:rsid w:val="00424749"/>
    <w:rsid w:val="00424F5E"/>
    <w:rsid w:val="0042543A"/>
    <w:rsid w:val="0042590E"/>
    <w:rsid w:val="00437F65"/>
    <w:rsid w:val="004425E8"/>
    <w:rsid w:val="00447E55"/>
    <w:rsid w:val="004567D9"/>
    <w:rsid w:val="00456E8A"/>
    <w:rsid w:val="0045771B"/>
    <w:rsid w:val="00460FEA"/>
    <w:rsid w:val="004635FA"/>
    <w:rsid w:val="00466D9F"/>
    <w:rsid w:val="00467FF1"/>
    <w:rsid w:val="004734B7"/>
    <w:rsid w:val="004745B4"/>
    <w:rsid w:val="00481B88"/>
    <w:rsid w:val="00485B4F"/>
    <w:rsid w:val="004862D1"/>
    <w:rsid w:val="0048649B"/>
    <w:rsid w:val="0049015D"/>
    <w:rsid w:val="004902F0"/>
    <w:rsid w:val="00496503"/>
    <w:rsid w:val="004A21D2"/>
    <w:rsid w:val="004A4BA5"/>
    <w:rsid w:val="004B2D5A"/>
    <w:rsid w:val="004B4A86"/>
    <w:rsid w:val="004B6460"/>
    <w:rsid w:val="004B6ACD"/>
    <w:rsid w:val="004B7E45"/>
    <w:rsid w:val="004D293D"/>
    <w:rsid w:val="004D2E1D"/>
    <w:rsid w:val="004E0BB6"/>
    <w:rsid w:val="004E4000"/>
    <w:rsid w:val="004F0111"/>
    <w:rsid w:val="004F096D"/>
    <w:rsid w:val="004F44FE"/>
    <w:rsid w:val="004F5E90"/>
    <w:rsid w:val="004F7D81"/>
    <w:rsid w:val="00501ADB"/>
    <w:rsid w:val="005109E3"/>
    <w:rsid w:val="005114CC"/>
    <w:rsid w:val="0051242E"/>
    <w:rsid w:val="00512A47"/>
    <w:rsid w:val="005133A2"/>
    <w:rsid w:val="00520E0C"/>
    <w:rsid w:val="00525713"/>
    <w:rsid w:val="00527142"/>
    <w:rsid w:val="00530976"/>
    <w:rsid w:val="00531C68"/>
    <w:rsid w:val="00532119"/>
    <w:rsid w:val="00533351"/>
    <w:rsid w:val="005335F3"/>
    <w:rsid w:val="00543C38"/>
    <w:rsid w:val="00543D2D"/>
    <w:rsid w:val="00544D83"/>
    <w:rsid w:val="00545A3D"/>
    <w:rsid w:val="00546DBB"/>
    <w:rsid w:val="00551C63"/>
    <w:rsid w:val="00556350"/>
    <w:rsid w:val="00557176"/>
    <w:rsid w:val="00561A5B"/>
    <w:rsid w:val="0057074C"/>
    <w:rsid w:val="00573FBF"/>
    <w:rsid w:val="00574FF3"/>
    <w:rsid w:val="00575E75"/>
    <w:rsid w:val="00576C0A"/>
    <w:rsid w:val="00582538"/>
    <w:rsid w:val="00583685"/>
    <w:rsid w:val="005838EA"/>
    <w:rsid w:val="00585EE1"/>
    <w:rsid w:val="00590C0E"/>
    <w:rsid w:val="005939E6"/>
    <w:rsid w:val="00593E3C"/>
    <w:rsid w:val="0059530B"/>
    <w:rsid w:val="005953D4"/>
    <w:rsid w:val="005957B4"/>
    <w:rsid w:val="00596E44"/>
    <w:rsid w:val="0059718F"/>
    <w:rsid w:val="005A23CC"/>
    <w:rsid w:val="005A4227"/>
    <w:rsid w:val="005A4B58"/>
    <w:rsid w:val="005B1EF5"/>
    <w:rsid w:val="005B229B"/>
    <w:rsid w:val="005B3518"/>
    <w:rsid w:val="005B3A43"/>
    <w:rsid w:val="005B6383"/>
    <w:rsid w:val="005B6F9F"/>
    <w:rsid w:val="005C1B87"/>
    <w:rsid w:val="005C28C7"/>
    <w:rsid w:val="005C56AE"/>
    <w:rsid w:val="005C5E4E"/>
    <w:rsid w:val="005C7017"/>
    <w:rsid w:val="005C7449"/>
    <w:rsid w:val="005D08EB"/>
    <w:rsid w:val="005D15BE"/>
    <w:rsid w:val="005D3ACD"/>
    <w:rsid w:val="005D4225"/>
    <w:rsid w:val="005D6F80"/>
    <w:rsid w:val="005E6D99"/>
    <w:rsid w:val="005F0E5F"/>
    <w:rsid w:val="005F1353"/>
    <w:rsid w:val="005F248E"/>
    <w:rsid w:val="005F2861"/>
    <w:rsid w:val="005F2ADD"/>
    <w:rsid w:val="005F2C49"/>
    <w:rsid w:val="005F5622"/>
    <w:rsid w:val="005F7A21"/>
    <w:rsid w:val="005F7CEB"/>
    <w:rsid w:val="006013EB"/>
    <w:rsid w:val="0060479E"/>
    <w:rsid w:val="00604BE7"/>
    <w:rsid w:val="00611027"/>
    <w:rsid w:val="00616AED"/>
    <w:rsid w:val="00616D4D"/>
    <w:rsid w:val="00623E30"/>
    <w:rsid w:val="006278D5"/>
    <w:rsid w:val="006319ED"/>
    <w:rsid w:val="00632A4F"/>
    <w:rsid w:val="00632B56"/>
    <w:rsid w:val="00632C0D"/>
    <w:rsid w:val="006351E3"/>
    <w:rsid w:val="006369AC"/>
    <w:rsid w:val="00642DEF"/>
    <w:rsid w:val="00644236"/>
    <w:rsid w:val="006471E5"/>
    <w:rsid w:val="0065242A"/>
    <w:rsid w:val="00656CF3"/>
    <w:rsid w:val="00667E65"/>
    <w:rsid w:val="006717F0"/>
    <w:rsid w:val="00671D3B"/>
    <w:rsid w:val="0067430B"/>
    <w:rsid w:val="00677892"/>
    <w:rsid w:val="00681C05"/>
    <w:rsid w:val="00683A81"/>
    <w:rsid w:val="00684A5B"/>
    <w:rsid w:val="00685330"/>
    <w:rsid w:val="00686FDC"/>
    <w:rsid w:val="00687671"/>
    <w:rsid w:val="00692404"/>
    <w:rsid w:val="006A1F71"/>
    <w:rsid w:val="006A27C4"/>
    <w:rsid w:val="006A793C"/>
    <w:rsid w:val="006B2B69"/>
    <w:rsid w:val="006B47C4"/>
    <w:rsid w:val="006C1DF4"/>
    <w:rsid w:val="006D2618"/>
    <w:rsid w:val="006D4F7B"/>
    <w:rsid w:val="006E1D56"/>
    <w:rsid w:val="006E4E12"/>
    <w:rsid w:val="006F2DF4"/>
    <w:rsid w:val="006F328B"/>
    <w:rsid w:val="006F5886"/>
    <w:rsid w:val="006F6BA3"/>
    <w:rsid w:val="006F77F1"/>
    <w:rsid w:val="00700317"/>
    <w:rsid w:val="007003F0"/>
    <w:rsid w:val="00700DF7"/>
    <w:rsid w:val="0070158A"/>
    <w:rsid w:val="00703B8E"/>
    <w:rsid w:val="00706631"/>
    <w:rsid w:val="00707734"/>
    <w:rsid w:val="00707E19"/>
    <w:rsid w:val="00710EB5"/>
    <w:rsid w:val="00712F7C"/>
    <w:rsid w:val="007140E9"/>
    <w:rsid w:val="00720547"/>
    <w:rsid w:val="00721D01"/>
    <w:rsid w:val="0072328A"/>
    <w:rsid w:val="00731498"/>
    <w:rsid w:val="00732D6D"/>
    <w:rsid w:val="00733DBF"/>
    <w:rsid w:val="0073408C"/>
    <w:rsid w:val="007377B5"/>
    <w:rsid w:val="00741891"/>
    <w:rsid w:val="00742BF3"/>
    <w:rsid w:val="007459D2"/>
    <w:rsid w:val="00746CC2"/>
    <w:rsid w:val="0074728B"/>
    <w:rsid w:val="0075018E"/>
    <w:rsid w:val="00752BEB"/>
    <w:rsid w:val="0076029E"/>
    <w:rsid w:val="00760323"/>
    <w:rsid w:val="007618B4"/>
    <w:rsid w:val="00765600"/>
    <w:rsid w:val="00776429"/>
    <w:rsid w:val="00782440"/>
    <w:rsid w:val="00783D36"/>
    <w:rsid w:val="00785F34"/>
    <w:rsid w:val="007877F4"/>
    <w:rsid w:val="00791540"/>
    <w:rsid w:val="00791C9F"/>
    <w:rsid w:val="0079207A"/>
    <w:rsid w:val="007922A4"/>
    <w:rsid w:val="00792AAB"/>
    <w:rsid w:val="00793B47"/>
    <w:rsid w:val="00795F2C"/>
    <w:rsid w:val="007977ED"/>
    <w:rsid w:val="00797BDB"/>
    <w:rsid w:val="007A02B2"/>
    <w:rsid w:val="007A1D0C"/>
    <w:rsid w:val="007A2A7B"/>
    <w:rsid w:val="007C187D"/>
    <w:rsid w:val="007C6962"/>
    <w:rsid w:val="007C6A49"/>
    <w:rsid w:val="007D4925"/>
    <w:rsid w:val="007E2A3B"/>
    <w:rsid w:val="007F0C8A"/>
    <w:rsid w:val="007F11AB"/>
    <w:rsid w:val="007F29EA"/>
    <w:rsid w:val="007F6BD7"/>
    <w:rsid w:val="008023D0"/>
    <w:rsid w:val="00802496"/>
    <w:rsid w:val="008029EF"/>
    <w:rsid w:val="00804A0A"/>
    <w:rsid w:val="00805C0D"/>
    <w:rsid w:val="008074A0"/>
    <w:rsid w:val="008119DF"/>
    <w:rsid w:val="00814197"/>
    <w:rsid w:val="008143CB"/>
    <w:rsid w:val="00823CA1"/>
    <w:rsid w:val="00823E83"/>
    <w:rsid w:val="0082595A"/>
    <w:rsid w:val="0082706D"/>
    <w:rsid w:val="008278F7"/>
    <w:rsid w:val="00827DB1"/>
    <w:rsid w:val="008330D1"/>
    <w:rsid w:val="008376A1"/>
    <w:rsid w:val="00837ECB"/>
    <w:rsid w:val="00850E45"/>
    <w:rsid w:val="0085116D"/>
    <w:rsid w:val="00851291"/>
    <w:rsid w:val="008513B9"/>
    <w:rsid w:val="00860E61"/>
    <w:rsid w:val="008626FD"/>
    <w:rsid w:val="0086414E"/>
    <w:rsid w:val="008653CF"/>
    <w:rsid w:val="0086656C"/>
    <w:rsid w:val="00867385"/>
    <w:rsid w:val="008702CF"/>
    <w:rsid w:val="008702D3"/>
    <w:rsid w:val="00871337"/>
    <w:rsid w:val="00876034"/>
    <w:rsid w:val="0087709C"/>
    <w:rsid w:val="008827E7"/>
    <w:rsid w:val="00885733"/>
    <w:rsid w:val="00886319"/>
    <w:rsid w:val="00895FF0"/>
    <w:rsid w:val="00896C2C"/>
    <w:rsid w:val="008A0154"/>
    <w:rsid w:val="008A1696"/>
    <w:rsid w:val="008A4412"/>
    <w:rsid w:val="008A7010"/>
    <w:rsid w:val="008B0887"/>
    <w:rsid w:val="008B1541"/>
    <w:rsid w:val="008B575B"/>
    <w:rsid w:val="008B6140"/>
    <w:rsid w:val="008B67CF"/>
    <w:rsid w:val="008C0674"/>
    <w:rsid w:val="008C078F"/>
    <w:rsid w:val="008C096D"/>
    <w:rsid w:val="008C27C0"/>
    <w:rsid w:val="008C3A5C"/>
    <w:rsid w:val="008C40ED"/>
    <w:rsid w:val="008C58FE"/>
    <w:rsid w:val="008C675C"/>
    <w:rsid w:val="008C6BA3"/>
    <w:rsid w:val="008D08B7"/>
    <w:rsid w:val="008D2BA7"/>
    <w:rsid w:val="008E68AD"/>
    <w:rsid w:val="008E68C1"/>
    <w:rsid w:val="008E699D"/>
    <w:rsid w:val="008E6BE2"/>
    <w:rsid w:val="008E6C41"/>
    <w:rsid w:val="008E77EB"/>
    <w:rsid w:val="008E7F46"/>
    <w:rsid w:val="008F0228"/>
    <w:rsid w:val="008F0816"/>
    <w:rsid w:val="008F224E"/>
    <w:rsid w:val="008F623E"/>
    <w:rsid w:val="008F6BB7"/>
    <w:rsid w:val="008F715F"/>
    <w:rsid w:val="008F7B95"/>
    <w:rsid w:val="00900F42"/>
    <w:rsid w:val="009103DE"/>
    <w:rsid w:val="0091138B"/>
    <w:rsid w:val="00913244"/>
    <w:rsid w:val="00914FC5"/>
    <w:rsid w:val="00923B8C"/>
    <w:rsid w:val="00932E3C"/>
    <w:rsid w:val="00937A90"/>
    <w:rsid w:val="00937D4B"/>
    <w:rsid w:val="009416EC"/>
    <w:rsid w:val="00951224"/>
    <w:rsid w:val="0095473A"/>
    <w:rsid w:val="00956EBF"/>
    <w:rsid w:val="009573D3"/>
    <w:rsid w:val="00960DDA"/>
    <w:rsid w:val="009621A6"/>
    <w:rsid w:val="00962862"/>
    <w:rsid w:val="0096436C"/>
    <w:rsid w:val="00977FC7"/>
    <w:rsid w:val="0098412C"/>
    <w:rsid w:val="00986B85"/>
    <w:rsid w:val="009977FF"/>
    <w:rsid w:val="009A04CE"/>
    <w:rsid w:val="009A085B"/>
    <w:rsid w:val="009A11D0"/>
    <w:rsid w:val="009A22E2"/>
    <w:rsid w:val="009A35EB"/>
    <w:rsid w:val="009A4A10"/>
    <w:rsid w:val="009A4D7A"/>
    <w:rsid w:val="009A53BC"/>
    <w:rsid w:val="009B792A"/>
    <w:rsid w:val="009C1DE6"/>
    <w:rsid w:val="009C1F0E"/>
    <w:rsid w:val="009C22F9"/>
    <w:rsid w:val="009C5B64"/>
    <w:rsid w:val="009D23DD"/>
    <w:rsid w:val="009D2ED8"/>
    <w:rsid w:val="009D3D71"/>
    <w:rsid w:val="009D3E8C"/>
    <w:rsid w:val="009D4E8A"/>
    <w:rsid w:val="009D7969"/>
    <w:rsid w:val="009E2794"/>
    <w:rsid w:val="009E3A0E"/>
    <w:rsid w:val="009E40F6"/>
    <w:rsid w:val="009F13FD"/>
    <w:rsid w:val="009F2E75"/>
    <w:rsid w:val="00A02640"/>
    <w:rsid w:val="00A02E4D"/>
    <w:rsid w:val="00A07091"/>
    <w:rsid w:val="00A10245"/>
    <w:rsid w:val="00A10918"/>
    <w:rsid w:val="00A1314B"/>
    <w:rsid w:val="00A13160"/>
    <w:rsid w:val="00A137D3"/>
    <w:rsid w:val="00A150C0"/>
    <w:rsid w:val="00A15AD4"/>
    <w:rsid w:val="00A20035"/>
    <w:rsid w:val="00A210CA"/>
    <w:rsid w:val="00A31DED"/>
    <w:rsid w:val="00A35086"/>
    <w:rsid w:val="00A36444"/>
    <w:rsid w:val="00A3678E"/>
    <w:rsid w:val="00A442FF"/>
    <w:rsid w:val="00A44A8F"/>
    <w:rsid w:val="00A463D4"/>
    <w:rsid w:val="00A467FD"/>
    <w:rsid w:val="00A5195F"/>
    <w:rsid w:val="00A51D96"/>
    <w:rsid w:val="00A55D88"/>
    <w:rsid w:val="00A6627F"/>
    <w:rsid w:val="00A76D63"/>
    <w:rsid w:val="00A772FF"/>
    <w:rsid w:val="00A8236A"/>
    <w:rsid w:val="00A86B54"/>
    <w:rsid w:val="00A91E4F"/>
    <w:rsid w:val="00A95095"/>
    <w:rsid w:val="00A96F84"/>
    <w:rsid w:val="00AB7603"/>
    <w:rsid w:val="00AC0450"/>
    <w:rsid w:val="00AC3953"/>
    <w:rsid w:val="00AC7150"/>
    <w:rsid w:val="00AD67EC"/>
    <w:rsid w:val="00AE0C02"/>
    <w:rsid w:val="00AE1DCA"/>
    <w:rsid w:val="00AE3D4F"/>
    <w:rsid w:val="00AE5811"/>
    <w:rsid w:val="00AE6A22"/>
    <w:rsid w:val="00AE6E91"/>
    <w:rsid w:val="00AF2B20"/>
    <w:rsid w:val="00AF3163"/>
    <w:rsid w:val="00AF5F7C"/>
    <w:rsid w:val="00AF7208"/>
    <w:rsid w:val="00AF7FE8"/>
    <w:rsid w:val="00B02207"/>
    <w:rsid w:val="00B02A1B"/>
    <w:rsid w:val="00B03403"/>
    <w:rsid w:val="00B038C6"/>
    <w:rsid w:val="00B04C37"/>
    <w:rsid w:val="00B10324"/>
    <w:rsid w:val="00B23B84"/>
    <w:rsid w:val="00B23F3B"/>
    <w:rsid w:val="00B25729"/>
    <w:rsid w:val="00B26D2D"/>
    <w:rsid w:val="00B376B1"/>
    <w:rsid w:val="00B37A94"/>
    <w:rsid w:val="00B45648"/>
    <w:rsid w:val="00B50DAD"/>
    <w:rsid w:val="00B50FAB"/>
    <w:rsid w:val="00B55F88"/>
    <w:rsid w:val="00B60098"/>
    <w:rsid w:val="00B620D9"/>
    <w:rsid w:val="00B62E26"/>
    <w:rsid w:val="00B633DB"/>
    <w:rsid w:val="00B639ED"/>
    <w:rsid w:val="00B66A8C"/>
    <w:rsid w:val="00B706CC"/>
    <w:rsid w:val="00B71C99"/>
    <w:rsid w:val="00B75263"/>
    <w:rsid w:val="00B76FF2"/>
    <w:rsid w:val="00B77943"/>
    <w:rsid w:val="00B77ED0"/>
    <w:rsid w:val="00B8061C"/>
    <w:rsid w:val="00B8193D"/>
    <w:rsid w:val="00B83BA2"/>
    <w:rsid w:val="00B853AA"/>
    <w:rsid w:val="00B8673C"/>
    <w:rsid w:val="00B875BF"/>
    <w:rsid w:val="00B91F62"/>
    <w:rsid w:val="00B92A64"/>
    <w:rsid w:val="00BA32E5"/>
    <w:rsid w:val="00BA5E77"/>
    <w:rsid w:val="00BA683E"/>
    <w:rsid w:val="00BB0C7A"/>
    <w:rsid w:val="00BB1B77"/>
    <w:rsid w:val="00BB2C98"/>
    <w:rsid w:val="00BB320B"/>
    <w:rsid w:val="00BB644D"/>
    <w:rsid w:val="00BC6948"/>
    <w:rsid w:val="00BD0B82"/>
    <w:rsid w:val="00BD1D2F"/>
    <w:rsid w:val="00BD5CBD"/>
    <w:rsid w:val="00BE3C66"/>
    <w:rsid w:val="00BF1C0C"/>
    <w:rsid w:val="00BF4F5F"/>
    <w:rsid w:val="00C01239"/>
    <w:rsid w:val="00C02F07"/>
    <w:rsid w:val="00C04EEB"/>
    <w:rsid w:val="00C0642E"/>
    <w:rsid w:val="00C075A4"/>
    <w:rsid w:val="00C07616"/>
    <w:rsid w:val="00C10F12"/>
    <w:rsid w:val="00C11826"/>
    <w:rsid w:val="00C12BAF"/>
    <w:rsid w:val="00C16452"/>
    <w:rsid w:val="00C243F3"/>
    <w:rsid w:val="00C456AC"/>
    <w:rsid w:val="00C46D42"/>
    <w:rsid w:val="00C50C32"/>
    <w:rsid w:val="00C52FE5"/>
    <w:rsid w:val="00C60178"/>
    <w:rsid w:val="00C6050B"/>
    <w:rsid w:val="00C61760"/>
    <w:rsid w:val="00C63CD6"/>
    <w:rsid w:val="00C660A0"/>
    <w:rsid w:val="00C747FC"/>
    <w:rsid w:val="00C80044"/>
    <w:rsid w:val="00C87D95"/>
    <w:rsid w:val="00C9077A"/>
    <w:rsid w:val="00C92EC4"/>
    <w:rsid w:val="00C94C6C"/>
    <w:rsid w:val="00C95CD2"/>
    <w:rsid w:val="00CA051B"/>
    <w:rsid w:val="00CA2F7E"/>
    <w:rsid w:val="00CB1A52"/>
    <w:rsid w:val="00CB3CBE"/>
    <w:rsid w:val="00CC10E6"/>
    <w:rsid w:val="00CC2C28"/>
    <w:rsid w:val="00CC32A9"/>
    <w:rsid w:val="00CC5827"/>
    <w:rsid w:val="00CD5F40"/>
    <w:rsid w:val="00CE6EBA"/>
    <w:rsid w:val="00CF03D8"/>
    <w:rsid w:val="00CF6D2C"/>
    <w:rsid w:val="00D015D5"/>
    <w:rsid w:val="00D03D68"/>
    <w:rsid w:val="00D10CE0"/>
    <w:rsid w:val="00D13F23"/>
    <w:rsid w:val="00D22F0E"/>
    <w:rsid w:val="00D2605A"/>
    <w:rsid w:val="00D266DD"/>
    <w:rsid w:val="00D3198A"/>
    <w:rsid w:val="00D32B04"/>
    <w:rsid w:val="00D374E7"/>
    <w:rsid w:val="00D54570"/>
    <w:rsid w:val="00D557ED"/>
    <w:rsid w:val="00D63949"/>
    <w:rsid w:val="00D652E7"/>
    <w:rsid w:val="00D70071"/>
    <w:rsid w:val="00D71A27"/>
    <w:rsid w:val="00D757C8"/>
    <w:rsid w:val="00D76125"/>
    <w:rsid w:val="00D76485"/>
    <w:rsid w:val="00D76A8F"/>
    <w:rsid w:val="00D77BCF"/>
    <w:rsid w:val="00D84394"/>
    <w:rsid w:val="00D90F29"/>
    <w:rsid w:val="00D93990"/>
    <w:rsid w:val="00D95E55"/>
    <w:rsid w:val="00D96FFF"/>
    <w:rsid w:val="00DA4C31"/>
    <w:rsid w:val="00DA6981"/>
    <w:rsid w:val="00DB063A"/>
    <w:rsid w:val="00DB3664"/>
    <w:rsid w:val="00DB62A9"/>
    <w:rsid w:val="00DB7A20"/>
    <w:rsid w:val="00DC16FB"/>
    <w:rsid w:val="00DC3C2F"/>
    <w:rsid w:val="00DC4A65"/>
    <w:rsid w:val="00DC4F66"/>
    <w:rsid w:val="00DC5957"/>
    <w:rsid w:val="00DD2131"/>
    <w:rsid w:val="00DD3207"/>
    <w:rsid w:val="00DD47D7"/>
    <w:rsid w:val="00DD6F2E"/>
    <w:rsid w:val="00DE58CF"/>
    <w:rsid w:val="00DE7C0B"/>
    <w:rsid w:val="00DF17EE"/>
    <w:rsid w:val="00DF4F70"/>
    <w:rsid w:val="00DF6B32"/>
    <w:rsid w:val="00DF71EC"/>
    <w:rsid w:val="00E045BC"/>
    <w:rsid w:val="00E05634"/>
    <w:rsid w:val="00E06EB9"/>
    <w:rsid w:val="00E07DA8"/>
    <w:rsid w:val="00E10B44"/>
    <w:rsid w:val="00E11F02"/>
    <w:rsid w:val="00E129A4"/>
    <w:rsid w:val="00E23E19"/>
    <w:rsid w:val="00E2726B"/>
    <w:rsid w:val="00E30760"/>
    <w:rsid w:val="00E3625D"/>
    <w:rsid w:val="00E37399"/>
    <w:rsid w:val="00E37801"/>
    <w:rsid w:val="00E37AF2"/>
    <w:rsid w:val="00E4004D"/>
    <w:rsid w:val="00E466D0"/>
    <w:rsid w:val="00E46EAA"/>
    <w:rsid w:val="00E5038C"/>
    <w:rsid w:val="00E50B69"/>
    <w:rsid w:val="00E5298B"/>
    <w:rsid w:val="00E56EFB"/>
    <w:rsid w:val="00E57546"/>
    <w:rsid w:val="00E6458F"/>
    <w:rsid w:val="00E661FD"/>
    <w:rsid w:val="00E66A1B"/>
    <w:rsid w:val="00E66DA0"/>
    <w:rsid w:val="00E7242D"/>
    <w:rsid w:val="00E747C5"/>
    <w:rsid w:val="00E85742"/>
    <w:rsid w:val="00E860EE"/>
    <w:rsid w:val="00E87E25"/>
    <w:rsid w:val="00EA04F1"/>
    <w:rsid w:val="00EA27F9"/>
    <w:rsid w:val="00EA2FD3"/>
    <w:rsid w:val="00EB0640"/>
    <w:rsid w:val="00EB1A13"/>
    <w:rsid w:val="00EB397A"/>
    <w:rsid w:val="00EB7CE9"/>
    <w:rsid w:val="00EC1BE1"/>
    <w:rsid w:val="00EC433F"/>
    <w:rsid w:val="00EC61EC"/>
    <w:rsid w:val="00ED1FDE"/>
    <w:rsid w:val="00ED1FFF"/>
    <w:rsid w:val="00EE0337"/>
    <w:rsid w:val="00EE0595"/>
    <w:rsid w:val="00EE2AE3"/>
    <w:rsid w:val="00EE40F6"/>
    <w:rsid w:val="00EF2A90"/>
    <w:rsid w:val="00F05E1E"/>
    <w:rsid w:val="00F06BF3"/>
    <w:rsid w:val="00F06EFB"/>
    <w:rsid w:val="00F10197"/>
    <w:rsid w:val="00F13601"/>
    <w:rsid w:val="00F1529E"/>
    <w:rsid w:val="00F16F07"/>
    <w:rsid w:val="00F17D47"/>
    <w:rsid w:val="00F2486F"/>
    <w:rsid w:val="00F25CA5"/>
    <w:rsid w:val="00F30A46"/>
    <w:rsid w:val="00F32D7B"/>
    <w:rsid w:val="00F352B9"/>
    <w:rsid w:val="00F3788D"/>
    <w:rsid w:val="00F40733"/>
    <w:rsid w:val="00F45975"/>
    <w:rsid w:val="00F45B7C"/>
    <w:rsid w:val="00F45FCE"/>
    <w:rsid w:val="00F5590F"/>
    <w:rsid w:val="00F5682B"/>
    <w:rsid w:val="00F66313"/>
    <w:rsid w:val="00F778FE"/>
    <w:rsid w:val="00F77A3D"/>
    <w:rsid w:val="00F77EE6"/>
    <w:rsid w:val="00F82D87"/>
    <w:rsid w:val="00F8459F"/>
    <w:rsid w:val="00F862DA"/>
    <w:rsid w:val="00F9334F"/>
    <w:rsid w:val="00F93D3C"/>
    <w:rsid w:val="00F97D7F"/>
    <w:rsid w:val="00FA122C"/>
    <w:rsid w:val="00FA3B95"/>
    <w:rsid w:val="00FA69C4"/>
    <w:rsid w:val="00FA6B06"/>
    <w:rsid w:val="00FB1E0E"/>
    <w:rsid w:val="00FC0D11"/>
    <w:rsid w:val="00FC1278"/>
    <w:rsid w:val="00FC3195"/>
    <w:rsid w:val="00FC3651"/>
    <w:rsid w:val="00FC54A3"/>
    <w:rsid w:val="00FD67B5"/>
    <w:rsid w:val="00FE050B"/>
    <w:rsid w:val="00FE7735"/>
    <w:rsid w:val="00FF0D26"/>
    <w:rsid w:val="00FF1A77"/>
    <w:rsid w:val="00FF4065"/>
    <w:rsid w:val="00FF6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character" w:styleId="ac">
    <w:name w:val="Hyperlink"/>
    <w:uiPriority w:val="99"/>
    <w:unhideWhenUsed/>
    <w:rsid w:val="00986B85"/>
    <w:rPr>
      <w:color w:val="0000FF"/>
      <w:u w:val="single"/>
    </w:rPr>
  </w:style>
  <w:style w:type="table" w:styleId="ad">
    <w:name w:val="Table Professional"/>
    <w:basedOn w:val="a1"/>
    <w:rsid w:val="00A55D8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e">
    <w:name w:val="Table Theme"/>
    <w:basedOn w:val="a1"/>
    <w:rsid w:val="00733D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character" w:styleId="ac">
    <w:name w:val="Hyperlink"/>
    <w:uiPriority w:val="99"/>
    <w:unhideWhenUsed/>
    <w:rsid w:val="00986B85"/>
    <w:rPr>
      <w:color w:val="0000FF"/>
      <w:u w:val="single"/>
    </w:rPr>
  </w:style>
  <w:style w:type="table" w:styleId="ad">
    <w:name w:val="Table Professional"/>
    <w:basedOn w:val="a1"/>
    <w:rsid w:val="00A55D8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e">
    <w:name w:val="Table Theme"/>
    <w:basedOn w:val="a1"/>
    <w:rsid w:val="00733D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1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2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C5ECE09B83363B760A5A82FDD58C03CA22F11521E5B6515C27682604B613148A4BA553073BAC1AF2452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41;&#1051;&#1040;&#1053;&#1050;&#1048;\&#1041;&#1083;&#1072;&#1085;&#1082;&#1080;%20&#1055;&#1088;&#1072;&#1074;&#1080;&#1090;&#1077;&#1083;&#1100;&#1089;&#1090;&#1074;&#1072;%202009%20&#1075;\&#1064;&#1040;&#1041;&#1051;&#1054;&#1053;%20&#1055;&#1056;&#1048;&#1051;&#1054;&#1046;&#1045;&#1053;&#1048;&#1071;%20&#1040;&#1051;&#1068;&#1041;&#1054;&#1052;&#1053;&#1067;&#104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FE193-9644-4C62-968A-F1D902160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45</TotalTime>
  <Pages>17</Pages>
  <Words>2456</Words>
  <Characters>16879</Characters>
  <Application>Microsoft Office Word</Application>
  <DocSecurity>0</DocSecurity>
  <Lines>468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19172</CharactersWithSpaces>
  <SharedDoc>false</SharedDoc>
  <HLinks>
    <vt:vector size="6" baseType="variant">
      <vt:variant>
        <vt:i4>2228287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consultantplus://offline/ref=5C5ECE09B83363B760A5A82FDD58C03CA22F11521E5B6515C27682604B613148A4BA553073BAC1AF2452K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Лёксина М.А.</cp:lastModifiedBy>
  <cp:revision>14</cp:revision>
  <cp:lastPrinted>2021-03-01T07:41:00Z</cp:lastPrinted>
  <dcterms:created xsi:type="dcterms:W3CDTF">2021-02-16T13:14:00Z</dcterms:created>
  <dcterms:modified xsi:type="dcterms:W3CDTF">2021-03-02T13:59:00Z</dcterms:modified>
</cp:coreProperties>
</file>